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0BDB1" w14:textId="4F6BC4A7" w:rsidR="009D2944" w:rsidRPr="006D4918" w:rsidRDefault="009D2944" w:rsidP="009D2944">
      <w:pPr>
        <w:pStyle w:val="Titelseite"/>
      </w:pPr>
    </w:p>
    <w:p w14:paraId="4C8A2AEF" w14:textId="77777777" w:rsidR="009D2944" w:rsidRPr="006D4918" w:rsidRDefault="009D2944" w:rsidP="009D2944">
      <w:pPr>
        <w:pStyle w:val="Titelseite"/>
      </w:pPr>
    </w:p>
    <w:p w14:paraId="1AADF79B" w14:textId="68EF3EE9" w:rsidR="000C0817" w:rsidRPr="006D4918" w:rsidRDefault="00545D0F" w:rsidP="009D2944">
      <w:pPr>
        <w:pStyle w:val="Titelseite"/>
      </w:pPr>
      <w:r w:rsidRPr="004C4AC7">
        <w:rPr>
          <w:noProof/>
        </w:rPr>
        <w:drawing>
          <wp:inline distT="0" distB="0" distL="0" distR="0" wp14:anchorId="007B658C" wp14:editId="18F34F14">
            <wp:extent cx="4490496" cy="3626076"/>
            <wp:effectExtent l="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521" cy="3633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52400" dist="1016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0ADA8AF" w14:textId="77777777" w:rsidR="009D2944" w:rsidRPr="006D4918" w:rsidRDefault="009D2944" w:rsidP="009D2944">
      <w:pPr>
        <w:pStyle w:val="Titelseite"/>
      </w:pPr>
    </w:p>
    <w:p w14:paraId="6E368427" w14:textId="77777777" w:rsidR="00545D0F" w:rsidRPr="0043673E" w:rsidRDefault="00545D0F" w:rsidP="00545D0F">
      <w:pPr>
        <w:pStyle w:val="Titelseite"/>
        <w:rPr>
          <w:lang w:val="en-US"/>
        </w:rPr>
      </w:pPr>
      <w:r w:rsidRPr="0043673E">
        <w:rPr>
          <w:lang w:val="en-US"/>
        </w:rPr>
        <w:t>OEM-DES-RFID-Lock</w:t>
      </w:r>
    </w:p>
    <w:p w14:paraId="3C78B166" w14:textId="035EC440" w:rsidR="00545D0F" w:rsidRPr="0043673E" w:rsidRDefault="00545D0F" w:rsidP="00545D0F">
      <w:pPr>
        <w:pStyle w:val="Titelseite"/>
        <w:rPr>
          <w:lang w:val="en-US"/>
        </w:rPr>
      </w:pPr>
      <w:r w:rsidRPr="0043673E">
        <w:rPr>
          <w:lang w:val="en-US"/>
        </w:rPr>
        <w:t>13.56 MHz OEM RFID-Schloss mit CAN-Bus</w:t>
      </w:r>
    </w:p>
    <w:p w14:paraId="457F65AB" w14:textId="4BCB153A" w:rsidR="0043673E" w:rsidRPr="0043673E" w:rsidRDefault="0043673E" w:rsidP="00545D0F">
      <w:pPr>
        <w:pStyle w:val="Titelseite"/>
        <w:rPr>
          <w:lang w:val="en-US"/>
        </w:rPr>
      </w:pPr>
      <w:r w:rsidRPr="0043673E">
        <w:rPr>
          <w:lang w:val="en-US"/>
        </w:rPr>
        <w:t>Teac</w:t>
      </w:r>
      <w:r>
        <w:rPr>
          <w:lang w:val="en-US"/>
        </w:rPr>
        <w:t>h-In</w:t>
      </w:r>
      <w:r w:rsidR="00DD2866">
        <w:rPr>
          <w:lang w:val="en-US"/>
        </w:rPr>
        <w:t>-</w:t>
      </w:r>
      <w:r>
        <w:rPr>
          <w:lang w:val="en-US"/>
        </w:rPr>
        <w:t>Beispiel</w:t>
      </w:r>
    </w:p>
    <w:p w14:paraId="5020BC98" w14:textId="77777777" w:rsidR="00CC3996" w:rsidRPr="0043673E" w:rsidRDefault="00CC3996" w:rsidP="00A25EEC">
      <w:pPr>
        <w:pStyle w:val="Titelseite"/>
        <w:rPr>
          <w:lang w:val="en-US"/>
        </w:rPr>
      </w:pPr>
    </w:p>
    <w:p w14:paraId="12F00470" w14:textId="77777777" w:rsidR="00F821A6" w:rsidRPr="0043673E" w:rsidRDefault="00C0723D" w:rsidP="00F821A6">
      <w:pPr>
        <w:rPr>
          <w:lang w:val="en-US"/>
        </w:rPr>
      </w:pPr>
      <w:r w:rsidRPr="0043673E">
        <w:rPr>
          <w:lang w:val="en-US"/>
        </w:rPr>
        <w:br w:type="page"/>
      </w:r>
    </w:p>
    <w:p w14:paraId="1CE701C6" w14:textId="77777777" w:rsidR="00013F0C" w:rsidRPr="0043673E" w:rsidRDefault="00013F0C" w:rsidP="00F821A6">
      <w:pPr>
        <w:rPr>
          <w:lang w:val="en-US"/>
        </w:rPr>
      </w:pPr>
    </w:p>
    <w:p w14:paraId="653BCE89" w14:textId="77777777" w:rsidR="00013F0C" w:rsidRPr="0043673E" w:rsidRDefault="00013F0C" w:rsidP="00F821A6">
      <w:pPr>
        <w:rPr>
          <w:lang w:val="en-US"/>
        </w:rPr>
      </w:pPr>
    </w:p>
    <w:p w14:paraId="426F5428" w14:textId="77777777" w:rsidR="00013F0C" w:rsidRPr="0043673E" w:rsidRDefault="00013F0C" w:rsidP="00F821A6">
      <w:pPr>
        <w:rPr>
          <w:lang w:val="en-US"/>
        </w:rPr>
      </w:pPr>
    </w:p>
    <w:p w14:paraId="43FC5C12" w14:textId="77777777" w:rsidR="00013F0C" w:rsidRPr="0043673E" w:rsidRDefault="00013F0C" w:rsidP="00F821A6">
      <w:pPr>
        <w:rPr>
          <w:lang w:val="en-US"/>
        </w:rPr>
      </w:pPr>
    </w:p>
    <w:p w14:paraId="4364FAB3" w14:textId="77777777" w:rsidR="00013F0C" w:rsidRPr="0043673E" w:rsidRDefault="00013F0C" w:rsidP="00F821A6">
      <w:pPr>
        <w:rPr>
          <w:lang w:val="en-US"/>
        </w:rPr>
      </w:pPr>
    </w:p>
    <w:p w14:paraId="13F28EE7" w14:textId="77777777" w:rsidR="00013F0C" w:rsidRPr="0043673E" w:rsidRDefault="00013F0C" w:rsidP="00F821A6">
      <w:pPr>
        <w:rPr>
          <w:lang w:val="en-US"/>
        </w:rPr>
      </w:pPr>
    </w:p>
    <w:p w14:paraId="5B6100A5" w14:textId="77777777" w:rsidR="00013F0C" w:rsidRPr="0043673E" w:rsidRDefault="00013F0C" w:rsidP="00F821A6">
      <w:pPr>
        <w:rPr>
          <w:lang w:val="en-US"/>
        </w:rPr>
      </w:pPr>
    </w:p>
    <w:p w14:paraId="336293C8" w14:textId="77777777" w:rsidR="00013F0C" w:rsidRPr="0043673E" w:rsidRDefault="00013F0C" w:rsidP="00F821A6">
      <w:pPr>
        <w:rPr>
          <w:lang w:val="en-US"/>
        </w:rPr>
      </w:pPr>
    </w:p>
    <w:p w14:paraId="67CC3153" w14:textId="77777777" w:rsidR="00013F0C" w:rsidRPr="0043673E" w:rsidRDefault="00013F0C" w:rsidP="00F821A6">
      <w:pPr>
        <w:rPr>
          <w:lang w:val="en-US"/>
        </w:rPr>
      </w:pPr>
    </w:p>
    <w:p w14:paraId="1F8D3CE8" w14:textId="77777777" w:rsidR="00013F0C" w:rsidRPr="0043673E" w:rsidRDefault="00013F0C" w:rsidP="00F821A6">
      <w:pPr>
        <w:rPr>
          <w:lang w:val="en-US"/>
        </w:rPr>
      </w:pPr>
    </w:p>
    <w:p w14:paraId="08665E83" w14:textId="77777777" w:rsidR="00013F0C" w:rsidRPr="0043673E" w:rsidRDefault="00013F0C" w:rsidP="00F821A6">
      <w:pPr>
        <w:rPr>
          <w:lang w:val="en-US"/>
        </w:rPr>
      </w:pPr>
    </w:p>
    <w:p w14:paraId="5A446CFA" w14:textId="77777777" w:rsidR="00013F0C" w:rsidRPr="0043673E" w:rsidRDefault="00013F0C" w:rsidP="00F821A6">
      <w:pPr>
        <w:rPr>
          <w:lang w:val="en-US"/>
        </w:rPr>
      </w:pPr>
    </w:p>
    <w:p w14:paraId="0E15A52A" w14:textId="77777777" w:rsidR="002447DB" w:rsidRPr="0043673E" w:rsidRDefault="002447DB" w:rsidP="00F821A6">
      <w:pPr>
        <w:rPr>
          <w:lang w:val="en-US"/>
        </w:rPr>
      </w:pPr>
    </w:p>
    <w:p w14:paraId="6F6DF6C6" w14:textId="77777777" w:rsidR="00013F0C" w:rsidRPr="0043673E" w:rsidRDefault="00013F0C" w:rsidP="00F821A6">
      <w:pPr>
        <w:rPr>
          <w:lang w:val="en-US"/>
        </w:rPr>
      </w:pPr>
    </w:p>
    <w:p w14:paraId="68A104CF" w14:textId="77777777" w:rsidR="00692D2A" w:rsidRPr="0043673E" w:rsidRDefault="00692D2A" w:rsidP="00F821A6">
      <w:pPr>
        <w:rPr>
          <w:lang w:val="en-US"/>
        </w:rPr>
      </w:pPr>
    </w:p>
    <w:p w14:paraId="04427536" w14:textId="77777777" w:rsidR="00692D2A" w:rsidRPr="0043673E" w:rsidRDefault="00692D2A" w:rsidP="00F821A6">
      <w:pPr>
        <w:rPr>
          <w:lang w:val="en-US"/>
        </w:rPr>
      </w:pPr>
    </w:p>
    <w:p w14:paraId="04973D56" w14:textId="77777777" w:rsidR="00E17CEC" w:rsidRPr="0043673E" w:rsidRDefault="00E17CEC">
      <w:pPr>
        <w:rPr>
          <w:lang w:val="en-US"/>
        </w:rPr>
      </w:pPr>
    </w:p>
    <w:p w14:paraId="3918BFDE" w14:textId="77777777" w:rsidR="00692D2A" w:rsidRPr="0043673E" w:rsidRDefault="00692D2A">
      <w:pPr>
        <w:rPr>
          <w:lang w:val="en-US"/>
        </w:rPr>
      </w:pPr>
    </w:p>
    <w:p w14:paraId="05858743" w14:textId="77777777" w:rsidR="00692D2A" w:rsidRPr="0043673E" w:rsidRDefault="00692D2A">
      <w:pPr>
        <w:rPr>
          <w:lang w:val="en-US"/>
        </w:rPr>
      </w:pPr>
    </w:p>
    <w:p w14:paraId="6EA2C01F" w14:textId="77777777" w:rsidR="00692D2A" w:rsidRPr="0043673E" w:rsidRDefault="00692D2A">
      <w:pPr>
        <w:rPr>
          <w:lang w:val="en-US"/>
        </w:rPr>
      </w:pPr>
    </w:p>
    <w:p w14:paraId="74B15A99" w14:textId="77777777" w:rsidR="00692D2A" w:rsidRPr="0043673E" w:rsidRDefault="00692D2A">
      <w:pPr>
        <w:rPr>
          <w:lang w:val="en-US"/>
        </w:rPr>
      </w:pPr>
    </w:p>
    <w:p w14:paraId="52ED8ACE" w14:textId="77777777" w:rsidR="00692D2A" w:rsidRPr="0043673E" w:rsidRDefault="00692D2A">
      <w:pPr>
        <w:rPr>
          <w:lang w:val="en-US"/>
        </w:rPr>
      </w:pPr>
    </w:p>
    <w:p w14:paraId="7DF2D7F9" w14:textId="77777777" w:rsidR="00692D2A" w:rsidRPr="0043673E" w:rsidRDefault="00692D2A">
      <w:pPr>
        <w:rPr>
          <w:lang w:val="en-US"/>
        </w:rPr>
      </w:pPr>
    </w:p>
    <w:p w14:paraId="6854752C" w14:textId="77777777" w:rsidR="00692D2A" w:rsidRPr="0043673E" w:rsidRDefault="00692D2A">
      <w:pPr>
        <w:rPr>
          <w:lang w:val="en-US"/>
        </w:rPr>
      </w:pPr>
    </w:p>
    <w:p w14:paraId="0B2013CC" w14:textId="77777777" w:rsidR="00692D2A" w:rsidRPr="0043673E" w:rsidRDefault="00692D2A">
      <w:pPr>
        <w:rPr>
          <w:lang w:val="en-US"/>
        </w:rPr>
      </w:pPr>
    </w:p>
    <w:p w14:paraId="68A4216B" w14:textId="77777777" w:rsidR="00013F0C" w:rsidRPr="0043673E" w:rsidRDefault="00013F0C">
      <w:pPr>
        <w:rPr>
          <w:lang w:val="en-US"/>
        </w:rPr>
      </w:pPr>
    </w:p>
    <w:p w14:paraId="7BA2FB6E" w14:textId="77777777" w:rsidR="00013F0C" w:rsidRPr="0043673E" w:rsidRDefault="00013F0C">
      <w:pPr>
        <w:rPr>
          <w:lang w:val="en-US"/>
        </w:rPr>
      </w:pPr>
    </w:p>
    <w:p w14:paraId="3694AAF0" w14:textId="77777777" w:rsidR="00013F0C" w:rsidRPr="0043673E" w:rsidRDefault="00013F0C">
      <w:pPr>
        <w:rPr>
          <w:lang w:val="en-US"/>
        </w:rPr>
      </w:pPr>
    </w:p>
    <w:p w14:paraId="006E9C52" w14:textId="77777777" w:rsidR="00013F0C" w:rsidRPr="0043673E" w:rsidRDefault="00013F0C">
      <w:pPr>
        <w:rPr>
          <w:lang w:val="en-US"/>
        </w:rPr>
      </w:pPr>
    </w:p>
    <w:p w14:paraId="2E6FB52E" w14:textId="77777777" w:rsidR="00692D2A" w:rsidRPr="0043673E" w:rsidRDefault="00692D2A">
      <w:pPr>
        <w:rPr>
          <w:lang w:val="en-US"/>
        </w:rPr>
      </w:pPr>
    </w:p>
    <w:p w14:paraId="0E8672D1" w14:textId="77777777" w:rsidR="00692D2A" w:rsidRPr="0043673E" w:rsidRDefault="00692D2A">
      <w:pPr>
        <w:rPr>
          <w:lang w:val="en-US"/>
        </w:rPr>
      </w:pPr>
    </w:p>
    <w:p w14:paraId="56EF7761" w14:textId="77777777" w:rsidR="006D4918" w:rsidRPr="0043673E" w:rsidRDefault="006D4918">
      <w:pPr>
        <w:rPr>
          <w:lang w:val="en-US"/>
        </w:rPr>
      </w:pPr>
    </w:p>
    <w:p w14:paraId="3BC3B651" w14:textId="77777777" w:rsidR="0068430A" w:rsidRPr="0043673E" w:rsidRDefault="0068430A">
      <w:pPr>
        <w:rPr>
          <w:lang w:val="en-US"/>
        </w:rPr>
      </w:pPr>
    </w:p>
    <w:p w14:paraId="5E361D23" w14:textId="77777777" w:rsidR="0068430A" w:rsidRPr="0043673E" w:rsidRDefault="0068430A">
      <w:pPr>
        <w:rPr>
          <w:lang w:val="en-US"/>
        </w:rPr>
      </w:pPr>
    </w:p>
    <w:p w14:paraId="5D08AE24" w14:textId="77777777" w:rsidR="00692D2A" w:rsidRPr="0043673E" w:rsidRDefault="00692D2A">
      <w:pPr>
        <w:rPr>
          <w:lang w:val="en-US"/>
        </w:rPr>
      </w:pPr>
    </w:p>
    <w:p w14:paraId="310D8088" w14:textId="77777777" w:rsidR="005618E6" w:rsidRPr="0043673E" w:rsidRDefault="005618E6">
      <w:pPr>
        <w:rPr>
          <w:lang w:val="en-US"/>
        </w:rPr>
      </w:pPr>
    </w:p>
    <w:p w14:paraId="6E08B8FF" w14:textId="77777777" w:rsidR="005618E6" w:rsidRPr="0043673E" w:rsidRDefault="005618E6">
      <w:pPr>
        <w:rPr>
          <w:lang w:val="en-US"/>
        </w:rPr>
      </w:pPr>
    </w:p>
    <w:p w14:paraId="5FADF570" w14:textId="77777777" w:rsidR="00692D2A" w:rsidRPr="0043673E" w:rsidRDefault="00692D2A">
      <w:pPr>
        <w:rPr>
          <w:lang w:val="en-US"/>
        </w:rPr>
      </w:pPr>
    </w:p>
    <w:p w14:paraId="2FADAB9F" w14:textId="77777777" w:rsidR="00692D2A" w:rsidRPr="0043673E" w:rsidRDefault="00692D2A">
      <w:pPr>
        <w:rPr>
          <w:lang w:val="en-US"/>
        </w:rPr>
      </w:pPr>
    </w:p>
    <w:p w14:paraId="349DB5C0" w14:textId="77777777" w:rsidR="00C0723D" w:rsidRPr="0043673E" w:rsidRDefault="00C0723D">
      <w:pPr>
        <w:rPr>
          <w:lang w:val="en-US"/>
        </w:rPr>
      </w:pPr>
    </w:p>
    <w:p w14:paraId="21524910" w14:textId="77777777" w:rsidR="008927F6" w:rsidRPr="0043673E" w:rsidRDefault="008927F6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2"/>
        <w:gridCol w:w="4950"/>
      </w:tblGrid>
      <w:tr w:rsidR="00692D2A" w:rsidRPr="00DD2866" w14:paraId="2424C031" w14:textId="77777777" w:rsidTr="008669F1">
        <w:trPr>
          <w:cantSplit/>
        </w:trPr>
        <w:tc>
          <w:tcPr>
            <w:tcW w:w="5031" w:type="dxa"/>
            <w:shd w:val="clear" w:color="auto" w:fill="auto"/>
          </w:tcPr>
          <w:p w14:paraId="6CC9BB22" w14:textId="77777777" w:rsidR="00692D2A" w:rsidRPr="006D4918" w:rsidRDefault="00692D2A" w:rsidP="008669F1">
            <w:pPr>
              <w:pStyle w:val="Tabelle1"/>
            </w:pPr>
            <w:r w:rsidRPr="006D4918">
              <w:t>iDTRONIC GmbH</w:t>
            </w:r>
          </w:p>
          <w:p w14:paraId="121CFCC4" w14:textId="3357FF93" w:rsidR="00692D2A" w:rsidRPr="006D4918" w:rsidRDefault="00F81CD4" w:rsidP="008669F1">
            <w:pPr>
              <w:pStyle w:val="Tabelle1"/>
            </w:pPr>
            <w:r>
              <w:t>Ludwig-Reichling-Straße 4</w:t>
            </w:r>
          </w:p>
          <w:p w14:paraId="7D19B6F4" w14:textId="77777777" w:rsidR="00692D2A" w:rsidRPr="006D4918" w:rsidRDefault="00692D2A" w:rsidP="008669F1">
            <w:pPr>
              <w:pStyle w:val="Tabelle1"/>
            </w:pPr>
            <w:r w:rsidRPr="006D4918">
              <w:t>67059 Ludwigshafen</w:t>
            </w:r>
          </w:p>
          <w:p w14:paraId="5E8CA0FB" w14:textId="77777777" w:rsidR="00692D2A" w:rsidRPr="006D4918" w:rsidRDefault="00692D2A" w:rsidP="008669F1">
            <w:pPr>
              <w:pStyle w:val="Tabelle1"/>
            </w:pPr>
            <w:r w:rsidRPr="006D4918">
              <w:t>Germany/Deutschland</w:t>
            </w:r>
          </w:p>
          <w:p w14:paraId="54089E37" w14:textId="77777777" w:rsidR="00692D2A" w:rsidRPr="006D4918" w:rsidRDefault="00692D2A" w:rsidP="008669F1">
            <w:pPr>
              <w:pStyle w:val="Tabelle1"/>
            </w:pPr>
          </w:p>
          <w:p w14:paraId="69AA866F" w14:textId="77777777" w:rsidR="00692D2A" w:rsidRPr="00C64778" w:rsidRDefault="00692D2A" w:rsidP="008669F1">
            <w:pPr>
              <w:pStyle w:val="Tabelle1"/>
            </w:pPr>
            <w:r w:rsidRPr="00C64778">
              <w:t>Phone</w:t>
            </w:r>
            <w:r w:rsidR="001A2AE0" w:rsidRPr="00C64778">
              <w:t>:</w:t>
            </w:r>
            <w:r w:rsidRPr="00C64778">
              <w:tab/>
              <w:t>+49 621 6690094-0</w:t>
            </w:r>
          </w:p>
          <w:p w14:paraId="4DF44417" w14:textId="77777777" w:rsidR="00692D2A" w:rsidRPr="00C64778" w:rsidRDefault="00692D2A" w:rsidP="008669F1">
            <w:pPr>
              <w:pStyle w:val="Tabelle1"/>
            </w:pPr>
            <w:r w:rsidRPr="00C64778">
              <w:t>Fax</w:t>
            </w:r>
            <w:r w:rsidR="001A2AE0" w:rsidRPr="00C64778">
              <w:t>:</w:t>
            </w:r>
            <w:r w:rsidR="00DD5A1C" w:rsidRPr="00C64778">
              <w:t xml:space="preserve">   </w:t>
            </w:r>
            <w:r w:rsidRPr="00C64778">
              <w:tab/>
            </w:r>
            <w:r w:rsidR="00310058" w:rsidRPr="00C64778">
              <w:tab/>
            </w:r>
            <w:r w:rsidRPr="00C64778">
              <w:t>+49 621 6690094-9</w:t>
            </w:r>
          </w:p>
          <w:p w14:paraId="2EE4F22F" w14:textId="77777777" w:rsidR="00692D2A" w:rsidRPr="006D4918" w:rsidRDefault="00692D2A" w:rsidP="008669F1">
            <w:pPr>
              <w:pStyle w:val="Tabelle1"/>
            </w:pPr>
            <w:r w:rsidRPr="006D4918">
              <w:t>E-Mail</w:t>
            </w:r>
            <w:r w:rsidR="001A2AE0">
              <w:t>:</w:t>
            </w:r>
            <w:r w:rsidRPr="006D4918">
              <w:tab/>
              <w:t>info@idtronic.de</w:t>
            </w:r>
          </w:p>
          <w:p w14:paraId="202BC806" w14:textId="34C576F8" w:rsidR="00692D2A" w:rsidRPr="006D4918" w:rsidRDefault="00692D2A" w:rsidP="008669F1">
            <w:pPr>
              <w:pStyle w:val="Tabelle1"/>
            </w:pPr>
            <w:r w:rsidRPr="006D4918">
              <w:t>Web</w:t>
            </w:r>
            <w:r w:rsidR="001A2AE0">
              <w:t>:</w:t>
            </w:r>
            <w:r w:rsidR="00DD5A1C" w:rsidRPr="006D4918">
              <w:t xml:space="preserve">  </w:t>
            </w:r>
            <w:r w:rsidRPr="006D4918">
              <w:tab/>
            </w:r>
            <w:r w:rsidR="00CF7BF3">
              <w:tab/>
            </w:r>
            <w:r w:rsidRPr="006D4918">
              <w:t>idtronic.de</w:t>
            </w:r>
          </w:p>
        </w:tc>
        <w:tc>
          <w:tcPr>
            <w:tcW w:w="5031" w:type="dxa"/>
            <w:shd w:val="clear" w:color="auto" w:fill="auto"/>
            <w:vAlign w:val="bottom"/>
          </w:tcPr>
          <w:p w14:paraId="4AA54494" w14:textId="5B6EA12D" w:rsidR="00692D2A" w:rsidRPr="0043673E" w:rsidRDefault="00692D2A" w:rsidP="008669F1">
            <w:pPr>
              <w:pStyle w:val="Tabelle1r"/>
              <w:rPr>
                <w:lang w:val="en-US"/>
              </w:rPr>
            </w:pPr>
            <w:r w:rsidRPr="0043673E">
              <w:rPr>
                <w:lang w:val="en-US"/>
              </w:rPr>
              <w:t xml:space="preserve">Issue </w:t>
            </w:r>
            <w:r w:rsidR="00545D0F" w:rsidRPr="0043673E">
              <w:rPr>
                <w:lang w:val="en-US"/>
              </w:rPr>
              <w:t>0</w:t>
            </w:r>
            <w:r w:rsidR="009D2944" w:rsidRPr="0043673E">
              <w:rPr>
                <w:lang w:val="en-US"/>
              </w:rPr>
              <w:t>.</w:t>
            </w:r>
            <w:r w:rsidR="00545D0F" w:rsidRPr="0043673E">
              <w:rPr>
                <w:lang w:val="en-US"/>
              </w:rPr>
              <w:t>1</w:t>
            </w:r>
          </w:p>
          <w:p w14:paraId="4144B6A9" w14:textId="58E61FB5" w:rsidR="00692D2A" w:rsidRPr="0043673E" w:rsidRDefault="00692D2A" w:rsidP="008669F1">
            <w:pPr>
              <w:pStyle w:val="Tabelle1r"/>
              <w:rPr>
                <w:lang w:val="en-US"/>
              </w:rPr>
            </w:pPr>
            <w:r w:rsidRPr="0043673E">
              <w:rPr>
                <w:lang w:val="en-US"/>
              </w:rPr>
              <w:t xml:space="preserve">– </w:t>
            </w:r>
            <w:r w:rsidRPr="006D4918">
              <w:fldChar w:fldCharType="begin"/>
            </w:r>
            <w:r w:rsidRPr="006D4918">
              <w:instrText xml:space="preserve"> SAVEDATE \@ "dd. MMMM yyyy" \* MERGEFORMAT </w:instrText>
            </w:r>
            <w:r w:rsidRPr="006D4918">
              <w:fldChar w:fldCharType="separate"/>
            </w:r>
            <w:r w:rsidR="00DD2866">
              <w:rPr>
                <w:noProof/>
              </w:rPr>
              <w:t>08. Dezember 2022</w:t>
            </w:r>
            <w:r w:rsidRPr="006D4918">
              <w:fldChar w:fldCharType="end"/>
            </w:r>
            <w:r w:rsidRPr="0043673E">
              <w:rPr>
                <w:lang w:val="en-US"/>
              </w:rPr>
              <w:t xml:space="preserve"> –</w:t>
            </w:r>
          </w:p>
          <w:p w14:paraId="04204385" w14:textId="77777777" w:rsidR="00692D2A" w:rsidRPr="0043673E" w:rsidRDefault="00692D2A" w:rsidP="008669F1">
            <w:pPr>
              <w:pStyle w:val="Tabelle1r"/>
              <w:rPr>
                <w:lang w:val="en-US"/>
              </w:rPr>
            </w:pPr>
          </w:p>
          <w:p w14:paraId="64CAFBCA" w14:textId="77777777" w:rsidR="00692D2A" w:rsidRPr="0043673E" w:rsidRDefault="00692D2A" w:rsidP="008669F1">
            <w:pPr>
              <w:pStyle w:val="Tabelle1r"/>
              <w:rPr>
                <w:lang w:val="en-US"/>
              </w:rPr>
            </w:pPr>
          </w:p>
          <w:p w14:paraId="5A2A503E" w14:textId="77777777" w:rsidR="00692D2A" w:rsidRPr="0043673E" w:rsidRDefault="00692D2A" w:rsidP="008669F1">
            <w:pPr>
              <w:pStyle w:val="Tabelle1r"/>
              <w:rPr>
                <w:lang w:val="en-US"/>
              </w:rPr>
            </w:pPr>
            <w:r w:rsidRPr="0043673E">
              <w:rPr>
                <w:lang w:val="en-US"/>
              </w:rPr>
              <w:t>Subject to alteration without prior notice.</w:t>
            </w:r>
          </w:p>
          <w:p w14:paraId="24554EE4" w14:textId="1A5917CC" w:rsidR="00692D2A" w:rsidRPr="0043673E" w:rsidRDefault="00692D2A" w:rsidP="008669F1">
            <w:pPr>
              <w:pStyle w:val="Tabelle1r"/>
              <w:rPr>
                <w:lang w:val="en-US"/>
              </w:rPr>
            </w:pPr>
            <w:r w:rsidRPr="0043673E">
              <w:rPr>
                <w:lang w:val="en-US"/>
              </w:rPr>
              <w:t>© Copyright iDTRONIC GmbH 20</w:t>
            </w:r>
            <w:r w:rsidR="00F81CD4" w:rsidRPr="0043673E">
              <w:rPr>
                <w:lang w:val="en-US"/>
              </w:rPr>
              <w:t>2</w:t>
            </w:r>
            <w:r w:rsidR="00C453B0" w:rsidRPr="0043673E">
              <w:rPr>
                <w:lang w:val="en-US"/>
              </w:rPr>
              <w:t>2</w:t>
            </w:r>
          </w:p>
          <w:p w14:paraId="77C037AC" w14:textId="77777777" w:rsidR="00692D2A" w:rsidRPr="0043673E" w:rsidRDefault="00692D2A" w:rsidP="008669F1">
            <w:pPr>
              <w:pStyle w:val="Tabelle1r"/>
              <w:rPr>
                <w:lang w:val="en-US"/>
              </w:rPr>
            </w:pPr>
            <w:r w:rsidRPr="0043673E">
              <w:rPr>
                <w:lang w:val="en-US"/>
              </w:rPr>
              <w:t>Printed in Germany</w:t>
            </w:r>
          </w:p>
        </w:tc>
      </w:tr>
    </w:tbl>
    <w:p w14:paraId="30EDD146" w14:textId="77777777" w:rsidR="00C0723D" w:rsidRPr="006D4918" w:rsidRDefault="008E0770" w:rsidP="00A25EEC">
      <w:pPr>
        <w:pStyle w:val="Inhalt"/>
        <w:rPr>
          <w:lang w:val="fr-FR"/>
        </w:rPr>
      </w:pPr>
      <w:r w:rsidRPr="006D4918">
        <w:rPr>
          <w:lang w:val="fr-FR"/>
        </w:rPr>
        <w:lastRenderedPageBreak/>
        <w:t>Contents</w:t>
      </w:r>
    </w:p>
    <w:p w14:paraId="297362BA" w14:textId="36BD80B5" w:rsidR="00DD2866" w:rsidRDefault="00C0723D">
      <w:pPr>
        <w:pStyle w:val="Verzeichnis1"/>
        <w:rPr>
          <w:rFonts w:eastAsiaTheme="minorEastAsia" w:cstheme="minorBidi"/>
          <w:b w:val="0"/>
          <w:noProof/>
          <w:sz w:val="22"/>
          <w:szCs w:val="22"/>
        </w:rPr>
      </w:pPr>
      <w:r w:rsidRPr="006D4918">
        <w:fldChar w:fldCharType="begin"/>
      </w:r>
      <w:r w:rsidRPr="006D4918">
        <w:rPr>
          <w:lang w:val="fr-FR"/>
        </w:rPr>
        <w:instrText xml:space="preserve"> TOC \o "1-4" </w:instrText>
      </w:r>
      <w:r w:rsidR="00A61C9E">
        <w:rPr>
          <w:lang w:val="fr-FR"/>
        </w:rPr>
        <w:instrText>\h</w:instrText>
      </w:r>
      <w:r w:rsidRPr="006D4918">
        <w:fldChar w:fldCharType="separate"/>
      </w:r>
      <w:hyperlink w:anchor="_Toc121412613" w:history="1">
        <w:r w:rsidR="00DD2866" w:rsidRPr="00B203E2">
          <w:rPr>
            <w:rStyle w:val="Hyperlink"/>
            <w:noProof/>
          </w:rPr>
          <w:t>1</w:t>
        </w:r>
        <w:r w:rsidR="00DD2866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DD2866" w:rsidRPr="00B203E2">
          <w:rPr>
            <w:rStyle w:val="Hyperlink"/>
            <w:noProof/>
          </w:rPr>
          <w:t>Allgemein</w:t>
        </w:r>
        <w:r w:rsidR="00DD2866">
          <w:rPr>
            <w:noProof/>
          </w:rPr>
          <w:tab/>
        </w:r>
        <w:r w:rsidR="00DD2866">
          <w:rPr>
            <w:noProof/>
          </w:rPr>
          <w:fldChar w:fldCharType="begin"/>
        </w:r>
        <w:r w:rsidR="00DD2866">
          <w:rPr>
            <w:noProof/>
          </w:rPr>
          <w:instrText xml:space="preserve"> PAGEREF _Toc121412613 \h </w:instrText>
        </w:r>
        <w:r w:rsidR="00DD2866">
          <w:rPr>
            <w:noProof/>
          </w:rPr>
        </w:r>
        <w:r w:rsidR="00DD2866">
          <w:rPr>
            <w:noProof/>
          </w:rPr>
          <w:fldChar w:fldCharType="separate"/>
        </w:r>
        <w:r w:rsidR="00DD2866">
          <w:rPr>
            <w:noProof/>
          </w:rPr>
          <w:t>4</w:t>
        </w:r>
        <w:r w:rsidR="00DD2866">
          <w:rPr>
            <w:noProof/>
          </w:rPr>
          <w:fldChar w:fldCharType="end"/>
        </w:r>
      </w:hyperlink>
    </w:p>
    <w:p w14:paraId="4A9F4998" w14:textId="2C9FE145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14" w:history="1">
        <w:r w:rsidRPr="00B203E2">
          <w:rPr>
            <w:rStyle w:val="Hyperlink"/>
            <w:noProof/>
          </w:rPr>
          <w:t>1.1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Einführung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BD725C2" w14:textId="26D4EF36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15" w:history="1">
        <w:r w:rsidRPr="00B203E2">
          <w:rPr>
            <w:rStyle w:val="Hyperlink"/>
            <w:noProof/>
          </w:rPr>
          <w:t>1.2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Auslesen der FW des CAN-Controllers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7D05FA3" w14:textId="522C2C9F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16" w:history="1">
        <w:r w:rsidRPr="00B203E2">
          <w:rPr>
            <w:rStyle w:val="Hyperlink"/>
            <w:noProof/>
          </w:rPr>
          <w:t>1.3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Auslesen der FW der RFID-Baugruppe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FF1DA17" w14:textId="1746D632" w:rsidR="00DD2866" w:rsidRDefault="00DD2866">
      <w:pPr>
        <w:pStyle w:val="Verzeichnis1"/>
        <w:rPr>
          <w:rFonts w:eastAsiaTheme="minorEastAsia" w:cstheme="minorBidi"/>
          <w:b w:val="0"/>
          <w:noProof/>
          <w:sz w:val="22"/>
          <w:szCs w:val="22"/>
        </w:rPr>
      </w:pPr>
      <w:hyperlink w:anchor="_Toc121412617" w:history="1">
        <w:r w:rsidRPr="00B203E2">
          <w:rPr>
            <w:rStyle w:val="Hyperlink"/>
            <w:noProof/>
          </w:rPr>
          <w:t>2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Einstellungen für den RFID-Datenträgerzugriff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C487115" w14:textId="7A2F969E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18" w:history="1">
        <w:r w:rsidRPr="00B203E2">
          <w:rPr>
            <w:rStyle w:val="Hyperlink"/>
            <w:noProof/>
            <w:lang w:val="en-US"/>
          </w:rPr>
          <w:t>2.1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  <w:lang w:val="en-US"/>
          </w:rPr>
          <w:t>3DES Key setzen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2270C78" w14:textId="019F0B8A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19" w:history="1">
        <w:r w:rsidRPr="00B203E2">
          <w:rPr>
            <w:rStyle w:val="Hyperlink"/>
            <w:noProof/>
            <w:lang w:val="en-US"/>
          </w:rPr>
          <w:t>2.2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  <w:lang w:val="en-US"/>
          </w:rPr>
          <w:t>ApplicationNr einstellen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F162943" w14:textId="506E3628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0" w:history="1">
        <w:r w:rsidRPr="00B203E2">
          <w:rPr>
            <w:rStyle w:val="Hyperlink"/>
            <w:noProof/>
          </w:rPr>
          <w:t>2.3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Application KeyNr einstellen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039EF18" w14:textId="50308DD7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1" w:history="1">
        <w:r w:rsidRPr="00B203E2">
          <w:rPr>
            <w:rStyle w:val="Hyperlink"/>
            <w:noProof/>
          </w:rPr>
          <w:t>2.4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Application Key setzen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9963A06" w14:textId="327F94C9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2" w:history="1">
        <w:r w:rsidRPr="00B203E2">
          <w:rPr>
            <w:rStyle w:val="Hyperlink"/>
            <w:noProof/>
          </w:rPr>
          <w:t>2.5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Flags mit Dateiinformationen setzen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33CA489" w14:textId="695E3985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3" w:history="1">
        <w:r w:rsidRPr="00B203E2">
          <w:rPr>
            <w:rStyle w:val="Hyperlink"/>
            <w:noProof/>
          </w:rPr>
          <w:t>2.6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FileNr setzen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88109FE" w14:textId="08776BDB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4" w:history="1">
        <w:r w:rsidRPr="00B203E2">
          <w:rPr>
            <w:rStyle w:val="Hyperlink"/>
            <w:noProof/>
          </w:rPr>
          <w:t>2.7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KeyNr für Dateizugriff setzen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969102A" w14:textId="24B16CB3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5" w:history="1">
        <w:r w:rsidRPr="00B203E2">
          <w:rPr>
            <w:rStyle w:val="Hyperlink"/>
            <w:noProof/>
          </w:rPr>
          <w:t>2.8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Key für Dateizugriff setzen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E9E129E" w14:textId="536C2AF4" w:rsidR="00DD2866" w:rsidRDefault="00DD2866">
      <w:pPr>
        <w:pStyle w:val="Verzeichnis1"/>
        <w:rPr>
          <w:rFonts w:eastAsiaTheme="minorEastAsia" w:cstheme="minorBidi"/>
          <w:b w:val="0"/>
          <w:noProof/>
          <w:sz w:val="22"/>
          <w:szCs w:val="22"/>
        </w:rPr>
      </w:pPr>
      <w:hyperlink w:anchor="_Toc121412626" w:history="1">
        <w:r w:rsidRPr="00B203E2">
          <w:rPr>
            <w:rStyle w:val="Hyperlink"/>
            <w:noProof/>
          </w:rPr>
          <w:t>3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Nach dem Einstellen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13D1EE0" w14:textId="37ACA464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7" w:history="1">
        <w:r w:rsidRPr="00B203E2">
          <w:rPr>
            <w:rStyle w:val="Hyperlink"/>
            <w:noProof/>
          </w:rPr>
          <w:t>3.1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Write File, neuer RFID-Schlüssel wird erstellt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0D64B4C" w14:textId="635CBDCA" w:rsidR="00DD2866" w:rsidRDefault="00DD2866">
      <w:pPr>
        <w:pStyle w:val="Verzeichnis2"/>
        <w:rPr>
          <w:rFonts w:eastAsiaTheme="minorEastAsia" w:cstheme="minorBidi"/>
          <w:b w:val="0"/>
          <w:noProof/>
          <w:sz w:val="22"/>
          <w:szCs w:val="22"/>
        </w:rPr>
      </w:pPr>
      <w:hyperlink w:anchor="_Toc121412628" w:history="1">
        <w:r w:rsidRPr="00B203E2">
          <w:rPr>
            <w:rStyle w:val="Hyperlink"/>
            <w:noProof/>
          </w:rPr>
          <w:t>3.2</w:t>
        </w:r>
        <w:r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Pr="00B203E2">
          <w:rPr>
            <w:rStyle w:val="Hyperlink"/>
            <w:noProof/>
          </w:rPr>
          <w:t>Read File, vorhandener RFID-Schlüssel wird erfasst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_Toc121412628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9D6F061" w14:textId="781366DE" w:rsidR="00C0723D" w:rsidRPr="006D4918" w:rsidRDefault="00C0723D" w:rsidP="00B611C8">
      <w:pPr>
        <w:pStyle w:val="Verzeichnis1"/>
      </w:pPr>
      <w:r w:rsidRPr="006D4918">
        <w:fldChar w:fldCharType="end"/>
      </w:r>
    </w:p>
    <w:p w14:paraId="75D09B9E" w14:textId="77777777" w:rsidR="00C0723D" w:rsidRPr="006D4918" w:rsidRDefault="00C0723D"/>
    <w:p w14:paraId="5EEEE931" w14:textId="4D4D77FB" w:rsidR="006D4918" w:rsidRDefault="00E67DE5" w:rsidP="00C82107">
      <w:pPr>
        <w:pStyle w:val="berschrift1"/>
      </w:pPr>
      <w:bookmarkStart w:id="0" w:name="_Toc24464"/>
      <w:bookmarkStart w:id="1" w:name="_Toc121412613"/>
      <w:r>
        <w:lastRenderedPageBreak/>
        <w:t>Allgemein</w:t>
      </w:r>
      <w:bookmarkEnd w:id="0"/>
      <w:bookmarkEnd w:id="1"/>
    </w:p>
    <w:p w14:paraId="3480A4F0" w14:textId="77777777" w:rsidR="00DE447F" w:rsidRDefault="00DE447F" w:rsidP="00DE447F">
      <w:pPr>
        <w:pStyle w:val="berschrift2"/>
      </w:pPr>
      <w:bookmarkStart w:id="2" w:name="_Toc121412614"/>
      <w:r>
        <w:t>Einführung</w:t>
      </w:r>
      <w:bookmarkEnd w:id="2"/>
    </w:p>
    <w:p w14:paraId="02A3B5C2" w14:textId="730CF1B5" w:rsidR="0043673E" w:rsidRDefault="00DE447F" w:rsidP="0043673E">
      <w:r>
        <w:t>Im Folgenden gibt es die Kommunikation zwischen 2 Partnern:</w:t>
      </w:r>
    </w:p>
    <w:p w14:paraId="42D9EFD3" w14:textId="24D3297D" w:rsidR="00DE447F" w:rsidRDefault="00DE447F" w:rsidP="0043673E">
      <w:r>
        <w:t>Einstellsoftware</w:t>
      </w:r>
      <w:r w:rsidR="00755B0D">
        <w:t xml:space="preserve"> und RFID-Schloss</w:t>
      </w:r>
      <w:r w:rsidR="00D63352">
        <w:t>:</w:t>
      </w:r>
      <w:r w:rsidR="00D63352">
        <w:tab/>
      </w:r>
      <w:r w:rsidR="00D63352">
        <w:tab/>
      </w:r>
      <w:r w:rsidR="00512003" w:rsidRPr="007D033C">
        <w:t>1BC00036</w:t>
      </w:r>
      <w:r w:rsidR="00512003">
        <w:t xml:space="preserve"> &lt;&gt; </w:t>
      </w:r>
      <w:r w:rsidR="00512003" w:rsidRPr="007D033C">
        <w:t>1BC1B000</w:t>
      </w:r>
    </w:p>
    <w:p w14:paraId="584FE0FD" w14:textId="6783C960" w:rsidR="002E7542" w:rsidRPr="00E121DC" w:rsidRDefault="002E7542" w:rsidP="002E7542">
      <w:r w:rsidRPr="00E121DC">
        <w:t xml:space="preserve">RFID-Schloss und </w:t>
      </w:r>
      <w:r w:rsidR="00987FC4" w:rsidRPr="00E121DC">
        <w:t>ECU_A</w:t>
      </w:r>
      <w:r w:rsidR="00D63352" w:rsidRPr="00E121DC">
        <w:t>:</w:t>
      </w:r>
      <w:r w:rsidR="00D63352" w:rsidRPr="00E121DC">
        <w:tab/>
      </w:r>
      <w:r w:rsidR="00D63352" w:rsidRPr="00E121DC">
        <w:tab/>
      </w:r>
      <w:r w:rsidR="00D63352" w:rsidRPr="00E121DC">
        <w:tab/>
        <w:t>1BC1B001 &lt;&gt;</w:t>
      </w:r>
      <w:r w:rsidRPr="00E121DC">
        <w:t xml:space="preserve"> 1BC00836</w:t>
      </w:r>
      <w:r w:rsidR="00E121DC" w:rsidRPr="00E121DC">
        <w:t xml:space="preserve"> (im</w:t>
      </w:r>
      <w:r w:rsidR="00E121DC">
        <w:t xml:space="preserve"> letzten Kapitel</w:t>
      </w:r>
      <w:r w:rsidR="001459B6">
        <w:t xml:space="preserve"> zu finden)</w:t>
      </w:r>
    </w:p>
    <w:p w14:paraId="3EF88763" w14:textId="3B724ADD" w:rsidR="00512003" w:rsidRPr="00E121DC" w:rsidRDefault="00512003" w:rsidP="002E7542"/>
    <w:p w14:paraId="12E43DAE" w14:textId="4DDE035C" w:rsidR="00545D0F" w:rsidRDefault="00E67DE5" w:rsidP="00545D0F">
      <w:pPr>
        <w:pStyle w:val="berschrift2"/>
      </w:pPr>
      <w:bookmarkStart w:id="3" w:name="_Toc70688390"/>
      <w:bookmarkStart w:id="4" w:name="_Toc121412615"/>
      <w:r>
        <w:t>Auslesen der FW des CAN-Controllers</w:t>
      </w:r>
      <w:bookmarkEnd w:id="3"/>
      <w:bookmarkEnd w:id="4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134"/>
        <w:gridCol w:w="2409"/>
        <w:gridCol w:w="5953"/>
      </w:tblGrid>
      <w:tr w:rsidR="005F347C" w:rsidRPr="00E364DF" w14:paraId="1D75F2B0" w14:textId="77777777" w:rsidTr="00482B56"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4F146D4C" w14:textId="4DDE035C" w:rsidR="005F347C" w:rsidRDefault="005F347C" w:rsidP="00BD55A0">
            <w:pPr>
              <w:pStyle w:val="Tabelle"/>
            </w:pPr>
            <w:r>
              <w:t>#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5355F35F" w14:textId="40D1E394" w:rsidR="005F347C" w:rsidRPr="00E364DF" w:rsidRDefault="005F347C" w:rsidP="00BD55A0">
            <w:pPr>
              <w:pStyle w:val="Tabelle"/>
            </w:pPr>
            <w:r>
              <w:t>Adresse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23666DD6" w14:textId="3848BC6E" w:rsidR="005F347C" w:rsidRPr="00E364DF" w:rsidRDefault="005F347C" w:rsidP="00BD55A0">
            <w:pPr>
              <w:pStyle w:val="Tabelle"/>
            </w:pPr>
            <w:r>
              <w:t>Inhalt</w:t>
            </w:r>
          </w:p>
        </w:tc>
        <w:tc>
          <w:tcPr>
            <w:tcW w:w="595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1F01A725" w14:textId="1170D679" w:rsidR="005F347C" w:rsidRPr="00E364DF" w:rsidRDefault="005F347C" w:rsidP="00BD55A0">
            <w:pPr>
              <w:pStyle w:val="Tabelle"/>
            </w:pPr>
            <w:r>
              <w:t>Funktion</w:t>
            </w:r>
          </w:p>
        </w:tc>
      </w:tr>
      <w:tr w:rsidR="005F347C" w:rsidRPr="00482B56" w14:paraId="5ACC0CEA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97FD6D5" w14:textId="571D4592" w:rsidR="005F347C" w:rsidRPr="00482B56" w:rsidRDefault="005F347C" w:rsidP="005F347C">
            <w:r w:rsidRPr="00482B56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0EBFEE9" w14:textId="0A60F7ED" w:rsidR="005F347C" w:rsidRPr="00482B56" w:rsidRDefault="005F347C" w:rsidP="005F347C">
            <w:r w:rsidRPr="007D033C">
              <w:t>1BC00036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B554A92" w14:textId="1318F749" w:rsidR="005F347C" w:rsidRPr="00482B56" w:rsidRDefault="005F347C" w:rsidP="00482B56">
            <w:r w:rsidRPr="007D033C">
              <w:t xml:space="preserve">03 22 60 41 AA AA AA AA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2C5D1C94" w14:textId="77777777" w:rsidR="006D49AA" w:rsidRDefault="005D6BF2" w:rsidP="00482B56">
            <w:r w:rsidRPr="00482B56">
              <w:t xml:space="preserve">0 = </w:t>
            </w:r>
            <w:r w:rsidR="00280918">
              <w:t>Single</w:t>
            </w:r>
            <w:r w:rsidRPr="00482B56">
              <w:t xml:space="preserve"> Frame</w:t>
            </w:r>
          </w:p>
          <w:p w14:paraId="4AFC3C23" w14:textId="1438347A" w:rsidR="005D6BF2" w:rsidRPr="00482B56" w:rsidRDefault="006D49AA" w:rsidP="00482B56">
            <w:r>
              <w:t>3 = es folgen</w:t>
            </w:r>
            <w:r w:rsidR="005D6BF2" w:rsidRPr="00482B56">
              <w:t xml:space="preserve"> 3 Bytes Nutzlast</w:t>
            </w:r>
          </w:p>
          <w:p w14:paraId="7398C200" w14:textId="77777777" w:rsidR="005D6BF2" w:rsidRPr="00482B56" w:rsidRDefault="005D6BF2" w:rsidP="00482B56">
            <w:r w:rsidRPr="00482B56">
              <w:t>22 = Read by Identifyer</w:t>
            </w:r>
          </w:p>
          <w:p w14:paraId="1E815D41" w14:textId="77777777" w:rsidR="005F347C" w:rsidRDefault="005D6BF2" w:rsidP="00482B56">
            <w:r w:rsidRPr="00482B56">
              <w:t>60 41 = Kommandokode</w:t>
            </w:r>
          </w:p>
          <w:p w14:paraId="089F1A99" w14:textId="6398857A" w:rsidR="00413D07" w:rsidRPr="00482B56" w:rsidRDefault="00413D07" w:rsidP="00482B56">
            <w:r>
              <w:t>Es folgen Füllbytes</w:t>
            </w:r>
          </w:p>
        </w:tc>
      </w:tr>
      <w:tr w:rsidR="005F347C" w:rsidRPr="0001213F" w14:paraId="48188097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CBDB201" w14:textId="64B341CA" w:rsidR="005F347C" w:rsidRPr="00482B56" w:rsidRDefault="005F347C" w:rsidP="005F347C">
            <w:r w:rsidRPr="00482B56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D232AB" w14:textId="49D6639C" w:rsidR="005F347C" w:rsidRPr="00482B56" w:rsidRDefault="005F347C" w:rsidP="005F347C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1EEADDA" w14:textId="1D8667E9" w:rsidR="005F347C" w:rsidRPr="00482B56" w:rsidRDefault="005F347C" w:rsidP="00482B56">
            <w:r w:rsidRPr="007D033C">
              <w:t xml:space="preserve">10 22 62 60 41 44 45 53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7C9054F7" w14:textId="44C244F8" w:rsidR="005F347C" w:rsidRPr="00482B56" w:rsidRDefault="00280918" w:rsidP="00280918">
            <w:r>
              <w:t xml:space="preserve">First Frame mit Inhalt </w:t>
            </w:r>
            <w:r w:rsidR="005D6BF2" w:rsidRPr="007D033C">
              <w:t>44 45 53</w:t>
            </w:r>
            <w:r w:rsidR="005D6BF2" w:rsidRPr="00280918">
              <w:t xml:space="preserve"> = DES</w:t>
            </w:r>
          </w:p>
        </w:tc>
      </w:tr>
      <w:tr w:rsidR="005F347C" w:rsidRPr="0001213F" w14:paraId="4CC1D8FB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67EF1B4" w14:textId="01BEA13A" w:rsidR="005F347C" w:rsidRPr="00482B56" w:rsidRDefault="005F347C" w:rsidP="005F347C">
            <w:r w:rsidRPr="00482B5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618CD8" w14:textId="4819FEE9" w:rsidR="005F347C" w:rsidRPr="00482B56" w:rsidRDefault="005F347C" w:rsidP="005F347C">
            <w:r w:rsidRPr="007D033C">
              <w:t>1BC00036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E64F6CA" w14:textId="4BE6D169" w:rsidR="005F347C" w:rsidRPr="00482B56" w:rsidRDefault="005F347C" w:rsidP="00482B56">
            <w:r w:rsidRPr="007D033C">
              <w:t xml:space="preserve">30 0F 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225C5F54" w14:textId="441A58D9" w:rsidR="005F347C" w:rsidRPr="00482B56" w:rsidRDefault="005D6BF2" w:rsidP="00482B56">
            <w:r w:rsidRPr="00482B56">
              <w:t>Flow Control: bis zu 15 Blöcke erlaubt, Pausen unnötig</w:t>
            </w:r>
          </w:p>
        </w:tc>
      </w:tr>
      <w:tr w:rsidR="005F347C" w:rsidRPr="00482B56" w14:paraId="412FC030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1D0D09B" w14:textId="66DAEA9F" w:rsidR="005F347C" w:rsidRPr="00482B56" w:rsidRDefault="005F347C" w:rsidP="005F347C">
            <w:r w:rsidRPr="00482B56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DC4CE24" w14:textId="60BE5C18" w:rsidR="005F347C" w:rsidRPr="00482B56" w:rsidRDefault="005F347C" w:rsidP="005F347C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2252EEB" w14:textId="6943E6A9" w:rsidR="005F347C" w:rsidRPr="00482B56" w:rsidRDefault="005F347C" w:rsidP="00482B56">
            <w:r w:rsidRPr="007D033C">
              <w:t xml:space="preserve">21 2D 4C 4F 43 4B 2D 43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5785C051" w14:textId="15304FF6" w:rsidR="005F347C" w:rsidRPr="00482B56" w:rsidRDefault="00482B56" w:rsidP="00482B56">
            <w:r w:rsidRPr="00482B56">
              <w:t xml:space="preserve">Consecutive Frame mit Inhalt </w:t>
            </w:r>
            <w:r w:rsidRPr="007D033C">
              <w:t>2D 4C 4F 43 4B 2D 43</w:t>
            </w:r>
            <w:r w:rsidRPr="00482B56">
              <w:t>= -LOCK-C</w:t>
            </w:r>
          </w:p>
        </w:tc>
      </w:tr>
      <w:tr w:rsidR="005F347C" w:rsidRPr="0001213F" w14:paraId="59D2386F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9EB08FE" w14:textId="1041D687" w:rsidR="005F347C" w:rsidRPr="00482B56" w:rsidRDefault="005F347C" w:rsidP="005F347C">
            <w:r w:rsidRPr="00482B56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7A83377" w14:textId="6C1547B0" w:rsidR="005F347C" w:rsidRPr="00482B56" w:rsidRDefault="005F347C" w:rsidP="005F347C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ACB2762" w14:textId="340A76CF" w:rsidR="005F347C" w:rsidRPr="00482B56" w:rsidRDefault="005F347C" w:rsidP="00482B56">
            <w:r w:rsidRPr="007D033C">
              <w:t xml:space="preserve">22 41 4E 2D 4B 45 20 56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6EB2BB8E" w14:textId="5B94B72C" w:rsidR="005F347C" w:rsidRPr="00482B56" w:rsidRDefault="00482B56" w:rsidP="00482B56">
            <w:r w:rsidRPr="00482B56">
              <w:t>Consecutive Frame mit Inhalt 41 4E 2D 4B 45 20 56 = AN-KE V</w:t>
            </w:r>
          </w:p>
        </w:tc>
      </w:tr>
      <w:tr w:rsidR="005F347C" w:rsidRPr="00482B56" w14:paraId="73B97D90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17E4E0F" w14:textId="30EB8BDB" w:rsidR="005F347C" w:rsidRPr="00482B56" w:rsidRDefault="005F347C" w:rsidP="005F347C">
            <w:r w:rsidRPr="00482B56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FF4848" w14:textId="57D4F346" w:rsidR="005F347C" w:rsidRPr="00482B56" w:rsidRDefault="005F347C" w:rsidP="005F347C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4849E70" w14:textId="0B16D06C" w:rsidR="005F347C" w:rsidRPr="00482B56" w:rsidRDefault="005F347C" w:rsidP="00482B56">
            <w:r w:rsidRPr="007D033C">
              <w:t xml:space="preserve">23 32 30 20 32 30 32 31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2EBF15F1" w14:textId="606FE002" w:rsidR="005F347C" w:rsidRPr="00482B56" w:rsidRDefault="00482B56" w:rsidP="00482B56">
            <w:r w:rsidRPr="00482B56">
              <w:t>Consecutive Frame mit Inhalt</w:t>
            </w:r>
            <w:r>
              <w:t xml:space="preserve"> </w:t>
            </w:r>
            <w:r w:rsidRPr="007D033C">
              <w:t>32 30 20 32 30 32 31</w:t>
            </w:r>
            <w:r>
              <w:t xml:space="preserve"> = </w:t>
            </w:r>
            <w:r w:rsidRPr="00482B56">
              <w:t>20 2021</w:t>
            </w:r>
          </w:p>
        </w:tc>
      </w:tr>
      <w:tr w:rsidR="005F347C" w:rsidRPr="00482B56" w14:paraId="5825424F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5F51623" w14:textId="326937A4" w:rsidR="005F347C" w:rsidRPr="00482B56" w:rsidRDefault="005F347C" w:rsidP="005F347C">
            <w:r w:rsidRPr="00482B56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1B372B8" w14:textId="350D50E9" w:rsidR="005F347C" w:rsidRPr="00482B56" w:rsidRDefault="005F347C" w:rsidP="005F347C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C44B723" w14:textId="4D138E0F" w:rsidR="005F347C" w:rsidRPr="00482B56" w:rsidRDefault="005F347C" w:rsidP="00482B56">
            <w:r w:rsidRPr="007D033C">
              <w:t xml:space="preserve">24 30 37 32 33 20 50 4D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53329FB2" w14:textId="75A57DFF" w:rsidR="005F347C" w:rsidRPr="00482B56" w:rsidRDefault="00482B56" w:rsidP="00482B56">
            <w:r w:rsidRPr="00482B56">
              <w:t>Consecutive Frame mit Inhalt</w:t>
            </w:r>
            <w:r>
              <w:t xml:space="preserve"> </w:t>
            </w:r>
            <w:r w:rsidRPr="007D033C">
              <w:t>30 37 32 33 20 50 4D</w:t>
            </w:r>
            <w:r>
              <w:t xml:space="preserve"> = </w:t>
            </w:r>
            <w:r w:rsidRPr="00482B56">
              <w:t>0723 PM</w:t>
            </w:r>
          </w:p>
        </w:tc>
      </w:tr>
      <w:tr w:rsidR="005F347C" w:rsidRPr="00482B56" w14:paraId="285CB424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CAE4C32" w14:textId="534F5843" w:rsidR="005F347C" w:rsidRPr="00482B56" w:rsidRDefault="005F347C" w:rsidP="005F347C">
            <w:r w:rsidRPr="00482B56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064045D" w14:textId="0613532C" w:rsidR="005F347C" w:rsidRPr="00482B56" w:rsidRDefault="005F347C" w:rsidP="005F347C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8080C19" w14:textId="189136F4" w:rsidR="005F347C" w:rsidRPr="00482B56" w:rsidRDefault="005F347C" w:rsidP="00482B56">
            <w:r w:rsidRPr="007D033C">
              <w:t xml:space="preserve">25 00 00 00 00 00 00 00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07C4EA49" w14:textId="48E6BEE2" w:rsidR="005F347C" w:rsidRPr="00482B56" w:rsidRDefault="00482B56" w:rsidP="00482B56">
            <w:r w:rsidRPr="00482B56">
              <w:t xml:space="preserve">Consecutive Frame mit </w:t>
            </w:r>
            <w:r>
              <w:t>Schlusszeichen 00</w:t>
            </w:r>
          </w:p>
        </w:tc>
      </w:tr>
    </w:tbl>
    <w:p w14:paraId="31D5DB84" w14:textId="45360409" w:rsidR="00545D0F" w:rsidRDefault="00E67DE5" w:rsidP="00482B56">
      <w:pPr>
        <w:pStyle w:val="berschrift2"/>
      </w:pPr>
      <w:bookmarkStart w:id="5" w:name="_Toc70688391"/>
      <w:bookmarkStart w:id="6" w:name="_Toc121412616"/>
      <w:r>
        <w:t>Auslesen der FW der RFID-</w:t>
      </w:r>
      <w:bookmarkEnd w:id="5"/>
      <w:r>
        <w:t>Baugruppe</w:t>
      </w:r>
      <w:bookmarkEnd w:id="6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134"/>
        <w:gridCol w:w="2409"/>
        <w:gridCol w:w="5953"/>
      </w:tblGrid>
      <w:tr w:rsidR="00482B56" w:rsidRPr="00E364DF" w14:paraId="0578041A" w14:textId="77777777" w:rsidTr="00482B56"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52E565A5" w14:textId="77777777" w:rsidR="00482B56" w:rsidRDefault="00482B56" w:rsidP="00BD55A0">
            <w:pPr>
              <w:pStyle w:val="Tabelle"/>
            </w:pPr>
            <w:r>
              <w:t>#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45793F16" w14:textId="77777777" w:rsidR="00482B56" w:rsidRPr="00E364DF" w:rsidRDefault="00482B56" w:rsidP="00BD55A0">
            <w:pPr>
              <w:pStyle w:val="Tabelle"/>
            </w:pPr>
            <w:r>
              <w:t>Adresse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57760828" w14:textId="77777777" w:rsidR="00482B56" w:rsidRPr="00E364DF" w:rsidRDefault="00482B56" w:rsidP="00BD55A0">
            <w:pPr>
              <w:pStyle w:val="Tabelle"/>
            </w:pPr>
            <w:r>
              <w:t>Inhalt</w:t>
            </w:r>
          </w:p>
        </w:tc>
        <w:tc>
          <w:tcPr>
            <w:tcW w:w="595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623C636" w14:textId="77777777" w:rsidR="00482B56" w:rsidRPr="00E364DF" w:rsidRDefault="00482B56" w:rsidP="00BD55A0">
            <w:pPr>
              <w:pStyle w:val="Tabelle"/>
            </w:pPr>
            <w:r>
              <w:t>Funktion</w:t>
            </w:r>
          </w:p>
        </w:tc>
      </w:tr>
      <w:tr w:rsidR="00482B56" w:rsidRPr="00A73FC6" w14:paraId="232BEC67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841FDEF" w14:textId="77777777" w:rsidR="00482B56" w:rsidRPr="00A73FC6" w:rsidRDefault="00482B56" w:rsidP="00482B56">
            <w:r w:rsidRPr="00A73FC6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6B7A545" w14:textId="77777777" w:rsidR="00482B56" w:rsidRPr="00A73FC6" w:rsidRDefault="00482B56" w:rsidP="00482B56">
            <w:r w:rsidRPr="007D033C">
              <w:t>1BC00036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E4C340B" w14:textId="719D94DA" w:rsidR="00482B56" w:rsidRPr="00A73FC6" w:rsidRDefault="00482B56" w:rsidP="00482B56">
            <w:r w:rsidRPr="00482B56">
              <w:t xml:space="preserve">03 22 60 42 AA AA AA AA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476B6AA0" w14:textId="4E1C4073" w:rsidR="00413D07" w:rsidRDefault="00482B56" w:rsidP="00482B56">
            <w:r w:rsidRPr="00A73FC6">
              <w:t xml:space="preserve">0 = </w:t>
            </w:r>
            <w:r w:rsidR="00280918" w:rsidRPr="0001213F">
              <w:t xml:space="preserve">Single </w:t>
            </w:r>
            <w:r w:rsidRPr="00A73FC6">
              <w:t>Frame</w:t>
            </w:r>
          </w:p>
          <w:p w14:paraId="1C7533A9" w14:textId="74785778" w:rsidR="00482B56" w:rsidRPr="00A73FC6" w:rsidRDefault="00482B56" w:rsidP="00482B56">
            <w:r w:rsidRPr="00A73FC6">
              <w:t xml:space="preserve">3 </w:t>
            </w:r>
            <w:r w:rsidR="00413D07">
              <w:t xml:space="preserve">= es folgen </w:t>
            </w:r>
            <w:r w:rsidRPr="00A73FC6">
              <w:t>Bytes Nutzlast</w:t>
            </w:r>
          </w:p>
          <w:p w14:paraId="574B8D92" w14:textId="77777777" w:rsidR="00482B56" w:rsidRPr="00A73FC6" w:rsidRDefault="00482B56" w:rsidP="00482B56">
            <w:r w:rsidRPr="00A73FC6">
              <w:t>22 = Read by Identifyer</w:t>
            </w:r>
          </w:p>
          <w:p w14:paraId="48CCE250" w14:textId="77777777" w:rsidR="00482B56" w:rsidRDefault="00482B56" w:rsidP="00482B56">
            <w:r w:rsidRPr="00A73FC6">
              <w:t>60 42 = Kommandokode</w:t>
            </w:r>
          </w:p>
          <w:p w14:paraId="0882F634" w14:textId="0A0DB51B" w:rsidR="00413D07" w:rsidRPr="00A73FC6" w:rsidRDefault="00413D07" w:rsidP="00482B56">
            <w:r>
              <w:t>Es folgen Füllbytes</w:t>
            </w:r>
          </w:p>
        </w:tc>
      </w:tr>
      <w:tr w:rsidR="00482B56" w:rsidRPr="0001213F" w14:paraId="06568E7C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718F824" w14:textId="77777777" w:rsidR="00482B56" w:rsidRPr="00A73FC6" w:rsidRDefault="00482B56" w:rsidP="00482B56">
            <w:r w:rsidRPr="00A73FC6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F47D48" w14:textId="77777777" w:rsidR="00482B56" w:rsidRPr="00A73FC6" w:rsidRDefault="00482B56" w:rsidP="00482B56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57704D5" w14:textId="61BB2B72" w:rsidR="00482B56" w:rsidRPr="00A73FC6" w:rsidRDefault="00482B56" w:rsidP="00482B56">
            <w:r w:rsidRPr="00482B56">
              <w:t xml:space="preserve">10 25 62 60 42 4F 45 4D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4E2BEE01" w14:textId="0DF7C45E" w:rsidR="00482B56" w:rsidRPr="00A73FC6" w:rsidRDefault="00280918" w:rsidP="00482B56">
            <w:r w:rsidRPr="0001213F">
              <w:t xml:space="preserve">First Frame mit </w:t>
            </w:r>
            <w:r w:rsidR="00482B56" w:rsidRPr="0001213F">
              <w:t xml:space="preserve">Inhalt </w:t>
            </w:r>
            <w:r w:rsidR="00482B56" w:rsidRPr="00482B56">
              <w:t xml:space="preserve">4F 45 4D </w:t>
            </w:r>
            <w:r w:rsidR="00482B56" w:rsidRPr="00A73FC6">
              <w:t>= OEM</w:t>
            </w:r>
          </w:p>
        </w:tc>
      </w:tr>
      <w:tr w:rsidR="00482B56" w:rsidRPr="0001213F" w14:paraId="66FA40D4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1A4D0A9" w14:textId="77777777" w:rsidR="00482B56" w:rsidRPr="00A73FC6" w:rsidRDefault="00482B56" w:rsidP="00482B56">
            <w:r w:rsidRPr="00A73FC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E5C446" w14:textId="77777777" w:rsidR="00482B56" w:rsidRPr="00A73FC6" w:rsidRDefault="00482B56" w:rsidP="00482B56">
            <w:r w:rsidRPr="007D033C">
              <w:t>1BC00036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BA7AC51" w14:textId="692F1A3C" w:rsidR="00482B56" w:rsidRPr="00A73FC6" w:rsidRDefault="00482B56" w:rsidP="00482B56">
            <w:r w:rsidRPr="00482B56">
              <w:t xml:space="preserve">30 0F 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3A8A4EB5" w14:textId="77777777" w:rsidR="00482B56" w:rsidRPr="00A73FC6" w:rsidRDefault="00482B56" w:rsidP="00482B56">
            <w:r w:rsidRPr="00A73FC6">
              <w:t>Flow Control: bis zu  15 Blöcke erlaubt, Pausen unnötig</w:t>
            </w:r>
          </w:p>
        </w:tc>
      </w:tr>
      <w:tr w:rsidR="00482B56" w:rsidRPr="0001213F" w14:paraId="002CA808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996055F" w14:textId="77777777" w:rsidR="00482B56" w:rsidRPr="00A73FC6" w:rsidRDefault="00482B56" w:rsidP="00482B56">
            <w:r w:rsidRPr="00A73FC6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B58C6C1" w14:textId="77777777" w:rsidR="00482B56" w:rsidRPr="00A73FC6" w:rsidRDefault="00482B56" w:rsidP="00482B56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7CDD1A0" w14:textId="1A77CB9C" w:rsidR="00482B56" w:rsidRPr="00A73FC6" w:rsidRDefault="00482B56" w:rsidP="00482B56">
            <w:r w:rsidRPr="00482B56">
              <w:t xml:space="preserve">21 2D 44 45 53 2D 4D 38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4DEFB62C" w14:textId="3233D676" w:rsidR="00482B56" w:rsidRPr="00A73FC6" w:rsidRDefault="00482B56" w:rsidP="00482B56">
            <w:r w:rsidRPr="00A73FC6">
              <w:t>Consecutive Frame mit Inhalt</w:t>
            </w:r>
            <w:r w:rsidR="00A73FC6" w:rsidRPr="00A73FC6">
              <w:t xml:space="preserve"> </w:t>
            </w:r>
            <w:r w:rsidR="00A73FC6" w:rsidRPr="00482B56">
              <w:t>2D 44 45 53 2D 4D 38</w:t>
            </w:r>
            <w:r w:rsidR="00A73FC6" w:rsidRPr="0001213F">
              <w:t xml:space="preserve"> </w:t>
            </w:r>
            <w:r w:rsidR="00A73FC6" w:rsidRPr="00A73FC6">
              <w:t>= -DES-M8</w:t>
            </w:r>
          </w:p>
        </w:tc>
      </w:tr>
      <w:tr w:rsidR="00482B56" w:rsidRPr="00A73FC6" w14:paraId="227EC501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C36D98D" w14:textId="77777777" w:rsidR="00482B56" w:rsidRPr="00A73FC6" w:rsidRDefault="00482B56" w:rsidP="00482B56">
            <w:r w:rsidRPr="00A73FC6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44DB3A" w14:textId="77777777" w:rsidR="00482B56" w:rsidRPr="00A73FC6" w:rsidRDefault="00482B56" w:rsidP="00482B56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F9B229A" w14:textId="365AB1BD" w:rsidR="00482B56" w:rsidRPr="00A73FC6" w:rsidRDefault="00482B56" w:rsidP="00482B56">
            <w:r w:rsidRPr="00482B56">
              <w:t xml:space="preserve">22 39 30 2D 54 54 4C 20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3D8B4264" w14:textId="018A706B" w:rsidR="00482B56" w:rsidRPr="00A73FC6" w:rsidRDefault="00482B56" w:rsidP="00482B56">
            <w:r w:rsidRPr="00A73FC6">
              <w:t>Consecutive Frame mit Inhalt</w:t>
            </w:r>
            <w:r w:rsidR="00A73FC6">
              <w:t xml:space="preserve"> </w:t>
            </w:r>
            <w:r w:rsidR="00A73FC6" w:rsidRPr="00482B56">
              <w:t>39 30 2D 54 54 4C 20</w:t>
            </w:r>
            <w:r w:rsidR="00A73FC6">
              <w:t xml:space="preserve"> = 90-TTL </w:t>
            </w:r>
          </w:p>
        </w:tc>
      </w:tr>
      <w:tr w:rsidR="00482B56" w:rsidRPr="00A73FC6" w14:paraId="325766C2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458868F" w14:textId="77777777" w:rsidR="00482B56" w:rsidRPr="00A73FC6" w:rsidRDefault="00482B56" w:rsidP="00482B56">
            <w:r w:rsidRPr="00A73FC6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2F1BEE" w14:textId="77777777" w:rsidR="00482B56" w:rsidRPr="00A73FC6" w:rsidRDefault="00482B56" w:rsidP="00482B56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14F363A" w14:textId="6511AC0E" w:rsidR="00482B56" w:rsidRPr="00A73FC6" w:rsidRDefault="00482B56" w:rsidP="00482B56">
            <w:r w:rsidRPr="00482B56">
              <w:t xml:space="preserve">23 32 30 32 30 30 36 30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16E034D4" w14:textId="1332A7AF" w:rsidR="00482B56" w:rsidRPr="00A73FC6" w:rsidRDefault="00482B56" w:rsidP="00482B56">
            <w:r w:rsidRPr="00A73FC6">
              <w:t>Consecutive Frame mit Inhalt</w:t>
            </w:r>
            <w:r w:rsidR="00BA3C81">
              <w:t xml:space="preserve"> </w:t>
            </w:r>
            <w:r w:rsidR="00BA3C81" w:rsidRPr="00482B56">
              <w:t>32 30 32 30 30 36 30</w:t>
            </w:r>
            <w:r w:rsidR="00BA3C81">
              <w:t xml:space="preserve"> = 2020060</w:t>
            </w:r>
          </w:p>
        </w:tc>
      </w:tr>
      <w:tr w:rsidR="00482B56" w:rsidRPr="00DD2866" w14:paraId="3A86EBD6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E0DEDBA" w14:textId="77777777" w:rsidR="00482B56" w:rsidRPr="00A73FC6" w:rsidRDefault="00482B56" w:rsidP="00482B56">
            <w:r w:rsidRPr="00A73FC6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65DCD3" w14:textId="77777777" w:rsidR="00482B56" w:rsidRPr="00A73FC6" w:rsidRDefault="00482B56" w:rsidP="00482B56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9D565D6" w14:textId="4C76827C" w:rsidR="00482B56" w:rsidRPr="00A73FC6" w:rsidRDefault="00482B56" w:rsidP="00482B56">
            <w:r w:rsidRPr="00482B56">
              <w:t>24 31 20 31 31 3A 34 32</w:t>
            </w:r>
            <w:r w:rsidR="00BA3C81"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0AB0C51F" w14:textId="63793BEF" w:rsidR="00482B56" w:rsidRPr="0043673E" w:rsidRDefault="00482B56" w:rsidP="00482B56">
            <w:pPr>
              <w:rPr>
                <w:lang w:val="en-US"/>
              </w:rPr>
            </w:pPr>
            <w:r w:rsidRPr="00EC0104">
              <w:rPr>
                <w:lang w:val="en-US"/>
              </w:rPr>
              <w:t>Consecutive Frame mit Inhalt</w:t>
            </w:r>
            <w:r w:rsidR="00BA3C81" w:rsidRPr="00EC0104">
              <w:rPr>
                <w:lang w:val="en-US"/>
              </w:rPr>
              <w:t xml:space="preserve"> </w:t>
            </w:r>
            <w:r w:rsidR="00BA3C81" w:rsidRPr="00482B56">
              <w:rPr>
                <w:lang w:val="en-US"/>
              </w:rPr>
              <w:t>31 20 31 31 3A 34 32</w:t>
            </w:r>
            <w:r w:rsidR="00BA3C81" w:rsidRPr="00EC0104">
              <w:rPr>
                <w:lang w:val="en-US"/>
              </w:rPr>
              <w:t xml:space="preserve"> = 1 11:42</w:t>
            </w:r>
          </w:p>
        </w:tc>
      </w:tr>
      <w:tr w:rsidR="00482B56" w:rsidRPr="00A73FC6" w14:paraId="668E765B" w14:textId="77777777" w:rsidTr="00482B56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51245B5" w14:textId="77777777" w:rsidR="00482B56" w:rsidRPr="00A73FC6" w:rsidRDefault="00482B56" w:rsidP="00482B56">
            <w:r w:rsidRPr="00A73FC6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9093036" w14:textId="77777777" w:rsidR="00482B56" w:rsidRPr="00A73FC6" w:rsidRDefault="00482B56" w:rsidP="00482B56">
            <w:r w:rsidRPr="007D033C">
              <w:t>1BC1B000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08B39F8" w14:textId="180A4BA1" w:rsidR="00482B56" w:rsidRPr="00A73FC6" w:rsidRDefault="00482B56" w:rsidP="00482B56">
            <w:r w:rsidRPr="00482B56">
              <w:t xml:space="preserve">25 20 41 4D 00 00 00 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383BBB55" w14:textId="5F1F473C" w:rsidR="00482B56" w:rsidRPr="00EC0104" w:rsidRDefault="00482B56" w:rsidP="00482B56">
            <w:pPr>
              <w:rPr>
                <w:lang w:val="en-US"/>
              </w:rPr>
            </w:pPr>
            <w:r w:rsidRPr="00EC0104">
              <w:rPr>
                <w:lang w:val="en-US"/>
              </w:rPr>
              <w:t xml:space="preserve">Consecutive Frame mit </w:t>
            </w:r>
            <w:r w:rsidR="00280918" w:rsidRPr="00A73FC6">
              <w:t>Inhalt</w:t>
            </w:r>
            <w:r w:rsidR="00EC0104">
              <w:t xml:space="preserve"> </w:t>
            </w:r>
            <w:r w:rsidR="00EC0104" w:rsidRPr="00482B56">
              <w:rPr>
                <w:lang w:val="en-US"/>
              </w:rPr>
              <w:t>20 41 4D 00</w:t>
            </w:r>
            <w:r w:rsidR="00EC0104" w:rsidRPr="00EC0104">
              <w:rPr>
                <w:lang w:val="en-US"/>
              </w:rPr>
              <w:t xml:space="preserve"> =  A</w:t>
            </w:r>
            <w:r w:rsidR="00EC0104">
              <w:rPr>
                <w:lang w:val="en-US"/>
              </w:rPr>
              <w:t>M</w:t>
            </w:r>
          </w:p>
        </w:tc>
      </w:tr>
    </w:tbl>
    <w:p w14:paraId="19731CCC" w14:textId="579326BC" w:rsidR="00E67DE5" w:rsidRPr="00285571" w:rsidRDefault="00E67DE5" w:rsidP="00285571">
      <w:pPr>
        <w:pStyle w:val="berschrift1"/>
      </w:pPr>
      <w:bookmarkStart w:id="7" w:name="_Toc121412617"/>
      <w:r w:rsidRPr="00285571">
        <w:lastRenderedPageBreak/>
        <w:t>E</w:t>
      </w:r>
      <w:r w:rsidR="00285571" w:rsidRPr="00285571">
        <w:t>instellungen für den RFID-D</w:t>
      </w:r>
      <w:r w:rsidR="00285571">
        <w:t>atenträgerzugriff</w:t>
      </w:r>
      <w:bookmarkEnd w:id="7"/>
    </w:p>
    <w:p w14:paraId="2DF31773" w14:textId="230888C1" w:rsidR="00482B56" w:rsidRPr="00EC0104" w:rsidRDefault="00CA59F2" w:rsidP="0090309A">
      <w:pPr>
        <w:pStyle w:val="berschrift2"/>
        <w:rPr>
          <w:lang w:val="en-US"/>
        </w:rPr>
      </w:pPr>
      <w:bookmarkStart w:id="8" w:name="_Toc121412618"/>
      <w:r>
        <w:rPr>
          <w:lang w:val="en-US"/>
        </w:rPr>
        <w:t>3DES Key setzen</w:t>
      </w:r>
      <w:bookmarkEnd w:id="8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90309A" w:rsidRPr="00E364DF" w14:paraId="64B3B64A" w14:textId="77777777" w:rsidTr="0090309A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51A37720" w14:textId="77777777" w:rsidR="0090309A" w:rsidRDefault="0090309A" w:rsidP="00BD55A0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071DD4C7" w14:textId="77777777" w:rsidR="0090309A" w:rsidRPr="00E364DF" w:rsidRDefault="0090309A" w:rsidP="00BD55A0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1E789B14" w14:textId="77777777" w:rsidR="0090309A" w:rsidRPr="00E364DF" w:rsidRDefault="0090309A" w:rsidP="00BD55A0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13E21E5E" w14:textId="77777777" w:rsidR="0090309A" w:rsidRPr="00E364DF" w:rsidRDefault="0090309A" w:rsidP="00BD55A0">
            <w:pPr>
              <w:pStyle w:val="Tabelle"/>
            </w:pPr>
            <w:r>
              <w:t>Funktion</w:t>
            </w:r>
          </w:p>
        </w:tc>
      </w:tr>
      <w:tr w:rsidR="0090309A" w:rsidRPr="00916434" w14:paraId="185313B1" w14:textId="77777777" w:rsidTr="00916434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D653349" w14:textId="77777777" w:rsidR="0090309A" w:rsidRPr="00916434" w:rsidRDefault="0090309A" w:rsidP="0090309A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0E6D61C5" w14:textId="27C3EA68" w:rsidR="0090309A" w:rsidRPr="00916434" w:rsidRDefault="0090309A" w:rsidP="0090309A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154C8BC6" w14:textId="78E35340" w:rsidR="0090309A" w:rsidRPr="00916434" w:rsidRDefault="0090309A" w:rsidP="0090309A">
            <w:r w:rsidRPr="00CA59F2">
              <w:t xml:space="preserve">10 1B 2E 60 31 AF 70 6A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094785EE" w14:textId="77777777" w:rsidR="0090309A" w:rsidRPr="00916434" w:rsidRDefault="0090309A" w:rsidP="0090309A">
            <w:r w:rsidRPr="00916434">
              <w:t>First Frame mit 3DES-Schlüssel</w:t>
            </w:r>
          </w:p>
          <w:p w14:paraId="4528B268" w14:textId="0734B965" w:rsidR="00916434" w:rsidRDefault="003851AE" w:rsidP="0090309A">
            <w:r>
              <w:t>0</w:t>
            </w:r>
            <w:r w:rsidR="00916434">
              <w:t xml:space="preserve">1B = </w:t>
            </w:r>
            <w:r w:rsidR="00C03D4C">
              <w:t xml:space="preserve">es folgen </w:t>
            </w:r>
            <w:r w:rsidR="00193E5A">
              <w:t>27 Bytes Nutzlast</w:t>
            </w:r>
          </w:p>
          <w:p w14:paraId="1349B8FE" w14:textId="7E6A7214" w:rsidR="00916434" w:rsidRPr="001F7740" w:rsidRDefault="008949CF" w:rsidP="0090309A">
            <w:pPr>
              <w:rPr>
                <w:lang w:val="en-US"/>
              </w:rPr>
            </w:pPr>
            <w:r w:rsidRPr="001F7740">
              <w:rPr>
                <w:lang w:val="en-US"/>
              </w:rPr>
              <w:t>2</w:t>
            </w:r>
            <w:r w:rsidR="00916434" w:rsidRPr="001F7740">
              <w:rPr>
                <w:lang w:val="en-US"/>
              </w:rPr>
              <w:t>E</w:t>
            </w:r>
            <w:r w:rsidR="001F7740" w:rsidRPr="001F7740">
              <w:rPr>
                <w:lang w:val="en-US"/>
              </w:rPr>
              <w:t xml:space="preserve"> = Write Data by i</w:t>
            </w:r>
            <w:r w:rsidR="001F7740">
              <w:rPr>
                <w:lang w:val="en-US"/>
              </w:rPr>
              <w:t>dentifier</w:t>
            </w:r>
          </w:p>
          <w:p w14:paraId="4F09796D" w14:textId="77777777" w:rsidR="00916434" w:rsidRDefault="00916434" w:rsidP="0090309A">
            <w:r>
              <w:t>60 31</w:t>
            </w:r>
            <w:r w:rsidR="002D6C63">
              <w:t xml:space="preserve"> = Send 3DES Key</w:t>
            </w:r>
          </w:p>
          <w:p w14:paraId="0867FC9F" w14:textId="6956B841" w:rsidR="007D395B" w:rsidRPr="00916434" w:rsidRDefault="007D395B" w:rsidP="0090309A">
            <w:r w:rsidRPr="000D7907">
              <w:rPr>
                <w:highlight w:val="green"/>
              </w:rPr>
              <w:t>AF 70 6A</w:t>
            </w:r>
          </w:p>
        </w:tc>
      </w:tr>
      <w:tr w:rsidR="0090309A" w:rsidRPr="0001213F" w14:paraId="274121EC" w14:textId="77777777" w:rsidTr="00916434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6271C0E" w14:textId="77777777" w:rsidR="0090309A" w:rsidRPr="00916434" w:rsidRDefault="0090309A" w:rsidP="0090309A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56C2C1C" w14:textId="1A1F4410" w:rsidR="0090309A" w:rsidRPr="00916434" w:rsidRDefault="0090309A" w:rsidP="0090309A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01E52503" w14:textId="4BB07D53" w:rsidR="0090309A" w:rsidRPr="00916434" w:rsidRDefault="0090309A" w:rsidP="0090309A">
            <w:r w:rsidRPr="00CA59F2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EC99AB6" w14:textId="2480F4D8" w:rsidR="0090309A" w:rsidRPr="00916434" w:rsidRDefault="00D056DA" w:rsidP="0090309A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90309A" w:rsidRPr="00916434" w14:paraId="1747722D" w14:textId="77777777" w:rsidTr="00916434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8BF1123" w14:textId="77777777" w:rsidR="0090309A" w:rsidRPr="00916434" w:rsidRDefault="0090309A" w:rsidP="0090309A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5011A3F" w14:textId="0C65A7AC" w:rsidR="0090309A" w:rsidRPr="00916434" w:rsidRDefault="0090309A" w:rsidP="0090309A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658B502" w14:textId="56C43FCC" w:rsidR="0090309A" w:rsidRPr="00916434" w:rsidRDefault="0090309A" w:rsidP="0090309A">
            <w:r w:rsidRPr="00CA59F2">
              <w:t xml:space="preserve">21 </w:t>
            </w:r>
            <w:r w:rsidRPr="000D7907">
              <w:rPr>
                <w:highlight w:val="magenta"/>
              </w:rPr>
              <w:t>24 3F 71 7E 4B 7D 2A</w:t>
            </w:r>
            <w:r w:rsidRPr="00CA59F2">
              <w:t xml:space="preserve">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0424EA91" w14:textId="66954BB7" w:rsidR="0090309A" w:rsidRPr="00916434" w:rsidRDefault="00D056DA" w:rsidP="0090309A">
            <w:r w:rsidRPr="00916434">
              <w:t>Consecutive Frame mit Inhalt</w:t>
            </w:r>
          </w:p>
        </w:tc>
      </w:tr>
      <w:tr w:rsidR="0090309A" w:rsidRPr="00916434" w14:paraId="25295B75" w14:textId="77777777" w:rsidTr="00916434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AF3F65A" w14:textId="77777777" w:rsidR="0090309A" w:rsidRPr="00916434" w:rsidRDefault="0090309A" w:rsidP="0090309A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C3E918A" w14:textId="5C05FFB3" w:rsidR="0090309A" w:rsidRPr="00916434" w:rsidRDefault="0090309A" w:rsidP="0090309A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76259D6" w14:textId="5313BABA" w:rsidR="0090309A" w:rsidRPr="00916434" w:rsidRDefault="0090309A" w:rsidP="0090309A">
            <w:r w:rsidRPr="00CA59F2">
              <w:t xml:space="preserve">22 </w:t>
            </w:r>
            <w:r w:rsidRPr="000D7907">
              <w:rPr>
                <w:highlight w:val="cyan"/>
              </w:rPr>
              <w:t>5E 8B 3B 35 38 32 5A</w:t>
            </w:r>
            <w:r w:rsidRPr="00CA59F2">
              <w:t xml:space="preserve">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31D4693" w14:textId="66EE736E" w:rsidR="0090309A" w:rsidRPr="00916434" w:rsidRDefault="00D056DA" w:rsidP="0090309A">
            <w:r w:rsidRPr="00916434">
              <w:t>Consecutive Frame mit Inhalt</w:t>
            </w:r>
          </w:p>
        </w:tc>
      </w:tr>
      <w:tr w:rsidR="0090309A" w:rsidRPr="00916434" w14:paraId="4E0C7327" w14:textId="77777777" w:rsidTr="00916434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EA65A1E" w14:textId="77777777" w:rsidR="0090309A" w:rsidRPr="00916434" w:rsidRDefault="0090309A" w:rsidP="0090309A">
            <w:r w:rsidRPr="00916434">
              <w:t>5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0EDBF6BC" w14:textId="68CC3FB8" w:rsidR="0090309A" w:rsidRPr="00916434" w:rsidRDefault="0090309A" w:rsidP="0090309A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279548DD" w14:textId="61B70DBA" w:rsidR="0090309A" w:rsidRPr="00916434" w:rsidRDefault="0090309A" w:rsidP="0090309A">
            <w:r w:rsidRPr="00CA59F2">
              <w:t xml:space="preserve">23 </w:t>
            </w:r>
            <w:r w:rsidRPr="000D7907">
              <w:rPr>
                <w:highlight w:val="yellow"/>
              </w:rPr>
              <w:t>2D 73 D3 97 5D 78 6D</w:t>
            </w:r>
            <w:r w:rsidRPr="00CA59F2">
              <w:t xml:space="preserve">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25191377" w14:textId="53A87EB1" w:rsidR="0090309A" w:rsidRPr="00916434" w:rsidRDefault="00D056DA" w:rsidP="0090309A">
            <w:r w:rsidRPr="00916434">
              <w:t>Consecutive Frame mit Inhalt</w:t>
            </w:r>
          </w:p>
        </w:tc>
      </w:tr>
      <w:tr w:rsidR="0090309A" w:rsidRPr="00916434" w14:paraId="25541103" w14:textId="77777777" w:rsidTr="00916434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EAA7E7A" w14:textId="77777777" w:rsidR="0090309A" w:rsidRPr="00916434" w:rsidRDefault="0090309A" w:rsidP="0090309A">
            <w:r w:rsidRPr="00916434">
              <w:t>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7DC2E9F4" w14:textId="7C69B33E" w:rsidR="0090309A" w:rsidRPr="00916434" w:rsidRDefault="0090309A" w:rsidP="0090309A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9963B77" w14:textId="395F5AB6" w:rsidR="0090309A" w:rsidRPr="00916434" w:rsidRDefault="0090309A" w:rsidP="0090309A">
            <w:r w:rsidRPr="00CA59F2">
              <w:t xml:space="preserve">03 6E 60 31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3740797" w14:textId="1962BD6A" w:rsidR="0090309A" w:rsidRPr="00916434" w:rsidRDefault="0090309A" w:rsidP="0090309A">
            <w:r w:rsidRPr="00916434">
              <w:t>Bestätigung vom RFID-Schloss</w:t>
            </w:r>
          </w:p>
        </w:tc>
      </w:tr>
    </w:tbl>
    <w:p w14:paraId="52CD086B" w14:textId="52185D83" w:rsidR="00482B56" w:rsidRDefault="00482B56" w:rsidP="00482B56">
      <w:pPr>
        <w:rPr>
          <w:lang w:val="en-US"/>
        </w:rPr>
      </w:pPr>
    </w:p>
    <w:p w14:paraId="34B2B05A" w14:textId="47CA7DC7" w:rsidR="0001213F" w:rsidRDefault="000D7907" w:rsidP="0001213F">
      <w:r>
        <w:rPr>
          <w:lang w:val="en-US"/>
        </w:rPr>
        <w:t xml:space="preserve">3DES-Schlüssel: </w:t>
      </w:r>
      <w:r w:rsidR="0001213F" w:rsidRPr="000D7907">
        <w:rPr>
          <w:highlight w:val="green"/>
          <w:lang w:val="en-GB"/>
        </w:rPr>
        <w:t>AF706A</w:t>
      </w:r>
      <w:r w:rsidR="0001213F" w:rsidRPr="000D7907">
        <w:rPr>
          <w:highlight w:val="magenta"/>
          <w:lang w:val="en-GB"/>
        </w:rPr>
        <w:t>243F717E4B7D2A</w:t>
      </w:r>
      <w:r w:rsidR="0001213F" w:rsidRPr="000D7907">
        <w:rPr>
          <w:highlight w:val="cyan"/>
          <w:lang w:val="en-GB"/>
        </w:rPr>
        <w:t>5E8B3B3538325A</w:t>
      </w:r>
      <w:r w:rsidR="0001213F" w:rsidRPr="000D7907">
        <w:rPr>
          <w:highlight w:val="yellow"/>
          <w:lang w:val="en-GB"/>
        </w:rPr>
        <w:t>2D73D3975D786D</w:t>
      </w:r>
    </w:p>
    <w:p w14:paraId="0A7C0ADB" w14:textId="62ED0006" w:rsidR="00285571" w:rsidRDefault="00285571" w:rsidP="00285571">
      <w:pPr>
        <w:pStyle w:val="Zwischenberschrift"/>
      </w:pPr>
      <w:r>
        <w:t>Wichtiger Hinweis</w:t>
      </w:r>
    </w:p>
    <w:p w14:paraId="4E1880BC" w14:textId="3B82EDE1" w:rsidR="003F4C76" w:rsidRPr="002704C5" w:rsidRDefault="003F4C76" w:rsidP="0001213F">
      <w:r w:rsidRPr="002704C5">
        <w:t xml:space="preserve">Danach wird der </w:t>
      </w:r>
      <w:r w:rsidR="002704C5" w:rsidRPr="002704C5">
        <w:t>Parameterteil d</w:t>
      </w:r>
      <w:r w:rsidR="002704C5">
        <w:t>er Nutzlast verschlüsselt. Die Kommandos bleiben unverschlüsselt.</w:t>
      </w:r>
    </w:p>
    <w:p w14:paraId="58D31949" w14:textId="61BD95A5" w:rsidR="00F02DF2" w:rsidRDefault="00021080" w:rsidP="00021080">
      <w:pPr>
        <w:pStyle w:val="berschrift2"/>
        <w:rPr>
          <w:lang w:val="en-US"/>
        </w:rPr>
      </w:pPr>
      <w:bookmarkStart w:id="9" w:name="_Toc121412619"/>
      <w:r>
        <w:rPr>
          <w:lang w:val="en-US"/>
        </w:rPr>
        <w:t>App</w:t>
      </w:r>
      <w:r w:rsidR="00554579">
        <w:rPr>
          <w:lang w:val="en-US"/>
        </w:rPr>
        <w:t>lication</w:t>
      </w:r>
      <w:r>
        <w:rPr>
          <w:lang w:val="en-US"/>
        </w:rPr>
        <w:t>Nr einstellen</w:t>
      </w:r>
      <w:bookmarkEnd w:id="9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021080" w:rsidRPr="00E364DF" w14:paraId="360492C3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3E5BC0D1" w14:textId="77777777" w:rsidR="00021080" w:rsidRDefault="00021080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100E47F" w14:textId="77777777" w:rsidR="00021080" w:rsidRPr="00E364DF" w:rsidRDefault="00021080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A4ABC6B" w14:textId="77777777" w:rsidR="00021080" w:rsidRPr="00E364DF" w:rsidRDefault="00021080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202B3E5F" w14:textId="77777777" w:rsidR="00021080" w:rsidRPr="00E364DF" w:rsidRDefault="00021080" w:rsidP="00BD74AF">
            <w:pPr>
              <w:pStyle w:val="Tabelle"/>
            </w:pPr>
            <w:r>
              <w:t>Funktion</w:t>
            </w:r>
          </w:p>
        </w:tc>
      </w:tr>
      <w:tr w:rsidR="00021080" w:rsidRPr="00916434" w14:paraId="6C990757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87F0AEB" w14:textId="77777777" w:rsidR="00021080" w:rsidRPr="00916434" w:rsidRDefault="00021080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CD2CF88" w14:textId="77777777" w:rsidR="00021080" w:rsidRPr="00916434" w:rsidRDefault="00021080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6E707F67" w14:textId="0E482BB9" w:rsidR="00021080" w:rsidRPr="00916434" w:rsidRDefault="00870670" w:rsidP="00BD74AF">
            <w:r w:rsidRPr="00870670">
              <w:t xml:space="preserve">10 0B 2E 60 02 </w:t>
            </w:r>
            <w:r w:rsidRPr="00C03D4C">
              <w:rPr>
                <w:highlight w:val="yellow"/>
              </w:rPr>
              <w:t>C0 F5 09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6CD47AF1" w14:textId="77777777" w:rsidR="00021080" w:rsidRPr="00916434" w:rsidRDefault="00021080" w:rsidP="00BD74AF">
            <w:r w:rsidRPr="00916434">
              <w:t>First Frame mit 3DES-Schlüssel</w:t>
            </w:r>
          </w:p>
          <w:p w14:paraId="2E7D5860" w14:textId="71B72963" w:rsidR="00021080" w:rsidRDefault="00021080" w:rsidP="00BD74AF">
            <w:r>
              <w:t>0</w:t>
            </w:r>
            <w:r w:rsidR="00FB71C9">
              <w:t>0</w:t>
            </w:r>
            <w:r>
              <w:t xml:space="preserve">B = </w:t>
            </w:r>
            <w:r w:rsidR="00C03D4C">
              <w:t xml:space="preserve">es folgen </w:t>
            </w:r>
            <w:r w:rsidR="007470A8">
              <w:t>11</w:t>
            </w:r>
            <w:r>
              <w:t xml:space="preserve"> Bytes Nutzlast</w:t>
            </w:r>
          </w:p>
          <w:p w14:paraId="19B43936" w14:textId="77777777" w:rsidR="00021080" w:rsidRPr="001F7740" w:rsidRDefault="00021080" w:rsidP="00BD74AF">
            <w:pPr>
              <w:rPr>
                <w:lang w:val="en-US"/>
              </w:rPr>
            </w:pPr>
            <w:r w:rsidRPr="001F7740">
              <w:rPr>
                <w:lang w:val="en-US"/>
              </w:rPr>
              <w:t>2E = Write Data by i</w:t>
            </w:r>
            <w:r>
              <w:rPr>
                <w:lang w:val="en-US"/>
              </w:rPr>
              <w:t>dentifier</w:t>
            </w:r>
          </w:p>
          <w:p w14:paraId="4F46DCFF" w14:textId="459E82C2" w:rsidR="00021080" w:rsidRPr="00562341" w:rsidRDefault="00021080" w:rsidP="00BD74AF">
            <w:pPr>
              <w:rPr>
                <w:lang w:val="en-US"/>
              </w:rPr>
            </w:pPr>
            <w:r w:rsidRPr="00562341">
              <w:rPr>
                <w:lang w:val="en-US"/>
              </w:rPr>
              <w:t xml:space="preserve">60 </w:t>
            </w:r>
            <w:r w:rsidR="00562341" w:rsidRPr="00562341">
              <w:rPr>
                <w:lang w:val="en-US"/>
              </w:rPr>
              <w:t>02</w:t>
            </w:r>
            <w:r w:rsidRPr="00562341">
              <w:rPr>
                <w:lang w:val="en-US"/>
              </w:rPr>
              <w:t xml:space="preserve"> = Send </w:t>
            </w:r>
            <w:r w:rsidR="007470A8" w:rsidRPr="00562341">
              <w:rPr>
                <w:lang w:val="en-US"/>
              </w:rPr>
              <w:t>AppNr</w:t>
            </w:r>
          </w:p>
        </w:tc>
      </w:tr>
      <w:tr w:rsidR="00870670" w:rsidRPr="0001213F" w14:paraId="5A8B7F96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5BB733D" w14:textId="77777777" w:rsidR="00870670" w:rsidRPr="00916434" w:rsidRDefault="00870670" w:rsidP="00870670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4340D4E2" w14:textId="77777777" w:rsidR="00870670" w:rsidRPr="00916434" w:rsidRDefault="00870670" w:rsidP="00870670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2933C742" w14:textId="05D48D66" w:rsidR="00870670" w:rsidRPr="00916434" w:rsidRDefault="00870670" w:rsidP="00870670">
            <w:r w:rsidRPr="00CA59F2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26FEAB2" w14:textId="77777777" w:rsidR="00870670" w:rsidRPr="00916434" w:rsidRDefault="00870670" w:rsidP="00870670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870670" w:rsidRPr="00916434" w14:paraId="09ECF691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4AA7DED" w14:textId="77777777" w:rsidR="00870670" w:rsidRPr="00916434" w:rsidRDefault="00870670" w:rsidP="00870670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0BADBE2C" w14:textId="77777777" w:rsidR="00870670" w:rsidRPr="00916434" w:rsidRDefault="00870670" w:rsidP="00870670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236565FE" w14:textId="5429AE2C" w:rsidR="00870670" w:rsidRPr="00916434" w:rsidRDefault="00870670" w:rsidP="00870670">
            <w:r w:rsidRPr="00870670">
              <w:t xml:space="preserve">21 </w:t>
            </w:r>
            <w:r w:rsidRPr="00C03D4C">
              <w:rPr>
                <w:highlight w:val="yellow"/>
              </w:rPr>
              <w:t>80 23 CD C3 5F</w:t>
            </w:r>
            <w:r w:rsidRPr="00870670">
              <w:t xml:space="preserve"> AA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04068A1C" w14:textId="77777777" w:rsidR="00870670" w:rsidRPr="00916434" w:rsidRDefault="00870670" w:rsidP="00870670">
            <w:r w:rsidRPr="00916434">
              <w:t>Consecutive Frame mit Inhalt</w:t>
            </w:r>
          </w:p>
        </w:tc>
      </w:tr>
      <w:tr w:rsidR="00870670" w:rsidRPr="00916434" w14:paraId="7D2A5B03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2BBDA76" w14:textId="77777777" w:rsidR="00870670" w:rsidRPr="00916434" w:rsidRDefault="00870670" w:rsidP="00870670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5BB8CD23" w14:textId="4AAF33B9" w:rsidR="00870670" w:rsidRPr="00916434" w:rsidRDefault="00870670" w:rsidP="00870670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5BA2A39C" w14:textId="71B04045" w:rsidR="00870670" w:rsidRPr="00916434" w:rsidRDefault="00870670" w:rsidP="00870670">
            <w:r w:rsidRPr="00870670">
              <w:t>03 6E 60 02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096B8718" w14:textId="4ACF6C23" w:rsidR="00870670" w:rsidRPr="00916434" w:rsidRDefault="00185240" w:rsidP="00870670">
            <w:r w:rsidRPr="00916434">
              <w:t>Bestätigung vom RFID-Schloss</w:t>
            </w:r>
          </w:p>
        </w:tc>
      </w:tr>
    </w:tbl>
    <w:p w14:paraId="6A9A9402" w14:textId="77777777" w:rsidR="00F02DF2" w:rsidRDefault="00F02DF2" w:rsidP="00482B56">
      <w:pPr>
        <w:rPr>
          <w:lang w:val="en-US"/>
        </w:rPr>
      </w:pPr>
    </w:p>
    <w:p w14:paraId="337EF672" w14:textId="3DC4EA14" w:rsidR="00783B06" w:rsidRDefault="00D53C44" w:rsidP="00783B06">
      <w:r w:rsidRPr="00D53C44">
        <w:rPr>
          <w:highlight w:val="yellow"/>
        </w:rPr>
        <w:t>C0 F5 09</w:t>
      </w:r>
      <w:r w:rsidR="007A31A0">
        <w:rPr>
          <w:highlight w:val="yellow"/>
        </w:rPr>
        <w:t xml:space="preserve"> </w:t>
      </w:r>
      <w:r w:rsidRPr="00C03D4C">
        <w:rPr>
          <w:highlight w:val="yellow"/>
        </w:rPr>
        <w:t>80 23 CD C3 5F</w:t>
      </w:r>
      <w:r>
        <w:t xml:space="preserve"> ist </w:t>
      </w:r>
      <w:r w:rsidR="00166763">
        <w:t xml:space="preserve">die Applikations-Nummer </w:t>
      </w:r>
      <w:r w:rsidR="00783B06" w:rsidRPr="00783B06">
        <w:t>ED CB A9</w:t>
      </w:r>
    </w:p>
    <w:p w14:paraId="0EA79B10" w14:textId="684921EE" w:rsidR="00970B9D" w:rsidRDefault="00970B9D" w:rsidP="00970B9D">
      <w:pPr>
        <w:pStyle w:val="Zwischenberschrift"/>
      </w:pPr>
      <w:r>
        <w:t>Entschlüsselt</w:t>
      </w:r>
    </w:p>
    <w:p w14:paraId="036ACB7C" w14:textId="4736B2E7" w:rsidR="00970B9D" w:rsidRPr="00970B9D" w:rsidRDefault="009B7CB6" w:rsidP="00970B9D">
      <w:r>
        <w:rPr>
          <w:noProof/>
        </w:rPr>
        <w:drawing>
          <wp:inline distT="0" distB="0" distL="0" distR="0" wp14:anchorId="4B68978B" wp14:editId="1F2A2A2A">
            <wp:extent cx="3576843" cy="2622430"/>
            <wp:effectExtent l="0" t="0" r="508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512" cy="263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A5659" w14:textId="5EE29AA7" w:rsidR="00545D0F" w:rsidRDefault="00554579" w:rsidP="00545D0F">
      <w:pPr>
        <w:pStyle w:val="berschrift2"/>
      </w:pPr>
      <w:bookmarkStart w:id="10" w:name="_Toc70688396"/>
      <w:bookmarkStart w:id="11" w:name="_Toc121412620"/>
      <w:r>
        <w:lastRenderedPageBreak/>
        <w:t xml:space="preserve">Application </w:t>
      </w:r>
      <w:r w:rsidR="00545D0F" w:rsidRPr="00B23BDC">
        <w:t>KeyNr</w:t>
      </w:r>
      <w:bookmarkEnd w:id="10"/>
      <w:r w:rsidR="00B53220">
        <w:t xml:space="preserve"> einstellen</w:t>
      </w:r>
      <w:bookmarkEnd w:id="11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185240" w:rsidRPr="00E364DF" w14:paraId="3187F75D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F08DAFF" w14:textId="77777777" w:rsidR="00185240" w:rsidRDefault="00185240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41C66445" w14:textId="77777777" w:rsidR="00185240" w:rsidRPr="00E364DF" w:rsidRDefault="00185240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30179D0" w14:textId="77777777" w:rsidR="00185240" w:rsidRPr="00E364DF" w:rsidRDefault="00185240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1AAB1D19" w14:textId="77777777" w:rsidR="00185240" w:rsidRPr="00E364DF" w:rsidRDefault="00185240" w:rsidP="00BD74AF">
            <w:pPr>
              <w:pStyle w:val="Tabelle"/>
            </w:pPr>
            <w:r>
              <w:t>Funktion</w:t>
            </w:r>
          </w:p>
        </w:tc>
      </w:tr>
      <w:tr w:rsidR="00185240" w:rsidRPr="00916434" w14:paraId="1AC9F749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82975DD" w14:textId="77777777" w:rsidR="00185240" w:rsidRPr="00916434" w:rsidRDefault="00185240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799B7945" w14:textId="77777777" w:rsidR="00185240" w:rsidRPr="00916434" w:rsidRDefault="00185240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5C885209" w14:textId="39A702D2" w:rsidR="00185240" w:rsidRPr="00185240" w:rsidRDefault="00185240" w:rsidP="00BD74AF">
            <w:r w:rsidRPr="00185240">
              <w:t xml:space="preserve">10 0B 2E 60 03 </w:t>
            </w:r>
            <w:r w:rsidRPr="00185240">
              <w:rPr>
                <w:highlight w:val="yellow"/>
              </w:rPr>
              <w:t>1B 27 A7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74C01AC7" w14:textId="77777777" w:rsidR="00185240" w:rsidRPr="00185240" w:rsidRDefault="00185240" w:rsidP="00BD74AF">
            <w:r w:rsidRPr="00916434">
              <w:t>First Frame mit 3DES-Sc</w:t>
            </w:r>
            <w:r w:rsidRPr="00185240">
              <w:t>hlüssel</w:t>
            </w:r>
          </w:p>
          <w:p w14:paraId="08D039A2" w14:textId="77777777" w:rsidR="00185240" w:rsidRDefault="00185240" w:rsidP="00BD74AF">
            <w:r>
              <w:t>00B = es folgen 11 Bytes Nutzlast</w:t>
            </w:r>
          </w:p>
          <w:p w14:paraId="373FC0B6" w14:textId="77777777" w:rsidR="00185240" w:rsidRPr="001F7740" w:rsidRDefault="00185240" w:rsidP="00BD74AF">
            <w:pPr>
              <w:rPr>
                <w:lang w:val="en-US"/>
              </w:rPr>
            </w:pPr>
            <w:r w:rsidRPr="001F7740">
              <w:rPr>
                <w:lang w:val="en-US"/>
              </w:rPr>
              <w:t>2E = Write Data by i</w:t>
            </w:r>
            <w:r>
              <w:rPr>
                <w:lang w:val="en-US"/>
              </w:rPr>
              <w:t>dentifier</w:t>
            </w:r>
          </w:p>
          <w:p w14:paraId="1EC23077" w14:textId="05EA9B74" w:rsidR="00185240" w:rsidRPr="003F4C76" w:rsidRDefault="00185240" w:rsidP="00BD74AF">
            <w:pPr>
              <w:rPr>
                <w:lang w:val="en-US"/>
              </w:rPr>
            </w:pPr>
            <w:r w:rsidRPr="00185240">
              <w:rPr>
                <w:lang w:val="en-US"/>
              </w:rPr>
              <w:t xml:space="preserve">60 </w:t>
            </w:r>
            <w:r w:rsidR="00CD313F">
              <w:rPr>
                <w:lang w:val="en-US"/>
              </w:rPr>
              <w:t>03</w:t>
            </w:r>
            <w:r w:rsidRPr="00185240">
              <w:rPr>
                <w:lang w:val="en-US"/>
              </w:rPr>
              <w:t xml:space="preserve"> = Send</w:t>
            </w:r>
            <w:r>
              <w:rPr>
                <w:lang w:val="en-US"/>
              </w:rPr>
              <w:t xml:space="preserve"> Key</w:t>
            </w:r>
            <w:r w:rsidRPr="00185240">
              <w:rPr>
                <w:lang w:val="en-US"/>
              </w:rPr>
              <w:t>Nr</w:t>
            </w:r>
          </w:p>
        </w:tc>
      </w:tr>
      <w:tr w:rsidR="00185240" w:rsidRPr="0001213F" w14:paraId="1D6B295A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1206BE2" w14:textId="77777777" w:rsidR="00185240" w:rsidRPr="00916434" w:rsidRDefault="00185240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3D79810" w14:textId="77777777" w:rsidR="00185240" w:rsidRPr="00916434" w:rsidRDefault="00185240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60F18B48" w14:textId="77777777" w:rsidR="00185240" w:rsidRPr="00185240" w:rsidRDefault="00185240" w:rsidP="00BD74AF">
            <w:r w:rsidRPr="00185240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2D793175" w14:textId="77777777" w:rsidR="00185240" w:rsidRPr="00916434" w:rsidRDefault="00185240" w:rsidP="00BD74AF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185240" w:rsidRPr="00916434" w14:paraId="363680F6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31E1EFD" w14:textId="77777777" w:rsidR="00185240" w:rsidRPr="00916434" w:rsidRDefault="00185240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59799B7" w14:textId="77777777" w:rsidR="00185240" w:rsidRPr="00916434" w:rsidRDefault="00185240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43F0D819" w14:textId="267A8A14" w:rsidR="00185240" w:rsidRPr="00185240" w:rsidRDefault="00185240" w:rsidP="00BD74AF">
            <w:r w:rsidRPr="00185240">
              <w:t xml:space="preserve">21 </w:t>
            </w:r>
            <w:r w:rsidRPr="00185240">
              <w:rPr>
                <w:highlight w:val="yellow"/>
              </w:rPr>
              <w:t>0D 7C 5B 11 8D</w:t>
            </w:r>
            <w:r w:rsidR="003F4C76">
              <w:t xml:space="preserve"> </w:t>
            </w:r>
            <w:r w:rsidRPr="003F4C76">
              <w:t>AA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099F1007" w14:textId="77777777" w:rsidR="00185240" w:rsidRPr="00916434" w:rsidRDefault="00185240" w:rsidP="00BD74AF">
            <w:r w:rsidRPr="00916434">
              <w:t>Consecutive Frame mit Inhalt</w:t>
            </w:r>
          </w:p>
        </w:tc>
      </w:tr>
      <w:tr w:rsidR="00185240" w:rsidRPr="00916434" w14:paraId="6FBE6D70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3FE1B7B" w14:textId="77777777" w:rsidR="00185240" w:rsidRPr="00916434" w:rsidRDefault="00185240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6712DC7" w14:textId="77777777" w:rsidR="00185240" w:rsidRPr="00916434" w:rsidRDefault="00185240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5EF5FAF1" w14:textId="50D7E824" w:rsidR="00185240" w:rsidRPr="00185240" w:rsidRDefault="00185240" w:rsidP="00BD74AF">
            <w:r w:rsidRPr="00185240">
              <w:t>03 6E 60 03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1DA8CC9D" w14:textId="2AA03D61" w:rsidR="00185240" w:rsidRPr="00916434" w:rsidRDefault="00185240" w:rsidP="00BD74AF">
            <w:r w:rsidRPr="00916434">
              <w:t>Bestätigung vom RFID-Schloss</w:t>
            </w:r>
          </w:p>
        </w:tc>
      </w:tr>
    </w:tbl>
    <w:p w14:paraId="22E28FCE" w14:textId="77777777" w:rsidR="00B53220" w:rsidRDefault="00B53220" w:rsidP="00B53220"/>
    <w:p w14:paraId="45940246" w14:textId="46C0EF0E" w:rsidR="00185240" w:rsidRDefault="003F4C76" w:rsidP="00B53220">
      <w:r w:rsidRPr="00185240">
        <w:rPr>
          <w:highlight w:val="yellow"/>
        </w:rPr>
        <w:t>1B 27 A7</w:t>
      </w:r>
      <w:r w:rsidRPr="003F4C76">
        <w:rPr>
          <w:highlight w:val="yellow"/>
        </w:rPr>
        <w:t>0D 7C 5B 11 8D</w:t>
      </w:r>
      <w:r w:rsidRPr="003F4C76">
        <w:t xml:space="preserve"> ist di</w:t>
      </w:r>
      <w:r>
        <w:t>e Key-nummer 00</w:t>
      </w:r>
    </w:p>
    <w:p w14:paraId="02E2F2F4" w14:textId="77777777" w:rsidR="00285571" w:rsidRDefault="00285571" w:rsidP="00B53220"/>
    <w:p w14:paraId="691EAFD6" w14:textId="1E7B4A67" w:rsidR="00545D0F" w:rsidRDefault="00554579" w:rsidP="00545D0F">
      <w:pPr>
        <w:pStyle w:val="berschrift2"/>
      </w:pPr>
      <w:bookmarkStart w:id="12" w:name="_Toc70688397"/>
      <w:bookmarkStart w:id="13" w:name="_Toc121412621"/>
      <w:r>
        <w:t xml:space="preserve">Application </w:t>
      </w:r>
      <w:r w:rsidR="00545D0F" w:rsidRPr="00B23BDC">
        <w:t>Key</w:t>
      </w:r>
      <w:bookmarkEnd w:id="12"/>
      <w:r w:rsidR="002704C5">
        <w:t xml:space="preserve"> setzen</w:t>
      </w:r>
      <w:bookmarkEnd w:id="13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CD313F" w:rsidRPr="00E364DF" w14:paraId="1687FCDB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75C83CA" w14:textId="77777777" w:rsidR="00CD313F" w:rsidRDefault="00CD313F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338B9F7" w14:textId="77777777" w:rsidR="00CD313F" w:rsidRPr="00E364DF" w:rsidRDefault="00CD313F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124333EA" w14:textId="77777777" w:rsidR="00CD313F" w:rsidRPr="00E364DF" w:rsidRDefault="00CD313F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372B6329" w14:textId="77777777" w:rsidR="00CD313F" w:rsidRPr="00E364DF" w:rsidRDefault="00CD313F" w:rsidP="00BD74AF">
            <w:pPr>
              <w:pStyle w:val="Tabelle"/>
            </w:pPr>
            <w:r>
              <w:t>Funktion</w:t>
            </w:r>
          </w:p>
        </w:tc>
      </w:tr>
      <w:tr w:rsidR="00CD313F" w:rsidRPr="00916434" w14:paraId="0DB83688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9FC12AE" w14:textId="77777777" w:rsidR="00CD313F" w:rsidRPr="00916434" w:rsidRDefault="00CD313F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56659518" w14:textId="77777777" w:rsidR="00CD313F" w:rsidRPr="00916434" w:rsidRDefault="00CD313F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1215AB8A" w14:textId="780C31AA" w:rsidR="00CD313F" w:rsidRPr="00185240" w:rsidRDefault="00CD313F" w:rsidP="00BD74AF">
            <w:r w:rsidRPr="00185240">
              <w:t xml:space="preserve">10 </w:t>
            </w:r>
            <w:r w:rsidRPr="00CD313F">
              <w:t xml:space="preserve">13 2E 60 04 </w:t>
            </w:r>
            <w:r w:rsidRPr="008F4D25">
              <w:rPr>
                <w:highlight w:val="yellow"/>
              </w:rPr>
              <w:t>5F FE 9D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64627D3C" w14:textId="77777777" w:rsidR="00CD313F" w:rsidRPr="00185240" w:rsidRDefault="00CD313F" w:rsidP="00BD74AF">
            <w:r w:rsidRPr="00916434">
              <w:t>First Frame mit 3DES-Sc</w:t>
            </w:r>
            <w:r w:rsidRPr="00185240">
              <w:t>hlüssel</w:t>
            </w:r>
          </w:p>
          <w:p w14:paraId="316B582A" w14:textId="01C18944" w:rsidR="00CD313F" w:rsidRDefault="00CD313F" w:rsidP="00BD74AF">
            <w:r>
              <w:t>013 = es folgen 19 Bytes Nutzlast</w:t>
            </w:r>
          </w:p>
          <w:p w14:paraId="7E221646" w14:textId="77777777" w:rsidR="00CD313F" w:rsidRPr="001F7740" w:rsidRDefault="00CD313F" w:rsidP="00BD74AF">
            <w:pPr>
              <w:rPr>
                <w:lang w:val="en-US"/>
              </w:rPr>
            </w:pPr>
            <w:r w:rsidRPr="001F7740">
              <w:rPr>
                <w:lang w:val="en-US"/>
              </w:rPr>
              <w:t>2E = Write Data by i</w:t>
            </w:r>
            <w:r>
              <w:rPr>
                <w:lang w:val="en-US"/>
              </w:rPr>
              <w:t>dentifier</w:t>
            </w:r>
          </w:p>
          <w:p w14:paraId="7CBD8585" w14:textId="3D2E1482" w:rsidR="00CD313F" w:rsidRPr="003F4C76" w:rsidRDefault="00CD313F" w:rsidP="00BD74AF">
            <w:pPr>
              <w:rPr>
                <w:lang w:val="en-US"/>
              </w:rPr>
            </w:pPr>
            <w:r w:rsidRPr="00185240">
              <w:rPr>
                <w:lang w:val="en-US"/>
              </w:rPr>
              <w:t xml:space="preserve">60 </w:t>
            </w:r>
            <w:r>
              <w:rPr>
                <w:lang w:val="en-US"/>
              </w:rPr>
              <w:t>04</w:t>
            </w:r>
            <w:r w:rsidRPr="00185240">
              <w:rPr>
                <w:lang w:val="en-US"/>
              </w:rPr>
              <w:t xml:space="preserve"> = Send</w:t>
            </w:r>
            <w:r>
              <w:rPr>
                <w:lang w:val="en-US"/>
              </w:rPr>
              <w:t xml:space="preserve"> Key</w:t>
            </w:r>
          </w:p>
        </w:tc>
      </w:tr>
      <w:tr w:rsidR="00CD313F" w:rsidRPr="0001213F" w14:paraId="443B9D62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F10B294" w14:textId="77777777" w:rsidR="00CD313F" w:rsidRPr="00916434" w:rsidRDefault="00CD313F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E9FDA4A" w14:textId="77777777" w:rsidR="00CD313F" w:rsidRPr="00916434" w:rsidRDefault="00CD313F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058632E9" w14:textId="77777777" w:rsidR="00CD313F" w:rsidRPr="00185240" w:rsidRDefault="00CD313F" w:rsidP="00BD74AF">
            <w:r w:rsidRPr="00185240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085BC906" w14:textId="77777777" w:rsidR="00CD313F" w:rsidRPr="00916434" w:rsidRDefault="00CD313F" w:rsidP="00BD74AF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CD313F" w:rsidRPr="00916434" w14:paraId="0076C521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E1186E7" w14:textId="77777777" w:rsidR="00CD313F" w:rsidRPr="00916434" w:rsidRDefault="00CD313F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41711EA4" w14:textId="77777777" w:rsidR="00CD313F" w:rsidRPr="00916434" w:rsidRDefault="00CD313F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2BB14170" w14:textId="62482C26" w:rsidR="00CD313F" w:rsidRPr="00185240" w:rsidRDefault="008F4D25" w:rsidP="00BD74AF">
            <w:r w:rsidRPr="008F4D25">
              <w:t xml:space="preserve">21 </w:t>
            </w:r>
            <w:r w:rsidRPr="000B483B">
              <w:rPr>
                <w:highlight w:val="yellow"/>
              </w:rPr>
              <w:t>40 02 0E 79 5A EC 1E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A282095" w14:textId="77777777" w:rsidR="00CD313F" w:rsidRPr="00916434" w:rsidRDefault="00CD313F" w:rsidP="00BD74AF">
            <w:r w:rsidRPr="00916434">
              <w:t>Consecutive Frame mit Inhalt</w:t>
            </w:r>
          </w:p>
        </w:tc>
      </w:tr>
      <w:tr w:rsidR="00CD313F" w:rsidRPr="00916434" w14:paraId="0A1D35EA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754406" w14:textId="77777777" w:rsidR="00CD313F" w:rsidRPr="00916434" w:rsidRDefault="00CD313F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18BF8D80" w14:textId="118D80A1" w:rsidR="00CD313F" w:rsidRPr="00916434" w:rsidRDefault="00562341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07A414FC" w14:textId="24934DD5" w:rsidR="00CD313F" w:rsidRPr="00185240" w:rsidRDefault="008F4D25" w:rsidP="00BD74AF">
            <w:r w:rsidRPr="008F4D25">
              <w:t xml:space="preserve">22 </w:t>
            </w:r>
            <w:r w:rsidRPr="000B483B">
              <w:rPr>
                <w:highlight w:val="yellow"/>
              </w:rPr>
              <w:t>D0 2D 6B 26 CA B0</w:t>
            </w:r>
            <w:r w:rsidRPr="008F4D25">
              <w:t xml:space="preserve">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3CC5C4D7" w14:textId="1F95F3AF" w:rsidR="00CD313F" w:rsidRPr="00916434" w:rsidRDefault="00562341" w:rsidP="00BD74AF">
            <w:r w:rsidRPr="00916434">
              <w:t>Consecutive Frame mit Inhalt</w:t>
            </w:r>
          </w:p>
        </w:tc>
      </w:tr>
      <w:tr w:rsidR="00562341" w:rsidRPr="00916434" w14:paraId="38A67E53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95791A1" w14:textId="173CFAB4" w:rsidR="00562341" w:rsidRPr="00916434" w:rsidRDefault="00562341" w:rsidP="00562341">
            <w:r>
              <w:t>5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0F7AB26C" w14:textId="2D68C95F" w:rsidR="00562341" w:rsidRPr="00CA59F2" w:rsidRDefault="00562341" w:rsidP="00562341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11B800B" w14:textId="70D970E7" w:rsidR="00562341" w:rsidRPr="00185240" w:rsidRDefault="00562341" w:rsidP="00562341">
            <w:r w:rsidRPr="00185240">
              <w:t>03 6E 60 0</w:t>
            </w:r>
            <w:r>
              <w:t>4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70C29A5" w14:textId="7389E13E" w:rsidR="00562341" w:rsidRPr="00916434" w:rsidRDefault="00562341" w:rsidP="00562341">
            <w:r w:rsidRPr="00916434">
              <w:t>Bestätigung vom RFID-Schloss</w:t>
            </w:r>
          </w:p>
        </w:tc>
      </w:tr>
    </w:tbl>
    <w:p w14:paraId="2CCB8BB7" w14:textId="77777777" w:rsidR="002704C5" w:rsidRDefault="002704C5" w:rsidP="002704C5"/>
    <w:p w14:paraId="51426F9E" w14:textId="6B7AA863" w:rsidR="00CD313F" w:rsidRPr="0097060C" w:rsidRDefault="008F4D25" w:rsidP="002704C5">
      <w:r w:rsidRPr="008F4D25">
        <w:rPr>
          <w:highlight w:val="yellow"/>
        </w:rPr>
        <w:t>5F FE 9D 40 02 0E 79 5A EC 1E D0 2D 6B 26 CA B0</w:t>
      </w:r>
      <w:r>
        <w:t xml:space="preserve"> ist der Key</w:t>
      </w:r>
      <w:r w:rsidR="0097060C">
        <w:t xml:space="preserve"> </w:t>
      </w:r>
      <w:r w:rsidR="0097060C" w:rsidRPr="0097060C">
        <w:t>760B470545394C0B405F3D3D3457745A</w:t>
      </w:r>
      <w:r w:rsidR="0097060C">
        <w:t xml:space="preserve"> (16 Bytes)</w:t>
      </w:r>
    </w:p>
    <w:p w14:paraId="43A323F1" w14:textId="3583E948" w:rsidR="00545D0F" w:rsidRDefault="00545D0F" w:rsidP="00545D0F">
      <w:pPr>
        <w:pStyle w:val="berschrift2"/>
      </w:pPr>
      <w:bookmarkStart w:id="14" w:name="_Toc70688398"/>
      <w:bookmarkStart w:id="15" w:name="_Toc121412622"/>
      <w:r w:rsidRPr="00B23BDC">
        <w:t>Flags</w:t>
      </w:r>
      <w:bookmarkEnd w:id="14"/>
      <w:r w:rsidR="00554579">
        <w:t xml:space="preserve"> </w:t>
      </w:r>
      <w:r w:rsidR="005070BE">
        <w:t xml:space="preserve">mit Dateiinformationen </w:t>
      </w:r>
      <w:r w:rsidR="00554579">
        <w:t>setzen</w:t>
      </w:r>
      <w:bookmarkEnd w:id="15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F60652" w:rsidRPr="00E364DF" w14:paraId="78A03E17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4514202" w14:textId="77777777" w:rsidR="00F60652" w:rsidRDefault="00F60652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C5E317F" w14:textId="77777777" w:rsidR="00F60652" w:rsidRPr="00E364DF" w:rsidRDefault="00F60652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49DCF31" w14:textId="77777777" w:rsidR="00F60652" w:rsidRPr="00E364DF" w:rsidRDefault="00F60652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52286F4" w14:textId="77777777" w:rsidR="00F60652" w:rsidRPr="00E364DF" w:rsidRDefault="00F60652" w:rsidP="00BD74AF">
            <w:pPr>
              <w:pStyle w:val="Tabelle"/>
            </w:pPr>
            <w:r>
              <w:t>Funktion</w:t>
            </w:r>
          </w:p>
        </w:tc>
      </w:tr>
      <w:tr w:rsidR="00F60652" w:rsidRPr="00916434" w14:paraId="0D52702A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67AF76F" w14:textId="77777777" w:rsidR="00F60652" w:rsidRPr="00916434" w:rsidRDefault="00F60652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6733990" w14:textId="77777777" w:rsidR="00F60652" w:rsidRPr="00916434" w:rsidRDefault="00F60652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2D7413CB" w14:textId="473FFCE7" w:rsidR="00F60652" w:rsidRPr="00185240" w:rsidRDefault="00F60652" w:rsidP="00BD74AF">
            <w:r w:rsidRPr="00F60652">
              <w:t xml:space="preserve">10 0B 2E 60 11 </w:t>
            </w:r>
            <w:r w:rsidRPr="00F60652">
              <w:rPr>
                <w:highlight w:val="yellow"/>
              </w:rPr>
              <w:t>51 A9 53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9281B5A" w14:textId="77777777" w:rsidR="00F60652" w:rsidRPr="00185240" w:rsidRDefault="00F60652" w:rsidP="00BD74AF">
            <w:r w:rsidRPr="00916434">
              <w:t>First Frame mit 3DES-Sc</w:t>
            </w:r>
            <w:r w:rsidRPr="00185240">
              <w:t>hlüssel</w:t>
            </w:r>
          </w:p>
          <w:p w14:paraId="72AE25E8" w14:textId="77777777" w:rsidR="00F60652" w:rsidRDefault="00F60652" w:rsidP="00BD74AF">
            <w:r>
              <w:t>00B = es folgen 11 Bytes Nutzlast</w:t>
            </w:r>
          </w:p>
          <w:p w14:paraId="1DF129CC" w14:textId="77777777" w:rsidR="00F60652" w:rsidRPr="001F7740" w:rsidRDefault="00F60652" w:rsidP="00BD74AF">
            <w:pPr>
              <w:rPr>
                <w:lang w:val="en-US"/>
              </w:rPr>
            </w:pPr>
            <w:r w:rsidRPr="001F7740">
              <w:rPr>
                <w:lang w:val="en-US"/>
              </w:rPr>
              <w:t>2E = Write Data by i</w:t>
            </w:r>
            <w:r>
              <w:rPr>
                <w:lang w:val="en-US"/>
              </w:rPr>
              <w:t>dentifier</w:t>
            </w:r>
          </w:p>
          <w:p w14:paraId="47DD3BF8" w14:textId="77777777" w:rsidR="00F60652" w:rsidRPr="003F4C76" w:rsidRDefault="00F60652" w:rsidP="00BD74AF">
            <w:pPr>
              <w:rPr>
                <w:lang w:val="en-US"/>
              </w:rPr>
            </w:pPr>
            <w:r w:rsidRPr="00185240">
              <w:rPr>
                <w:lang w:val="en-US"/>
              </w:rPr>
              <w:t xml:space="preserve">60 </w:t>
            </w:r>
            <w:r>
              <w:rPr>
                <w:lang w:val="en-US"/>
              </w:rPr>
              <w:t>03</w:t>
            </w:r>
            <w:r w:rsidRPr="00185240">
              <w:rPr>
                <w:lang w:val="en-US"/>
              </w:rPr>
              <w:t xml:space="preserve"> = Send</w:t>
            </w:r>
            <w:r>
              <w:rPr>
                <w:lang w:val="en-US"/>
              </w:rPr>
              <w:t xml:space="preserve"> Key</w:t>
            </w:r>
            <w:r w:rsidRPr="00185240">
              <w:rPr>
                <w:lang w:val="en-US"/>
              </w:rPr>
              <w:t>Nr</w:t>
            </w:r>
          </w:p>
        </w:tc>
      </w:tr>
      <w:tr w:rsidR="00F60652" w:rsidRPr="0001213F" w14:paraId="15C234E1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EA5B148" w14:textId="77777777" w:rsidR="00F60652" w:rsidRPr="00916434" w:rsidRDefault="00F60652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58EEF93" w14:textId="77777777" w:rsidR="00F60652" w:rsidRPr="00916434" w:rsidRDefault="00F60652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7899AC3" w14:textId="77777777" w:rsidR="00F60652" w:rsidRPr="00185240" w:rsidRDefault="00F60652" w:rsidP="00BD74AF">
            <w:r w:rsidRPr="00185240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75032C2A" w14:textId="77777777" w:rsidR="00F60652" w:rsidRPr="00916434" w:rsidRDefault="00F60652" w:rsidP="00BD74AF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F60652" w:rsidRPr="00916434" w14:paraId="1A76CBD2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6736BB0" w14:textId="77777777" w:rsidR="00F60652" w:rsidRPr="00916434" w:rsidRDefault="00F60652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4F71183" w14:textId="77777777" w:rsidR="00F60652" w:rsidRPr="00916434" w:rsidRDefault="00F60652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5678883" w14:textId="14A2485D" w:rsidR="00F60652" w:rsidRPr="00185240" w:rsidRDefault="00F60652" w:rsidP="00BD74AF">
            <w:r w:rsidRPr="00185240">
              <w:t xml:space="preserve">21 </w:t>
            </w:r>
            <w:r w:rsidRPr="00F60652">
              <w:rPr>
                <w:highlight w:val="yellow"/>
              </w:rPr>
              <w:t>A1 95 E1 14 0A</w:t>
            </w:r>
            <w:r w:rsidRPr="00F60652">
              <w:t xml:space="preserve"> AA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FECCCB9" w14:textId="77777777" w:rsidR="00F60652" w:rsidRPr="00916434" w:rsidRDefault="00F60652" w:rsidP="00BD74AF">
            <w:r w:rsidRPr="00916434">
              <w:t>Consecutive Frame mit Inhalt</w:t>
            </w:r>
          </w:p>
        </w:tc>
      </w:tr>
      <w:tr w:rsidR="00F60652" w:rsidRPr="00916434" w14:paraId="25552F30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A75FF5E" w14:textId="77777777" w:rsidR="00F60652" w:rsidRPr="00916434" w:rsidRDefault="00F60652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7BD2AF4F" w14:textId="77777777" w:rsidR="00F60652" w:rsidRPr="00916434" w:rsidRDefault="00F60652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5C9C54B2" w14:textId="43A37505" w:rsidR="00F60652" w:rsidRPr="00185240" w:rsidRDefault="00F60652" w:rsidP="00BD74AF">
            <w:r w:rsidRPr="00185240">
              <w:t xml:space="preserve">03 6E 60 </w:t>
            </w:r>
            <w:r>
              <w:t>11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746A1930" w14:textId="77777777" w:rsidR="00F60652" w:rsidRPr="00916434" w:rsidRDefault="00F60652" w:rsidP="00BD74AF">
            <w:r w:rsidRPr="00916434">
              <w:t>Bestätigung vom RFID-Schloss</w:t>
            </w:r>
          </w:p>
        </w:tc>
      </w:tr>
    </w:tbl>
    <w:p w14:paraId="6D0E4F25" w14:textId="77777777" w:rsidR="00736B73" w:rsidRDefault="00736B73" w:rsidP="00736B73"/>
    <w:p w14:paraId="3365DDAC" w14:textId="0BF85CD6" w:rsidR="00736B73" w:rsidRDefault="00F60652" w:rsidP="00736B73">
      <w:r w:rsidRPr="00F60652">
        <w:rPr>
          <w:highlight w:val="yellow"/>
        </w:rPr>
        <w:t>51 A9 5</w:t>
      </w:r>
      <w:r>
        <w:rPr>
          <w:highlight w:val="yellow"/>
        </w:rPr>
        <w:t xml:space="preserve">3 </w:t>
      </w:r>
      <w:r w:rsidRPr="00F60652">
        <w:rPr>
          <w:highlight w:val="yellow"/>
        </w:rPr>
        <w:t>A1 95 E1 14 0A</w:t>
      </w:r>
      <w:r>
        <w:t xml:space="preserve"> enth</w:t>
      </w:r>
      <w:r w:rsidR="00BC7E96">
        <w:t>ä</w:t>
      </w:r>
      <w:r>
        <w:t xml:space="preserve">lt die </w:t>
      </w:r>
      <w:r w:rsidR="002A6A98">
        <w:t>Information 00 00 10 10 00</w:t>
      </w:r>
    </w:p>
    <w:p w14:paraId="15B6EC05" w14:textId="77777777" w:rsidR="00A34F2F" w:rsidRDefault="00A34F2F" w:rsidP="00736B73"/>
    <w:p w14:paraId="2934CA46" w14:textId="77777777" w:rsidR="00A34F2F" w:rsidRDefault="00A34F2F" w:rsidP="00736B73"/>
    <w:p w14:paraId="55B45602" w14:textId="77777777" w:rsidR="00A34F2F" w:rsidRDefault="00A34F2F" w:rsidP="00736B73"/>
    <w:p w14:paraId="1D32D790" w14:textId="77777777" w:rsidR="00A34F2F" w:rsidRDefault="00A34F2F" w:rsidP="00736B73"/>
    <w:p w14:paraId="735011E5" w14:textId="77777777" w:rsidR="00A34F2F" w:rsidRDefault="00A34F2F" w:rsidP="00736B73"/>
    <w:p w14:paraId="7292642C" w14:textId="77777777" w:rsidR="00A34F2F" w:rsidRDefault="00A34F2F" w:rsidP="00736B73"/>
    <w:p w14:paraId="750FFAB3" w14:textId="77777777" w:rsidR="00A34F2F" w:rsidRDefault="00A34F2F" w:rsidP="00736B73"/>
    <w:p w14:paraId="69071063" w14:textId="77777777" w:rsidR="00A34F2F" w:rsidRDefault="00A34F2F" w:rsidP="00736B73"/>
    <w:p w14:paraId="2A34ED72" w14:textId="77777777" w:rsidR="00A34F2F" w:rsidRDefault="00A34F2F" w:rsidP="00736B73"/>
    <w:p w14:paraId="5C7E95A3" w14:textId="77777777" w:rsidR="00A34F2F" w:rsidRDefault="00A34F2F" w:rsidP="00736B73"/>
    <w:p w14:paraId="21ACC7C0" w14:textId="77777777" w:rsidR="00A34F2F" w:rsidRPr="00F60652" w:rsidRDefault="00A34F2F" w:rsidP="00736B73"/>
    <w:p w14:paraId="6405798D" w14:textId="7811F605" w:rsidR="00545D0F" w:rsidRDefault="00545D0F" w:rsidP="00545D0F">
      <w:pPr>
        <w:pStyle w:val="berschrift2"/>
      </w:pPr>
      <w:bookmarkStart w:id="16" w:name="_Toc70688399"/>
      <w:bookmarkStart w:id="17" w:name="_Toc121412623"/>
      <w:r w:rsidRPr="00B23BDC">
        <w:lastRenderedPageBreak/>
        <w:t>FileNr</w:t>
      </w:r>
      <w:bookmarkEnd w:id="16"/>
      <w:r w:rsidR="005070BE">
        <w:t xml:space="preserve"> setzen</w:t>
      </w:r>
      <w:bookmarkEnd w:id="17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19663D" w:rsidRPr="00E364DF" w14:paraId="3613F781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15C2E5BB" w14:textId="77777777" w:rsidR="0019663D" w:rsidRDefault="0019663D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0F3E47D" w14:textId="77777777" w:rsidR="0019663D" w:rsidRPr="00E364DF" w:rsidRDefault="0019663D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57917A08" w14:textId="77777777" w:rsidR="0019663D" w:rsidRPr="00E364DF" w:rsidRDefault="0019663D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03037108" w14:textId="77777777" w:rsidR="0019663D" w:rsidRPr="00E364DF" w:rsidRDefault="0019663D" w:rsidP="00BD74AF">
            <w:pPr>
              <w:pStyle w:val="Tabelle"/>
            </w:pPr>
            <w:r>
              <w:t>Funktion</w:t>
            </w:r>
          </w:p>
        </w:tc>
      </w:tr>
      <w:tr w:rsidR="0019663D" w:rsidRPr="00916434" w14:paraId="16DB535C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70AE12A" w14:textId="77777777" w:rsidR="0019663D" w:rsidRPr="00916434" w:rsidRDefault="0019663D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376CD5CF" w14:textId="77777777" w:rsidR="0019663D" w:rsidRPr="00916434" w:rsidRDefault="0019663D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65533FF6" w14:textId="5C9FF45F" w:rsidR="0019663D" w:rsidRPr="00185240" w:rsidRDefault="0019663D" w:rsidP="00BD74AF">
            <w:r w:rsidRPr="0019663D">
              <w:t xml:space="preserve">10 0B 2E 60 12 </w:t>
            </w:r>
            <w:r w:rsidRPr="00AE5F02">
              <w:rPr>
                <w:highlight w:val="yellow"/>
              </w:rPr>
              <w:t>C9 DC A3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5C9B16F" w14:textId="77777777" w:rsidR="0019663D" w:rsidRPr="00185240" w:rsidRDefault="0019663D" w:rsidP="00BD74AF">
            <w:r w:rsidRPr="00916434">
              <w:t>First Frame mit 3DES-Sc</w:t>
            </w:r>
            <w:r w:rsidRPr="00185240">
              <w:t>hlüssel</w:t>
            </w:r>
          </w:p>
          <w:p w14:paraId="65A8CCD5" w14:textId="77777777" w:rsidR="0019663D" w:rsidRDefault="0019663D" w:rsidP="00BD74AF">
            <w:r>
              <w:t>00B = es folgen 11 Bytes Nutzlast</w:t>
            </w:r>
          </w:p>
          <w:p w14:paraId="17C6FB98" w14:textId="77777777" w:rsidR="0019663D" w:rsidRPr="001F7740" w:rsidRDefault="0019663D" w:rsidP="00BD74AF">
            <w:pPr>
              <w:rPr>
                <w:lang w:val="en-US"/>
              </w:rPr>
            </w:pPr>
            <w:r w:rsidRPr="001F7740">
              <w:rPr>
                <w:lang w:val="en-US"/>
              </w:rPr>
              <w:t>2E = Write Data by i</w:t>
            </w:r>
            <w:r>
              <w:rPr>
                <w:lang w:val="en-US"/>
              </w:rPr>
              <w:t>dentifier</w:t>
            </w:r>
          </w:p>
          <w:p w14:paraId="47AEC57E" w14:textId="6BC49E59" w:rsidR="0019663D" w:rsidRPr="003F4C76" w:rsidRDefault="0019663D" w:rsidP="00BD74AF">
            <w:pPr>
              <w:rPr>
                <w:lang w:val="en-US"/>
              </w:rPr>
            </w:pPr>
            <w:r w:rsidRPr="00185240">
              <w:rPr>
                <w:lang w:val="en-US"/>
              </w:rPr>
              <w:t xml:space="preserve">60 </w:t>
            </w:r>
            <w:r>
              <w:rPr>
                <w:lang w:val="en-US"/>
              </w:rPr>
              <w:t>12</w:t>
            </w:r>
            <w:r w:rsidRPr="00185240">
              <w:rPr>
                <w:lang w:val="en-US"/>
              </w:rPr>
              <w:t xml:space="preserve"> = Send</w:t>
            </w:r>
            <w:r>
              <w:rPr>
                <w:lang w:val="en-US"/>
              </w:rPr>
              <w:t xml:space="preserve"> File</w:t>
            </w:r>
            <w:r w:rsidRPr="00185240">
              <w:rPr>
                <w:lang w:val="en-US"/>
              </w:rPr>
              <w:t>Nr</w:t>
            </w:r>
          </w:p>
        </w:tc>
      </w:tr>
      <w:tr w:rsidR="0019663D" w:rsidRPr="0001213F" w14:paraId="64951DD2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719A911" w14:textId="77777777" w:rsidR="0019663D" w:rsidRPr="00916434" w:rsidRDefault="0019663D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E77D74E" w14:textId="77777777" w:rsidR="0019663D" w:rsidRPr="00916434" w:rsidRDefault="0019663D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468B94FE" w14:textId="77777777" w:rsidR="0019663D" w:rsidRPr="00185240" w:rsidRDefault="0019663D" w:rsidP="00BD74AF">
            <w:r w:rsidRPr="00185240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73DF9CF3" w14:textId="77777777" w:rsidR="0019663D" w:rsidRPr="00916434" w:rsidRDefault="0019663D" w:rsidP="00BD74AF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19663D" w:rsidRPr="00916434" w14:paraId="38448D14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7A5F1C2" w14:textId="77777777" w:rsidR="0019663D" w:rsidRPr="00916434" w:rsidRDefault="0019663D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44386B9B" w14:textId="77777777" w:rsidR="0019663D" w:rsidRPr="00916434" w:rsidRDefault="0019663D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4384E1C4" w14:textId="20B7DBEC" w:rsidR="0019663D" w:rsidRPr="00185240" w:rsidRDefault="00D35D04" w:rsidP="00BD74AF">
            <w:r w:rsidRPr="00D35D04">
              <w:t xml:space="preserve">21 </w:t>
            </w:r>
            <w:r w:rsidRPr="00AE5F02">
              <w:rPr>
                <w:highlight w:val="yellow"/>
              </w:rPr>
              <w:t>E3 B8 72 61 A9</w:t>
            </w:r>
            <w:r w:rsidRPr="00D35D04">
              <w:t xml:space="preserve"> AA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BD5E87B" w14:textId="77777777" w:rsidR="0019663D" w:rsidRPr="00916434" w:rsidRDefault="0019663D" w:rsidP="00BD74AF">
            <w:r w:rsidRPr="00916434">
              <w:t>Consecutive Frame mit Inhalt</w:t>
            </w:r>
          </w:p>
        </w:tc>
      </w:tr>
      <w:tr w:rsidR="0019663D" w:rsidRPr="00916434" w14:paraId="0DAC235E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8E4FC4D" w14:textId="77777777" w:rsidR="0019663D" w:rsidRPr="00916434" w:rsidRDefault="0019663D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43AFED1D" w14:textId="77777777" w:rsidR="0019663D" w:rsidRPr="00916434" w:rsidRDefault="0019663D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4F2854E4" w14:textId="2C8F0152" w:rsidR="0019663D" w:rsidRPr="00185240" w:rsidRDefault="0019663D" w:rsidP="00BD74AF">
            <w:r w:rsidRPr="00185240">
              <w:t xml:space="preserve">03 6E 60 </w:t>
            </w:r>
            <w:r>
              <w:t>1</w:t>
            </w:r>
            <w:r w:rsidR="00D35D04">
              <w:t>2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94D831F" w14:textId="77777777" w:rsidR="0019663D" w:rsidRPr="00916434" w:rsidRDefault="0019663D" w:rsidP="00BD74AF">
            <w:r w:rsidRPr="00916434">
              <w:t>Bestätigung vom RFID-Schloss</w:t>
            </w:r>
          </w:p>
        </w:tc>
      </w:tr>
    </w:tbl>
    <w:p w14:paraId="46A828DA" w14:textId="77777777" w:rsidR="000B2808" w:rsidRDefault="000B2808" w:rsidP="000B2808"/>
    <w:p w14:paraId="5DB792B8" w14:textId="77B7B97D" w:rsidR="00AE5F02" w:rsidRPr="00BC7E96" w:rsidRDefault="00AE5F02" w:rsidP="000B2808">
      <w:r w:rsidRPr="00BC7E96">
        <w:rPr>
          <w:highlight w:val="yellow"/>
        </w:rPr>
        <w:t>C9 DC A3 E3 B8 72 61 A9</w:t>
      </w:r>
      <w:r w:rsidRPr="00BC7E96">
        <w:t xml:space="preserve"> </w:t>
      </w:r>
      <w:r w:rsidR="00BC7E96" w:rsidRPr="00BC7E96">
        <w:t>ist di</w:t>
      </w:r>
      <w:r w:rsidR="00BC7E96">
        <w:t>e Dateinummer 04</w:t>
      </w:r>
    </w:p>
    <w:p w14:paraId="75103B13" w14:textId="5F21BD12" w:rsidR="00545D0F" w:rsidRDefault="00545D0F" w:rsidP="00545D0F">
      <w:pPr>
        <w:pStyle w:val="berschrift2"/>
      </w:pPr>
      <w:bookmarkStart w:id="18" w:name="_Toc70688400"/>
      <w:bookmarkStart w:id="19" w:name="_Toc121412624"/>
      <w:r w:rsidRPr="00B23BDC">
        <w:t>KeyNr</w:t>
      </w:r>
      <w:bookmarkEnd w:id="18"/>
      <w:r w:rsidR="00554389">
        <w:t xml:space="preserve"> für Dateizugriff setzen</w:t>
      </w:r>
      <w:bookmarkEnd w:id="19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285571" w:rsidRPr="00E364DF" w14:paraId="250DD8B5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58591B1D" w14:textId="77777777" w:rsidR="00285571" w:rsidRDefault="00285571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D721B5F" w14:textId="77777777" w:rsidR="00285571" w:rsidRPr="00E364DF" w:rsidRDefault="00285571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4D9104AC" w14:textId="77777777" w:rsidR="00285571" w:rsidRPr="00E364DF" w:rsidRDefault="00285571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4F6D0962" w14:textId="77777777" w:rsidR="00285571" w:rsidRPr="00E364DF" w:rsidRDefault="00285571" w:rsidP="00BD74AF">
            <w:pPr>
              <w:pStyle w:val="Tabelle"/>
            </w:pPr>
            <w:r>
              <w:t>Funktion</w:t>
            </w:r>
          </w:p>
        </w:tc>
      </w:tr>
      <w:tr w:rsidR="00285571" w:rsidRPr="00916434" w14:paraId="5FE8EBCB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F3F6502" w14:textId="77777777" w:rsidR="00285571" w:rsidRPr="00916434" w:rsidRDefault="00285571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5E12BB9E" w14:textId="77777777" w:rsidR="00285571" w:rsidRPr="00916434" w:rsidRDefault="00285571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0FB47797" w14:textId="7B6D052E" w:rsidR="00285571" w:rsidRPr="00185240" w:rsidRDefault="00C368F8" w:rsidP="00BD74AF">
            <w:r w:rsidRPr="00C368F8">
              <w:t xml:space="preserve">10 0B 2E 60 13 </w:t>
            </w:r>
            <w:r w:rsidRPr="003D20FD">
              <w:rPr>
                <w:highlight w:val="yellow"/>
              </w:rPr>
              <w:t>52 AC 39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195C9182" w14:textId="77777777" w:rsidR="00285571" w:rsidRPr="00185240" w:rsidRDefault="00285571" w:rsidP="00BD74AF">
            <w:r w:rsidRPr="00916434">
              <w:t>First Frame mit 3DES-Sc</w:t>
            </w:r>
            <w:r w:rsidRPr="00185240">
              <w:t>hlüssel</w:t>
            </w:r>
          </w:p>
          <w:p w14:paraId="0F46DDCE" w14:textId="77777777" w:rsidR="00285571" w:rsidRDefault="00285571" w:rsidP="00BD74AF">
            <w:r>
              <w:t>00B = es folgen 11 Bytes Nutzlast</w:t>
            </w:r>
          </w:p>
          <w:p w14:paraId="2CB7D671" w14:textId="77777777" w:rsidR="00285571" w:rsidRPr="00BA06CD" w:rsidRDefault="00285571" w:rsidP="00BD74AF">
            <w:r w:rsidRPr="00BA06CD">
              <w:t>2E = Write Data by identifier</w:t>
            </w:r>
          </w:p>
          <w:p w14:paraId="23AA8624" w14:textId="14E6F21D" w:rsidR="00285571" w:rsidRPr="00BA06CD" w:rsidRDefault="00285571" w:rsidP="00BD74AF">
            <w:r w:rsidRPr="00BA06CD">
              <w:t>60 1</w:t>
            </w:r>
            <w:r w:rsidR="00BA06CD">
              <w:t>3</w:t>
            </w:r>
            <w:r w:rsidRPr="00BA06CD">
              <w:t xml:space="preserve"> = Send </w:t>
            </w:r>
            <w:r w:rsidR="00BA06CD">
              <w:t>Key</w:t>
            </w:r>
            <w:r w:rsidRPr="00BA06CD">
              <w:t>Nr</w:t>
            </w:r>
          </w:p>
        </w:tc>
      </w:tr>
      <w:tr w:rsidR="00285571" w:rsidRPr="0001213F" w14:paraId="2ABAD2D7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5AAA6FD" w14:textId="77777777" w:rsidR="00285571" w:rsidRPr="00916434" w:rsidRDefault="00285571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7ED4DC06" w14:textId="77777777" w:rsidR="00285571" w:rsidRPr="00916434" w:rsidRDefault="00285571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4709C126" w14:textId="77777777" w:rsidR="00285571" w:rsidRPr="00185240" w:rsidRDefault="00285571" w:rsidP="00BD74AF">
            <w:r w:rsidRPr="00185240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C43A918" w14:textId="77777777" w:rsidR="00285571" w:rsidRPr="00916434" w:rsidRDefault="00285571" w:rsidP="00BD74AF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285571" w:rsidRPr="00916434" w14:paraId="23AA114A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C3742C4" w14:textId="77777777" w:rsidR="00285571" w:rsidRPr="00916434" w:rsidRDefault="00285571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4F09500A" w14:textId="77777777" w:rsidR="00285571" w:rsidRPr="00916434" w:rsidRDefault="00285571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3506C9F" w14:textId="62190C5D" w:rsidR="00285571" w:rsidRPr="00185240" w:rsidRDefault="00C368F8" w:rsidP="00BD74AF">
            <w:r w:rsidRPr="00C368F8">
              <w:t xml:space="preserve">21 </w:t>
            </w:r>
            <w:r w:rsidRPr="003D20FD">
              <w:rPr>
                <w:highlight w:val="yellow"/>
              </w:rPr>
              <w:t>87 8A 92 C8 A0</w:t>
            </w:r>
            <w:r w:rsidRPr="00C368F8">
              <w:t xml:space="preserve"> AA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2F63D333" w14:textId="77777777" w:rsidR="00285571" w:rsidRPr="00916434" w:rsidRDefault="00285571" w:rsidP="00BD74AF">
            <w:r w:rsidRPr="00916434">
              <w:t>Consecutive Frame mit Inhalt</w:t>
            </w:r>
          </w:p>
        </w:tc>
      </w:tr>
      <w:tr w:rsidR="00285571" w:rsidRPr="00916434" w14:paraId="4E278A1A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E65FB7B" w14:textId="77777777" w:rsidR="00285571" w:rsidRPr="00916434" w:rsidRDefault="00285571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396D6EFB" w14:textId="77777777" w:rsidR="00285571" w:rsidRPr="00916434" w:rsidRDefault="00285571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6477018" w14:textId="156213A0" w:rsidR="00285571" w:rsidRPr="00185240" w:rsidRDefault="00285571" w:rsidP="00BD74AF">
            <w:r w:rsidRPr="00185240">
              <w:t xml:space="preserve">03 6E 60 </w:t>
            </w:r>
            <w:r>
              <w:t>1</w:t>
            </w:r>
            <w:r w:rsidR="00C368F8">
              <w:t>3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6DA42B8C" w14:textId="77777777" w:rsidR="00285571" w:rsidRPr="00916434" w:rsidRDefault="00285571" w:rsidP="00BD74AF">
            <w:r w:rsidRPr="00916434">
              <w:t>Bestätigung vom RFID-Schloss</w:t>
            </w:r>
          </w:p>
        </w:tc>
      </w:tr>
    </w:tbl>
    <w:p w14:paraId="0920C5A5" w14:textId="77777777" w:rsidR="000B2808" w:rsidRDefault="000B2808" w:rsidP="000B2808"/>
    <w:p w14:paraId="33677037" w14:textId="6874CC81" w:rsidR="00545D0F" w:rsidRDefault="003D20FD" w:rsidP="00545D0F">
      <w:r w:rsidRPr="003D20FD">
        <w:rPr>
          <w:highlight w:val="yellow"/>
        </w:rPr>
        <w:t>52 AC 39 87 8A 92 C8 A0</w:t>
      </w:r>
      <w:r w:rsidRPr="003D20FD">
        <w:t xml:space="preserve"> ist die Datei</w:t>
      </w:r>
      <w:r>
        <w:t xml:space="preserve">nummer </w:t>
      </w:r>
      <w:r w:rsidR="00545D0F" w:rsidRPr="00B23BDC">
        <w:t>01</w:t>
      </w:r>
      <w:r>
        <w:t>.</w:t>
      </w:r>
    </w:p>
    <w:p w14:paraId="2248C426" w14:textId="3955A7FF" w:rsidR="00545D0F" w:rsidRPr="00B23BDC" w:rsidRDefault="00545D0F" w:rsidP="00545D0F">
      <w:pPr>
        <w:pStyle w:val="berschrift2"/>
      </w:pPr>
      <w:bookmarkStart w:id="20" w:name="_Toc70688401"/>
      <w:bookmarkStart w:id="21" w:name="_Toc121412625"/>
      <w:r w:rsidRPr="00B23BDC">
        <w:t>Key</w:t>
      </w:r>
      <w:bookmarkEnd w:id="20"/>
      <w:r w:rsidR="00554389">
        <w:t xml:space="preserve"> für Dateizugriff setzen</w:t>
      </w:r>
      <w:bookmarkEnd w:id="21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F1532B" w:rsidRPr="00E364DF" w14:paraId="35F5290C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3EE8ED67" w14:textId="77777777" w:rsidR="00F1532B" w:rsidRDefault="00F1532B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08E84B68" w14:textId="77777777" w:rsidR="00F1532B" w:rsidRPr="00E364DF" w:rsidRDefault="00F1532B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52A19718" w14:textId="77777777" w:rsidR="00F1532B" w:rsidRPr="00E364DF" w:rsidRDefault="00F1532B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1C2E440B" w14:textId="77777777" w:rsidR="00F1532B" w:rsidRPr="00E364DF" w:rsidRDefault="00F1532B" w:rsidP="00BD74AF">
            <w:pPr>
              <w:pStyle w:val="Tabelle"/>
            </w:pPr>
            <w:r>
              <w:t>Funktion</w:t>
            </w:r>
          </w:p>
        </w:tc>
      </w:tr>
      <w:tr w:rsidR="00F1532B" w:rsidRPr="00916434" w14:paraId="7C21AB1F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9347D0A" w14:textId="77777777" w:rsidR="00F1532B" w:rsidRPr="00916434" w:rsidRDefault="00F1532B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0DADADA5" w14:textId="77777777" w:rsidR="00F1532B" w:rsidRPr="00916434" w:rsidRDefault="00F1532B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5AEB5195" w14:textId="5CD26F50" w:rsidR="00F1532B" w:rsidRPr="00185240" w:rsidRDefault="00797630" w:rsidP="00BD74AF">
            <w:r w:rsidRPr="00797630">
              <w:t xml:space="preserve">10 13 2E 60 14 </w:t>
            </w:r>
            <w:r w:rsidRPr="00797630">
              <w:rPr>
                <w:highlight w:val="yellow"/>
              </w:rPr>
              <w:t>05 7E F3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10A59547" w14:textId="77777777" w:rsidR="00F1532B" w:rsidRPr="00185240" w:rsidRDefault="00F1532B" w:rsidP="00BD74AF">
            <w:r w:rsidRPr="00916434">
              <w:t>First Frame mit 3DES-Sc</w:t>
            </w:r>
            <w:r w:rsidRPr="00185240">
              <w:t>hlüssel</w:t>
            </w:r>
          </w:p>
          <w:p w14:paraId="3B5C7798" w14:textId="77777777" w:rsidR="00F1532B" w:rsidRDefault="00F1532B" w:rsidP="00BD74AF">
            <w:r>
              <w:t>013 = es folgen 19 Bytes Nutzlast</w:t>
            </w:r>
          </w:p>
          <w:p w14:paraId="6564E1E6" w14:textId="77777777" w:rsidR="00F1532B" w:rsidRPr="00F1532B" w:rsidRDefault="00F1532B" w:rsidP="00BD74AF">
            <w:r w:rsidRPr="00F1532B">
              <w:t>2E = Write Data by identifier</w:t>
            </w:r>
          </w:p>
          <w:p w14:paraId="6A3B3308" w14:textId="435F7D52" w:rsidR="00F1532B" w:rsidRPr="00F1532B" w:rsidRDefault="00F1532B" w:rsidP="00BD74AF">
            <w:r w:rsidRPr="00F1532B">
              <w:t xml:space="preserve">60 </w:t>
            </w:r>
            <w:r>
              <w:t>1</w:t>
            </w:r>
            <w:r w:rsidRPr="00F1532B">
              <w:t>4 = Send Key</w:t>
            </w:r>
          </w:p>
        </w:tc>
      </w:tr>
      <w:tr w:rsidR="00F1532B" w:rsidRPr="0001213F" w14:paraId="1F03EBCA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2AEAFB6" w14:textId="77777777" w:rsidR="00F1532B" w:rsidRPr="00916434" w:rsidRDefault="00F1532B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72979EDF" w14:textId="77777777" w:rsidR="00F1532B" w:rsidRPr="00916434" w:rsidRDefault="00F1532B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DB6D556" w14:textId="77777777" w:rsidR="00F1532B" w:rsidRPr="00185240" w:rsidRDefault="00F1532B" w:rsidP="00BD74AF">
            <w:r w:rsidRPr="00185240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2A2315B1" w14:textId="77777777" w:rsidR="00F1532B" w:rsidRPr="00916434" w:rsidRDefault="00F1532B" w:rsidP="00BD74AF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F1532B" w:rsidRPr="00916434" w14:paraId="5589D6DE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479589B" w14:textId="77777777" w:rsidR="00F1532B" w:rsidRPr="00916434" w:rsidRDefault="00F1532B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E49234C" w14:textId="77777777" w:rsidR="00F1532B" w:rsidRPr="00916434" w:rsidRDefault="00F1532B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06DC1785" w14:textId="47F4AA08" w:rsidR="00F1532B" w:rsidRPr="00185240" w:rsidRDefault="00797630" w:rsidP="00BD74AF">
            <w:r w:rsidRPr="00797630">
              <w:t xml:space="preserve">21 </w:t>
            </w:r>
            <w:r w:rsidRPr="00797630">
              <w:rPr>
                <w:highlight w:val="yellow"/>
              </w:rPr>
              <w:t>20 6C 6B D5 EE 8A 74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47EF500" w14:textId="77777777" w:rsidR="00F1532B" w:rsidRPr="00916434" w:rsidRDefault="00F1532B" w:rsidP="00BD74AF">
            <w:r w:rsidRPr="00916434">
              <w:t>Consecutive Frame mit Inhalt</w:t>
            </w:r>
          </w:p>
        </w:tc>
      </w:tr>
      <w:tr w:rsidR="00F1532B" w:rsidRPr="00916434" w14:paraId="22A79829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404E2A2" w14:textId="77777777" w:rsidR="00F1532B" w:rsidRPr="00916434" w:rsidRDefault="00F1532B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A772E7A" w14:textId="77777777" w:rsidR="00F1532B" w:rsidRPr="00916434" w:rsidRDefault="00F1532B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93EDF0D" w14:textId="14373776" w:rsidR="00F1532B" w:rsidRPr="00185240" w:rsidRDefault="00797630" w:rsidP="00BD74AF">
            <w:r w:rsidRPr="00797630">
              <w:t xml:space="preserve">22 </w:t>
            </w:r>
            <w:r w:rsidRPr="00797630">
              <w:rPr>
                <w:highlight w:val="yellow"/>
              </w:rPr>
              <w:t>73 E6 79 08 72 E4</w:t>
            </w:r>
            <w:r w:rsidRPr="00797630">
              <w:t xml:space="preserve">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7BFFE2AA" w14:textId="77777777" w:rsidR="00F1532B" w:rsidRPr="00916434" w:rsidRDefault="00F1532B" w:rsidP="00BD74AF">
            <w:r w:rsidRPr="00916434">
              <w:t>Consecutive Frame mit Inhalt</w:t>
            </w:r>
          </w:p>
        </w:tc>
      </w:tr>
      <w:tr w:rsidR="00F1532B" w:rsidRPr="00916434" w14:paraId="675C11E0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2850EE0" w14:textId="77777777" w:rsidR="00F1532B" w:rsidRPr="00916434" w:rsidRDefault="00F1532B" w:rsidP="00BD74AF">
            <w:r>
              <w:t>5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159860C6" w14:textId="77777777" w:rsidR="00F1532B" w:rsidRPr="00CA59F2" w:rsidRDefault="00F1532B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11C544A7" w14:textId="5D2B58C1" w:rsidR="00F1532B" w:rsidRPr="00185240" w:rsidRDefault="00F1532B" w:rsidP="00BD74AF">
            <w:r w:rsidRPr="00185240">
              <w:t xml:space="preserve">03 6E 60 </w:t>
            </w:r>
            <w:r>
              <w:t>14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7E78166" w14:textId="77777777" w:rsidR="00F1532B" w:rsidRPr="00916434" w:rsidRDefault="00F1532B" w:rsidP="00BD74AF">
            <w:r w:rsidRPr="00916434">
              <w:t>Bestätigung vom RFID-Schloss</w:t>
            </w:r>
          </w:p>
        </w:tc>
      </w:tr>
    </w:tbl>
    <w:p w14:paraId="58D3C269" w14:textId="77777777" w:rsidR="00DE439D" w:rsidRDefault="00DE439D" w:rsidP="00545D0F">
      <w:pPr>
        <w:rPr>
          <w:lang w:val="en-US"/>
        </w:rPr>
      </w:pPr>
    </w:p>
    <w:p w14:paraId="5C99BB4C" w14:textId="46B34BA2" w:rsidR="00545D0F" w:rsidRDefault="00797630" w:rsidP="00545D0F">
      <w:r w:rsidRPr="00797630">
        <w:rPr>
          <w:highlight w:val="yellow"/>
        </w:rPr>
        <w:t>05 7E F3</w:t>
      </w:r>
      <w:r>
        <w:rPr>
          <w:highlight w:val="yellow"/>
        </w:rPr>
        <w:t xml:space="preserve"> </w:t>
      </w:r>
      <w:r w:rsidRPr="00797630">
        <w:rPr>
          <w:highlight w:val="yellow"/>
        </w:rPr>
        <w:t>20 6C 6B D5 EE 8A 74</w:t>
      </w:r>
      <w:r>
        <w:rPr>
          <w:highlight w:val="yellow"/>
        </w:rPr>
        <w:t xml:space="preserve"> </w:t>
      </w:r>
      <w:r w:rsidRPr="00797630">
        <w:rPr>
          <w:highlight w:val="yellow"/>
        </w:rPr>
        <w:t>73 E6 79 08 72 E4</w:t>
      </w:r>
      <w:r>
        <w:t xml:space="preserve"> ist der Key </w:t>
      </w:r>
      <w:r w:rsidR="00545D0F" w:rsidRPr="00797630">
        <w:t>5075254A26530F354A5866324234464D</w:t>
      </w:r>
    </w:p>
    <w:p w14:paraId="1AF5AE3D" w14:textId="028299DA" w:rsidR="00DB656B" w:rsidRPr="00797630" w:rsidRDefault="00DB656B" w:rsidP="00DB656B">
      <w:pPr>
        <w:pStyle w:val="berschrift1"/>
      </w:pPr>
      <w:bookmarkStart w:id="22" w:name="_Toc121412626"/>
      <w:r>
        <w:lastRenderedPageBreak/>
        <w:t>Nach dem Einstellen</w:t>
      </w:r>
      <w:bookmarkEnd w:id="22"/>
    </w:p>
    <w:p w14:paraId="462FD8C4" w14:textId="5051CEA2" w:rsidR="00545D0F" w:rsidRPr="001D631C" w:rsidRDefault="00545D0F" w:rsidP="001D631C">
      <w:pPr>
        <w:pStyle w:val="berschrift2"/>
      </w:pPr>
      <w:bookmarkStart w:id="23" w:name="_Toc70688402"/>
      <w:bookmarkStart w:id="24" w:name="_Toc121412627"/>
      <w:r w:rsidRPr="001D631C">
        <w:t>Write File</w:t>
      </w:r>
      <w:bookmarkEnd w:id="23"/>
      <w:r w:rsidR="001D631C" w:rsidRPr="001D631C">
        <w:t>, neuer RFID-Schl</w:t>
      </w:r>
      <w:r w:rsidR="001D631C">
        <w:t>üssel wird erstellt</w:t>
      </w:r>
      <w:bookmarkEnd w:id="24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326AE7" w:rsidRPr="00E364DF" w14:paraId="2146AC29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FBFA309" w14:textId="77777777" w:rsidR="00326AE7" w:rsidRDefault="00326AE7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5DE86F4" w14:textId="77777777" w:rsidR="00326AE7" w:rsidRPr="00E364DF" w:rsidRDefault="00326AE7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74EC340D" w14:textId="77777777" w:rsidR="00326AE7" w:rsidRPr="00E364DF" w:rsidRDefault="00326AE7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2495C8D7" w14:textId="77777777" w:rsidR="00326AE7" w:rsidRPr="00E364DF" w:rsidRDefault="00326AE7" w:rsidP="00BD74AF">
            <w:pPr>
              <w:pStyle w:val="Tabelle"/>
            </w:pPr>
            <w:r>
              <w:t>Funktion</w:t>
            </w:r>
          </w:p>
        </w:tc>
      </w:tr>
      <w:tr w:rsidR="00326AE7" w:rsidRPr="00DD2866" w14:paraId="7C130B05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F476262" w14:textId="77777777" w:rsidR="00326AE7" w:rsidRPr="00916434" w:rsidRDefault="00326AE7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09619FF" w14:textId="77777777" w:rsidR="00326AE7" w:rsidRPr="00916434" w:rsidRDefault="00326AE7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9704804" w14:textId="176ACE87" w:rsidR="00326AE7" w:rsidRPr="00185240" w:rsidRDefault="00326AE7" w:rsidP="00BD74AF">
            <w:r w:rsidRPr="00326AE7">
              <w:t xml:space="preserve">10 0B 2E 60 21 </w:t>
            </w:r>
            <w:r w:rsidRPr="00326AE7">
              <w:rPr>
                <w:highlight w:val="yellow"/>
              </w:rPr>
              <w:t>4C 71 38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6387AF5F" w14:textId="77777777" w:rsidR="00326AE7" w:rsidRPr="00185240" w:rsidRDefault="00326AE7" w:rsidP="00BD74AF">
            <w:r w:rsidRPr="00916434">
              <w:t>First Frame mit 3DES-Sc</w:t>
            </w:r>
            <w:r w:rsidRPr="00185240">
              <w:t>hlüssel</w:t>
            </w:r>
          </w:p>
          <w:p w14:paraId="675FBB55" w14:textId="77777777" w:rsidR="00326AE7" w:rsidRDefault="00326AE7" w:rsidP="00BD74AF">
            <w:r>
              <w:t>00B = es folgen 11 Bytes Nutzlast</w:t>
            </w:r>
          </w:p>
          <w:p w14:paraId="5EA29454" w14:textId="77777777" w:rsidR="00326AE7" w:rsidRPr="00326AE7" w:rsidRDefault="00326AE7" w:rsidP="00BD74AF">
            <w:pPr>
              <w:rPr>
                <w:lang w:val="en-US"/>
              </w:rPr>
            </w:pPr>
            <w:r w:rsidRPr="00326AE7">
              <w:rPr>
                <w:lang w:val="en-US"/>
              </w:rPr>
              <w:t>2E = Write Data by identifier</w:t>
            </w:r>
          </w:p>
          <w:p w14:paraId="1E213C4D" w14:textId="20154196" w:rsidR="00326AE7" w:rsidRPr="00326AE7" w:rsidRDefault="00326AE7" w:rsidP="00BD74AF">
            <w:pPr>
              <w:rPr>
                <w:lang w:val="en-US"/>
              </w:rPr>
            </w:pPr>
            <w:r w:rsidRPr="00326AE7">
              <w:rPr>
                <w:lang w:val="en-US"/>
              </w:rPr>
              <w:t xml:space="preserve">60 </w:t>
            </w:r>
            <w:r>
              <w:rPr>
                <w:lang w:val="en-US"/>
              </w:rPr>
              <w:t>21</w:t>
            </w:r>
            <w:r w:rsidRPr="00326AE7">
              <w:rPr>
                <w:lang w:val="en-US"/>
              </w:rPr>
              <w:t xml:space="preserve"> = </w:t>
            </w:r>
            <w:r>
              <w:rPr>
                <w:lang w:val="en-US"/>
              </w:rPr>
              <w:t>Write File</w:t>
            </w:r>
          </w:p>
        </w:tc>
      </w:tr>
      <w:tr w:rsidR="00326AE7" w:rsidRPr="0001213F" w14:paraId="4A7F31DB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19AAFBD" w14:textId="77777777" w:rsidR="00326AE7" w:rsidRPr="00916434" w:rsidRDefault="00326AE7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6548EF3" w14:textId="77777777" w:rsidR="00326AE7" w:rsidRPr="00916434" w:rsidRDefault="00326AE7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14FCB6FB" w14:textId="77777777" w:rsidR="00326AE7" w:rsidRPr="00185240" w:rsidRDefault="00326AE7" w:rsidP="00BD74AF">
            <w:r w:rsidRPr="00185240">
              <w:t xml:space="preserve">30 00 0A 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3E046ABA" w14:textId="77777777" w:rsidR="00326AE7" w:rsidRPr="00916434" w:rsidRDefault="00326AE7" w:rsidP="00BD74AF">
            <w:r w:rsidRPr="00916434">
              <w:t xml:space="preserve">Flow Control: </w:t>
            </w:r>
            <w:r w:rsidRPr="0001213F">
              <w:t>keine Einschränkung bei der Blockzahl, 10 ms Pause</w:t>
            </w:r>
          </w:p>
        </w:tc>
      </w:tr>
      <w:tr w:rsidR="00326AE7" w:rsidRPr="00916434" w14:paraId="3CE65308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CA87D45" w14:textId="77777777" w:rsidR="00326AE7" w:rsidRPr="00916434" w:rsidRDefault="00326AE7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36DA8A52" w14:textId="77777777" w:rsidR="00326AE7" w:rsidRPr="00916434" w:rsidRDefault="00326AE7" w:rsidP="00BD74AF">
            <w:r w:rsidRPr="00CA59F2">
              <w:t>1BC00036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8F945DA" w14:textId="67CD3EDB" w:rsidR="00326AE7" w:rsidRPr="00185240" w:rsidRDefault="00326AE7" w:rsidP="00BD74AF">
            <w:r w:rsidRPr="00326AE7">
              <w:t xml:space="preserve">21 </w:t>
            </w:r>
            <w:r w:rsidRPr="00326AE7">
              <w:rPr>
                <w:highlight w:val="yellow"/>
              </w:rPr>
              <w:t>B6 58 0C 74 16</w:t>
            </w:r>
            <w:r w:rsidRPr="00326AE7">
              <w:t xml:space="preserve"> AA AA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0DF9A2C7" w14:textId="77777777" w:rsidR="00326AE7" w:rsidRPr="00916434" w:rsidRDefault="00326AE7" w:rsidP="00BD74AF">
            <w:r w:rsidRPr="00916434">
              <w:t>Consecutive Frame mit Inhalt</w:t>
            </w:r>
          </w:p>
        </w:tc>
      </w:tr>
      <w:tr w:rsidR="00326AE7" w:rsidRPr="00916434" w14:paraId="643B4654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B0C3039" w14:textId="77777777" w:rsidR="00326AE7" w:rsidRPr="00916434" w:rsidRDefault="00326AE7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4DA2DE23" w14:textId="77777777" w:rsidR="00326AE7" w:rsidRPr="00916434" w:rsidRDefault="00326AE7" w:rsidP="00BD74AF">
            <w:r w:rsidRPr="00CA59F2">
              <w:t>1BC1B000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C30C00D" w14:textId="29E8209E" w:rsidR="00326AE7" w:rsidRPr="00185240" w:rsidRDefault="00326AE7" w:rsidP="00BD74AF">
            <w:r w:rsidRPr="00185240">
              <w:t xml:space="preserve">03 6E 60 </w:t>
            </w:r>
            <w:r>
              <w:t>21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75449CAB" w14:textId="77777777" w:rsidR="00326AE7" w:rsidRPr="00916434" w:rsidRDefault="00326AE7" w:rsidP="00BD74AF">
            <w:r w:rsidRPr="00916434">
              <w:t>Bestätigung vom RFID-Schloss</w:t>
            </w:r>
          </w:p>
        </w:tc>
      </w:tr>
    </w:tbl>
    <w:p w14:paraId="63319D69" w14:textId="77777777" w:rsidR="003402A9" w:rsidRDefault="003402A9" w:rsidP="003402A9"/>
    <w:p w14:paraId="349BB610" w14:textId="5FF39B92" w:rsidR="00545D0F" w:rsidRDefault="00326AE7" w:rsidP="00545D0F">
      <w:r w:rsidRPr="00326AE7">
        <w:rPr>
          <w:highlight w:val="yellow"/>
        </w:rPr>
        <w:t>4C 71 38 B6 58 0C 74 16</w:t>
      </w:r>
      <w:r>
        <w:t xml:space="preserve"> enthält 4 Bytes Dateiinhalt </w:t>
      </w:r>
      <w:r w:rsidR="00545D0F" w:rsidRPr="00B23BDC">
        <w:t>11223344</w:t>
      </w:r>
    </w:p>
    <w:p w14:paraId="4C924666" w14:textId="13A727B6" w:rsidR="00545D0F" w:rsidRDefault="00B610B2" w:rsidP="00B610B2">
      <w:pPr>
        <w:pStyle w:val="Zwischenberschrift"/>
        <w:rPr>
          <w:rFonts w:eastAsiaTheme="minorEastAsia"/>
        </w:rPr>
      </w:pPr>
      <w:r>
        <w:rPr>
          <w:rFonts w:eastAsiaTheme="minorEastAsia"/>
        </w:rPr>
        <w:t>Wichtiger Hinweis</w:t>
      </w:r>
    </w:p>
    <w:p w14:paraId="4D349A4C" w14:textId="02D010B6" w:rsidR="001D631C" w:rsidRDefault="00B610B2" w:rsidP="00545D0F">
      <w:pPr>
        <w:rPr>
          <w:rFonts w:eastAsiaTheme="minorEastAsia"/>
        </w:rPr>
      </w:pPr>
      <w:r>
        <w:rPr>
          <w:rFonts w:eastAsiaTheme="minorEastAsia"/>
        </w:rPr>
        <w:t>Sofort nach dem Einlernen dieses neuen RFID-Schlüssels wird dieser erfasst und der Dateinhalt zur ECU_A gemeldet:</w:t>
      </w:r>
    </w:p>
    <w:p w14:paraId="33415C37" w14:textId="676F3583" w:rsidR="001D631C" w:rsidRPr="001D631C" w:rsidRDefault="001D631C" w:rsidP="001D631C">
      <w:pPr>
        <w:pStyle w:val="berschrift2"/>
        <w:rPr>
          <w:rFonts w:eastAsiaTheme="minorEastAsia"/>
        </w:rPr>
      </w:pPr>
      <w:bookmarkStart w:id="25" w:name="_Toc121412628"/>
      <w:r w:rsidRPr="001D631C">
        <w:rPr>
          <w:rFonts w:eastAsiaTheme="minorEastAsia"/>
        </w:rPr>
        <w:t>Read File, vorhandener RFID-Sch</w:t>
      </w:r>
      <w:r>
        <w:rPr>
          <w:rFonts w:eastAsiaTheme="minorEastAsia"/>
        </w:rPr>
        <w:t>lüssel wird erfasst</w:t>
      </w:r>
      <w:bookmarkEnd w:id="25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36"/>
        <w:gridCol w:w="2383"/>
        <w:gridCol w:w="5878"/>
      </w:tblGrid>
      <w:tr w:rsidR="00BE7095" w:rsidRPr="00E364DF" w14:paraId="61414AA0" w14:textId="77777777" w:rsidTr="00BD74AF"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DC2F914" w14:textId="77777777" w:rsidR="00B610B2" w:rsidRDefault="00B610B2" w:rsidP="00BD74AF">
            <w:pPr>
              <w:pStyle w:val="Tabelle"/>
            </w:pPr>
            <w:r>
              <w:t>#</w:t>
            </w: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6BDA6A80" w14:textId="77777777" w:rsidR="00B610B2" w:rsidRPr="00E364DF" w:rsidRDefault="00B610B2" w:rsidP="00BD74AF">
            <w:pPr>
              <w:pStyle w:val="Tabelle"/>
            </w:pPr>
            <w:r>
              <w:t>Adresse</w:t>
            </w: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3534A29E" w14:textId="77777777" w:rsidR="00B610B2" w:rsidRPr="00E364DF" w:rsidRDefault="00B610B2" w:rsidP="00BD74AF">
            <w:pPr>
              <w:pStyle w:val="Tabelle"/>
            </w:pPr>
            <w:r>
              <w:t>Inhalt</w:t>
            </w:r>
          </w:p>
        </w:tc>
        <w:tc>
          <w:tcPr>
            <w:tcW w:w="5878" w:type="dxa"/>
            <w:tcBorders>
              <w:top w:val="nil"/>
              <w:bottom w:val="single" w:sz="4" w:space="0" w:color="auto"/>
            </w:tcBorders>
            <w:shd w:val="clear" w:color="auto" w:fill="375898"/>
          </w:tcPr>
          <w:p w14:paraId="3F4F5373" w14:textId="77777777" w:rsidR="00B610B2" w:rsidRPr="00E364DF" w:rsidRDefault="00B610B2" w:rsidP="00BD74AF">
            <w:pPr>
              <w:pStyle w:val="Tabelle"/>
            </w:pPr>
            <w:r>
              <w:t>Funktion</w:t>
            </w:r>
          </w:p>
        </w:tc>
      </w:tr>
      <w:tr w:rsidR="00B610B2" w:rsidRPr="00B610B2" w14:paraId="2A99B078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0D8D2E3" w14:textId="77777777" w:rsidR="00B610B2" w:rsidRPr="00916434" w:rsidRDefault="00B610B2" w:rsidP="00BD74AF">
            <w:r w:rsidRPr="00916434">
              <w:t>1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391F247C" w14:textId="4997407A" w:rsidR="00B610B2" w:rsidRPr="00916434" w:rsidRDefault="00B610B2" w:rsidP="00BD74AF">
            <w:r>
              <w:t>0600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AC7709A" w14:textId="33DCB9B9" w:rsidR="00B610B2" w:rsidRPr="00185240" w:rsidRDefault="00B610B2" w:rsidP="00BD74AF">
            <w:r>
              <w:t>Kein Inhalt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3FF0CC5" w14:textId="27B67AB4" w:rsidR="00B610B2" w:rsidRPr="00B610B2" w:rsidRDefault="00B610B2" w:rsidP="00BD74AF">
            <w:r w:rsidRPr="00B610B2">
              <w:t>ECU_A Wakeup, danach 400 ms Warte</w:t>
            </w:r>
            <w:r>
              <w:t>zeit</w:t>
            </w:r>
          </w:p>
        </w:tc>
      </w:tr>
      <w:tr w:rsidR="00B610B2" w:rsidRPr="007B01F2" w14:paraId="31ACABF2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513A955" w14:textId="77777777" w:rsidR="00B610B2" w:rsidRPr="00916434" w:rsidRDefault="00B610B2" w:rsidP="00BD74AF">
            <w:r w:rsidRPr="00916434"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3E54157E" w14:textId="48B59451" w:rsidR="00B610B2" w:rsidRPr="00916434" w:rsidRDefault="00B610B2" w:rsidP="00BD74AF">
            <w:r>
              <w:t>0600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3AC96707" w14:textId="75941A5F" w:rsidR="00B610B2" w:rsidRPr="00185240" w:rsidRDefault="00B610B2" w:rsidP="00BD74AF">
            <w:r>
              <w:t>Kein Inhalt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5B8252BB" w14:textId="20A14D60" w:rsidR="00B610B2" w:rsidRPr="007B01F2" w:rsidRDefault="00BE7095" w:rsidP="00BD74AF">
            <w:r w:rsidRPr="007B01F2">
              <w:t>ECU_A Wakeup</w:t>
            </w:r>
            <w:r w:rsidR="007B01F2" w:rsidRPr="007B01F2">
              <w:t>, danach sofort Read File, gesendet vo</w:t>
            </w:r>
            <w:r w:rsidR="007B01F2">
              <w:t>m RFID-Schloss</w:t>
            </w:r>
          </w:p>
        </w:tc>
      </w:tr>
      <w:tr w:rsidR="00B610B2" w:rsidRPr="00AE5DCF" w14:paraId="050C1D9A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84D3EDA" w14:textId="77777777" w:rsidR="00B610B2" w:rsidRPr="00916434" w:rsidRDefault="00B610B2" w:rsidP="00BD74AF">
            <w:r w:rsidRPr="00916434">
              <w:t>3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5671062A" w14:textId="69081362" w:rsidR="00B610B2" w:rsidRPr="00916434" w:rsidRDefault="00BE7095" w:rsidP="00BD74AF">
            <w:r w:rsidRPr="001D631C">
              <w:t>1BC1B001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49065259" w14:textId="6A51B32C" w:rsidR="00B610B2" w:rsidRPr="00185240" w:rsidRDefault="00AE5DCF" w:rsidP="00BD74AF">
            <w:r w:rsidRPr="00AE5DCF">
              <w:t xml:space="preserve">10 0B 62 60 22 </w:t>
            </w:r>
            <w:r w:rsidRPr="007622AD">
              <w:rPr>
                <w:highlight w:val="yellow"/>
              </w:rPr>
              <w:t>88 0C 95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4B210F00" w14:textId="77777777" w:rsidR="00B610B2" w:rsidRDefault="007B01F2" w:rsidP="00BD74AF">
            <w:pPr>
              <w:rPr>
                <w:lang w:val="en-US"/>
              </w:rPr>
            </w:pPr>
            <w:r w:rsidRPr="00AE5DCF">
              <w:rPr>
                <w:lang w:val="en-US"/>
              </w:rPr>
              <w:t>RFID-Schloss sende</w:t>
            </w:r>
            <w:r w:rsidR="00AE5DCF" w:rsidRPr="00AE5DCF">
              <w:rPr>
                <w:lang w:val="en-US"/>
              </w:rPr>
              <w:t>t Read F</w:t>
            </w:r>
            <w:r w:rsidR="00AE5DCF">
              <w:rPr>
                <w:lang w:val="en-US"/>
              </w:rPr>
              <w:t>ile</w:t>
            </w:r>
          </w:p>
          <w:p w14:paraId="06C26CD7" w14:textId="6E94B96F" w:rsidR="009814F9" w:rsidRPr="0043673E" w:rsidRDefault="009814F9" w:rsidP="009814F9">
            <w:pPr>
              <w:rPr>
                <w:lang w:val="en-US"/>
              </w:rPr>
            </w:pPr>
            <w:r w:rsidRPr="0043673E">
              <w:rPr>
                <w:lang w:val="en-US"/>
              </w:rPr>
              <w:t>First Frame</w:t>
            </w:r>
          </w:p>
          <w:p w14:paraId="6BD6342B" w14:textId="77777777" w:rsidR="009814F9" w:rsidRDefault="009814F9" w:rsidP="009814F9">
            <w:r>
              <w:t>00B = es folgen 11 Bytes Nutzlast</w:t>
            </w:r>
          </w:p>
          <w:p w14:paraId="139C3B14" w14:textId="29C0D80E" w:rsidR="009814F9" w:rsidRPr="0043673E" w:rsidRDefault="007008FD" w:rsidP="009814F9">
            <w:r w:rsidRPr="0043673E">
              <w:t>62</w:t>
            </w:r>
            <w:r w:rsidR="009814F9" w:rsidRPr="0043673E">
              <w:t xml:space="preserve"> = </w:t>
            </w:r>
            <w:r w:rsidR="000212E1" w:rsidRPr="0043673E">
              <w:t xml:space="preserve">Read </w:t>
            </w:r>
            <w:r w:rsidR="009814F9" w:rsidRPr="0043673E">
              <w:t>Data by identifier</w:t>
            </w:r>
            <w:r w:rsidR="000212E1" w:rsidRPr="0043673E">
              <w:t>, SID erhöht um 40</w:t>
            </w:r>
          </w:p>
          <w:p w14:paraId="1291F90D" w14:textId="6030995D" w:rsidR="009814F9" w:rsidRPr="00AE5DCF" w:rsidRDefault="009814F9" w:rsidP="009814F9">
            <w:pPr>
              <w:rPr>
                <w:lang w:val="en-US"/>
              </w:rPr>
            </w:pPr>
            <w:r w:rsidRPr="00326AE7">
              <w:rPr>
                <w:lang w:val="en-US"/>
              </w:rPr>
              <w:t xml:space="preserve">60 </w:t>
            </w:r>
            <w:r>
              <w:rPr>
                <w:lang w:val="en-US"/>
              </w:rPr>
              <w:t>2</w:t>
            </w:r>
            <w:r w:rsidR="007622AD">
              <w:rPr>
                <w:lang w:val="en-US"/>
              </w:rPr>
              <w:t>2</w:t>
            </w:r>
            <w:r w:rsidRPr="00326AE7">
              <w:rPr>
                <w:lang w:val="en-US"/>
              </w:rPr>
              <w:t xml:space="preserve"> = </w:t>
            </w:r>
            <w:r w:rsidR="007622AD">
              <w:rPr>
                <w:lang w:val="en-US"/>
              </w:rPr>
              <w:t>Read</w:t>
            </w:r>
            <w:r>
              <w:rPr>
                <w:lang w:val="en-US"/>
              </w:rPr>
              <w:t xml:space="preserve"> File</w:t>
            </w:r>
          </w:p>
        </w:tc>
      </w:tr>
      <w:tr w:rsidR="00B610B2" w:rsidRPr="00916434" w14:paraId="69FCF439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CD84110" w14:textId="77777777" w:rsidR="00B610B2" w:rsidRPr="00916434" w:rsidRDefault="00B610B2" w:rsidP="00BD74AF">
            <w:r w:rsidRPr="00916434">
              <w:t>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4F44CB6B" w14:textId="0AFD862F" w:rsidR="00B610B2" w:rsidRPr="00AE5DCF" w:rsidRDefault="00AE5DCF" w:rsidP="00BD74AF">
            <w:r w:rsidRPr="001D631C">
              <w:t>1BC00836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1D3CA216" w14:textId="76162A52" w:rsidR="00B610B2" w:rsidRPr="00185240" w:rsidRDefault="00AE5DCF" w:rsidP="00BD74AF">
            <w:r w:rsidRPr="00AE5DCF">
              <w:t>30 03 0A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3A22F425" w14:textId="393C05C2" w:rsidR="00B610B2" w:rsidRPr="00916434" w:rsidRDefault="00AE5DCF" w:rsidP="00BD74AF">
            <w:r w:rsidRPr="00916434">
              <w:t>Flow Control</w:t>
            </w:r>
          </w:p>
        </w:tc>
      </w:tr>
      <w:tr w:rsidR="00B610B2" w:rsidRPr="00916434" w14:paraId="6E1EFC19" w14:textId="77777777" w:rsidTr="00BD74AF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832252C" w14:textId="77777777" w:rsidR="00B610B2" w:rsidRPr="00916434" w:rsidRDefault="00B610B2" w:rsidP="00BD74AF">
            <w:r>
              <w:t>5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6C8C321" w14:textId="0A95DB73" w:rsidR="00B610B2" w:rsidRPr="00CA59F2" w:rsidRDefault="00B610B2" w:rsidP="00BD74AF">
            <w:r w:rsidRPr="00CA59F2">
              <w:t>1BC1B00</w:t>
            </w:r>
            <w:r w:rsidR="00AE5DCF">
              <w:t>1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</w:tcPr>
          <w:p w14:paraId="7EF2A107" w14:textId="08499922" w:rsidR="00B610B2" w:rsidRPr="00185240" w:rsidRDefault="00AE5DCF" w:rsidP="00BD74AF">
            <w:r w:rsidRPr="00AE5DCF">
              <w:t xml:space="preserve">21 </w:t>
            </w:r>
            <w:r w:rsidRPr="007622AD">
              <w:rPr>
                <w:highlight w:val="yellow"/>
              </w:rPr>
              <w:t>40 B6 25 2B FA</w:t>
            </w:r>
            <w:r w:rsidRPr="00AE5DCF">
              <w:t xml:space="preserve"> 00 00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</w:tcPr>
          <w:p w14:paraId="3D1873CB" w14:textId="4DF5E7BA" w:rsidR="00B610B2" w:rsidRPr="00916434" w:rsidRDefault="00175663" w:rsidP="00BD74AF">
            <w:r w:rsidRPr="00916434">
              <w:t>Consecutive Frame mit Inhalt</w:t>
            </w:r>
          </w:p>
        </w:tc>
      </w:tr>
    </w:tbl>
    <w:p w14:paraId="33000B75" w14:textId="77777777" w:rsidR="001D631C" w:rsidRDefault="001D631C" w:rsidP="00545D0F">
      <w:pPr>
        <w:rPr>
          <w:rFonts w:eastAsiaTheme="minorEastAsia"/>
        </w:rPr>
      </w:pPr>
    </w:p>
    <w:p w14:paraId="0D168D72" w14:textId="2CDB023F" w:rsidR="00B610B2" w:rsidRDefault="007622AD" w:rsidP="00545D0F">
      <w:pPr>
        <w:rPr>
          <w:rFonts w:eastAsiaTheme="minorEastAsia"/>
        </w:rPr>
      </w:pPr>
      <w:r w:rsidRPr="007622AD">
        <w:rPr>
          <w:highlight w:val="yellow"/>
        </w:rPr>
        <w:t>88 0C 95 40 B6 25 2B FA</w:t>
      </w:r>
      <w:r>
        <w:t xml:space="preserve"> enthalten 4 Bytes aus der Datei</w:t>
      </w:r>
      <w:r w:rsidR="00523952">
        <w:t xml:space="preserve"> mit dem Inhalt 11223344</w:t>
      </w:r>
    </w:p>
    <w:p w14:paraId="66203BAC" w14:textId="77777777" w:rsidR="00B610B2" w:rsidRPr="001D631C" w:rsidRDefault="00B610B2" w:rsidP="00545D0F">
      <w:pPr>
        <w:rPr>
          <w:rFonts w:eastAsiaTheme="minorEastAsia"/>
        </w:rPr>
      </w:pPr>
    </w:p>
    <w:sectPr w:rsidR="00B610B2" w:rsidRPr="001D631C" w:rsidSect="000270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19E83" w14:textId="77777777" w:rsidR="00A14BF1" w:rsidRDefault="00A14BF1">
      <w:r>
        <w:separator/>
      </w:r>
    </w:p>
    <w:p w14:paraId="7CAAEEEA" w14:textId="77777777" w:rsidR="00A14BF1" w:rsidRDefault="00A14BF1"/>
    <w:p w14:paraId="449C736E" w14:textId="77777777" w:rsidR="00A14BF1" w:rsidRDefault="00A14BF1"/>
  </w:endnote>
  <w:endnote w:type="continuationSeparator" w:id="0">
    <w:p w14:paraId="7B3D4101" w14:textId="77777777" w:rsidR="00A14BF1" w:rsidRDefault="00A14BF1">
      <w:r>
        <w:continuationSeparator/>
      </w:r>
    </w:p>
    <w:p w14:paraId="77F3C403" w14:textId="77777777" w:rsidR="00A14BF1" w:rsidRDefault="00A14BF1"/>
    <w:p w14:paraId="5DB3A2A5" w14:textId="77777777" w:rsidR="00A14BF1" w:rsidRDefault="00A14B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Agency F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46F7" w14:textId="77777777" w:rsidR="00C64778" w:rsidRPr="00843732" w:rsidRDefault="00C64778" w:rsidP="00427476">
    <w:pPr>
      <w:pStyle w:val="Fuzeile"/>
    </w:pPr>
    <w:r w:rsidRPr="00843732">
      <w:t xml:space="preserve">Page </w:t>
    </w:r>
    <w:r w:rsidRPr="00843732">
      <w:fldChar w:fldCharType="begin"/>
    </w:r>
    <w:r w:rsidRPr="00843732">
      <w:instrText xml:space="preserve"> PAGE </w:instrText>
    </w:r>
    <w:r w:rsidRPr="00843732">
      <w:fldChar w:fldCharType="separate"/>
    </w:r>
    <w:r>
      <w:rPr>
        <w:noProof/>
      </w:rPr>
      <w:t>4</w:t>
    </w:r>
    <w:r w:rsidRPr="00843732">
      <w:fldChar w:fldCharType="end"/>
    </w:r>
    <w:r w:rsidRPr="00843732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59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A0F4" w14:textId="77777777" w:rsidR="00C64778" w:rsidRPr="00427476" w:rsidRDefault="00C64778" w:rsidP="00427476">
    <w:pPr>
      <w:pStyle w:val="Fuzeile"/>
    </w:pPr>
    <w:r>
      <w:t>OEM RFID Modules</w:t>
    </w:r>
    <w:r w:rsidRPr="00427476">
      <w:tab/>
    </w:r>
    <w:r w:rsidRPr="00427476">
      <w:tab/>
      <w:t xml:space="preserve">Page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3</w:t>
    </w:r>
    <w:r w:rsidRPr="00427476">
      <w:fldChar w:fldCharType="end"/>
    </w:r>
    <w:r w:rsidRPr="00427476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59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B7B67" w14:textId="77777777" w:rsidR="00A14BF1" w:rsidRDefault="00A14BF1">
      <w:r>
        <w:separator/>
      </w:r>
    </w:p>
    <w:p w14:paraId="6459D3B1" w14:textId="77777777" w:rsidR="00A14BF1" w:rsidRDefault="00A14BF1"/>
    <w:p w14:paraId="651B0CC2" w14:textId="77777777" w:rsidR="00A14BF1" w:rsidRDefault="00A14BF1"/>
  </w:footnote>
  <w:footnote w:type="continuationSeparator" w:id="0">
    <w:p w14:paraId="02CFC1F1" w14:textId="77777777" w:rsidR="00A14BF1" w:rsidRDefault="00A14BF1">
      <w:r>
        <w:continuationSeparator/>
      </w:r>
    </w:p>
    <w:p w14:paraId="774FFE82" w14:textId="77777777" w:rsidR="00A14BF1" w:rsidRDefault="00A14BF1"/>
    <w:p w14:paraId="52E3B7C4" w14:textId="77777777" w:rsidR="00A14BF1" w:rsidRDefault="00A14B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BC33" w14:textId="47C5CE2B" w:rsidR="00C64778" w:rsidRPr="00267855" w:rsidRDefault="00C64778" w:rsidP="00267855">
    <w:pPr>
      <w:pStyle w:val="Kopfzeile"/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DD2866">
      <w:rPr>
        <w:noProof/>
      </w:rPr>
      <w:t>Nach dem Einstellen</w:t>
    </w:r>
    <w:r>
      <w:rPr>
        <w:noProof/>
      </w:rPr>
      <w:fldChar w:fldCharType="end"/>
    </w:r>
    <w:r w:rsidRPr="00267855">
      <w:tab/>
    </w:r>
    <w:r>
      <w:tab/>
      <w:t>Communication Protocol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B2295" w14:textId="6D2A437D" w:rsidR="00C64778" w:rsidRPr="00810F9D" w:rsidRDefault="00C64778" w:rsidP="008E0770">
    <w:pPr>
      <w:pStyle w:val="Kopfzeile"/>
    </w:pPr>
    <w:r w:rsidRPr="00810F9D">
      <w:t>OEM</w:t>
    </w:r>
    <w:r>
      <w:t>-DESFire Series</w:t>
    </w:r>
    <w:r w:rsidRPr="00810F9D">
      <w:tab/>
    </w:r>
    <w:r w:rsidRPr="00810F9D">
      <w:tab/>
    </w:r>
    <w:r>
      <w:fldChar w:fldCharType="begin"/>
    </w:r>
    <w:r w:rsidRPr="00810F9D">
      <w:instrText xml:space="preserve"> STYLEREF  "Überschrift 1"  \* MERGEFORMAT </w:instrText>
    </w:r>
    <w:r>
      <w:fldChar w:fldCharType="separate"/>
    </w:r>
    <w:r w:rsidR="00DD2866">
      <w:rPr>
        <w:noProof/>
      </w:rPr>
      <w:t>Einstellungen für den RFID-Datenträgerzugriff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E20B" w14:textId="77777777" w:rsidR="00C64778" w:rsidRDefault="00C64778" w:rsidP="00D77335">
    <w:pPr>
      <w:pStyle w:val="Titelseite"/>
    </w:pPr>
  </w:p>
  <w:p w14:paraId="55A2A8BF" w14:textId="77777777" w:rsidR="00C64778" w:rsidRDefault="00C64778" w:rsidP="00D77335">
    <w:pPr>
      <w:pStyle w:val="Titelseite"/>
    </w:pPr>
  </w:p>
  <w:p w14:paraId="5C307EAD" w14:textId="77777777" w:rsidR="00C64778" w:rsidRDefault="00C64778" w:rsidP="00D77335">
    <w:pPr>
      <w:pStyle w:val="Titelseite"/>
    </w:pPr>
    <w:r>
      <w:rPr>
        <w:noProof/>
      </w:rPr>
      <w:drawing>
        <wp:inline distT="0" distB="0" distL="0" distR="0" wp14:anchorId="52C06AD7" wp14:editId="3ACF8AA7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413256"/>
    <w:multiLevelType w:val="hybridMultilevel"/>
    <w:tmpl w:val="9E2EC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6" w15:restartNumberingAfterBreak="0">
    <w:nsid w:val="46BA5EF5"/>
    <w:multiLevelType w:val="singleLevel"/>
    <w:tmpl w:val="46BA5EF5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53B3BB72"/>
    <w:multiLevelType w:val="singleLevel"/>
    <w:tmpl w:val="53B3BB72"/>
    <w:lvl w:ilvl="0">
      <w:start w:val="1"/>
      <w:numFmt w:val="decimal"/>
      <w:suff w:val="nothing"/>
      <w:lvlText w:val="%1."/>
      <w:lvlJc w:val="left"/>
    </w:lvl>
  </w:abstractNum>
  <w:abstractNum w:abstractNumId="18" w15:restartNumberingAfterBreak="0">
    <w:nsid w:val="5A016CC5"/>
    <w:multiLevelType w:val="singleLevel"/>
    <w:tmpl w:val="5A016CC5"/>
    <w:lvl w:ilvl="0">
      <w:start w:val="5"/>
      <w:numFmt w:val="decimal"/>
      <w:suff w:val="space"/>
      <w:lvlText w:val="%1."/>
      <w:lvlJc w:val="left"/>
    </w:lvl>
  </w:abstractNum>
  <w:abstractNum w:abstractNumId="19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9A66567"/>
    <w:multiLevelType w:val="hybridMultilevel"/>
    <w:tmpl w:val="F8986B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num w:numId="1" w16cid:durableId="16005279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5929468">
    <w:abstractNumId w:val="9"/>
  </w:num>
  <w:num w:numId="3" w16cid:durableId="1071152931">
    <w:abstractNumId w:val="8"/>
    <w:lvlOverride w:ilvl="0">
      <w:startOverride w:val="1"/>
    </w:lvlOverride>
  </w:num>
  <w:num w:numId="4" w16cid:durableId="151261788">
    <w:abstractNumId w:val="7"/>
  </w:num>
  <w:num w:numId="5" w16cid:durableId="1057169058">
    <w:abstractNumId w:val="6"/>
  </w:num>
  <w:num w:numId="6" w16cid:durableId="876237978">
    <w:abstractNumId w:val="5"/>
  </w:num>
  <w:num w:numId="7" w16cid:durableId="1128284556">
    <w:abstractNumId w:val="4"/>
  </w:num>
  <w:num w:numId="8" w16cid:durableId="266931098">
    <w:abstractNumId w:val="3"/>
    <w:lvlOverride w:ilvl="0">
      <w:startOverride w:val="1"/>
    </w:lvlOverride>
  </w:num>
  <w:num w:numId="9" w16cid:durableId="430859999">
    <w:abstractNumId w:val="2"/>
    <w:lvlOverride w:ilvl="0">
      <w:startOverride w:val="1"/>
    </w:lvlOverride>
  </w:num>
  <w:num w:numId="10" w16cid:durableId="830371208">
    <w:abstractNumId w:val="1"/>
    <w:lvlOverride w:ilvl="0">
      <w:startOverride w:val="1"/>
    </w:lvlOverride>
  </w:num>
  <w:num w:numId="11" w16cid:durableId="587615663">
    <w:abstractNumId w:val="0"/>
    <w:lvlOverride w:ilvl="0">
      <w:startOverride w:val="1"/>
    </w:lvlOverride>
  </w:num>
  <w:num w:numId="12" w16cid:durableId="30541776">
    <w:abstractNumId w:val="21"/>
  </w:num>
  <w:num w:numId="13" w16cid:durableId="459347342">
    <w:abstractNumId w:val="15"/>
  </w:num>
  <w:num w:numId="14" w16cid:durableId="1982222776">
    <w:abstractNumId w:val="14"/>
    <w:lvlOverride w:ilvl="0">
      <w:startOverride w:val="1"/>
    </w:lvlOverride>
  </w:num>
  <w:num w:numId="15" w16cid:durableId="542863891">
    <w:abstractNumId w:val="17"/>
  </w:num>
  <w:num w:numId="16" w16cid:durableId="1518428156">
    <w:abstractNumId w:val="20"/>
  </w:num>
  <w:num w:numId="17" w16cid:durableId="412509607">
    <w:abstractNumId w:val="13"/>
  </w:num>
  <w:num w:numId="18" w16cid:durableId="668102649">
    <w:abstractNumId w:val="18"/>
  </w:num>
  <w:num w:numId="19" w16cid:durableId="5281819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33973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36084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84695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58361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72105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3291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12984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15992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740380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1331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6778029">
    <w:abstractNumId w:val="16"/>
  </w:num>
  <w:num w:numId="31" w16cid:durableId="9563281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27863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51737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58486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238475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5978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99674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26377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118380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12871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721735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58349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59"/>
    <w:rsid w:val="00000664"/>
    <w:rsid w:val="00000C04"/>
    <w:rsid w:val="00000F12"/>
    <w:rsid w:val="00004FE7"/>
    <w:rsid w:val="000050E6"/>
    <w:rsid w:val="000067CC"/>
    <w:rsid w:val="00007987"/>
    <w:rsid w:val="0001081F"/>
    <w:rsid w:val="0001213F"/>
    <w:rsid w:val="00012DE5"/>
    <w:rsid w:val="00012EC0"/>
    <w:rsid w:val="00013F0C"/>
    <w:rsid w:val="00020CBC"/>
    <w:rsid w:val="00021080"/>
    <w:rsid w:val="000212E1"/>
    <w:rsid w:val="00022FD5"/>
    <w:rsid w:val="00023554"/>
    <w:rsid w:val="00025B20"/>
    <w:rsid w:val="0002709E"/>
    <w:rsid w:val="000303CC"/>
    <w:rsid w:val="00031BFF"/>
    <w:rsid w:val="00033D64"/>
    <w:rsid w:val="0003461A"/>
    <w:rsid w:val="0003476B"/>
    <w:rsid w:val="00034AAC"/>
    <w:rsid w:val="00041260"/>
    <w:rsid w:val="00045FD7"/>
    <w:rsid w:val="000472C6"/>
    <w:rsid w:val="000500EE"/>
    <w:rsid w:val="0005021D"/>
    <w:rsid w:val="00050AB3"/>
    <w:rsid w:val="00051572"/>
    <w:rsid w:val="00052B8F"/>
    <w:rsid w:val="0005407A"/>
    <w:rsid w:val="00055224"/>
    <w:rsid w:val="00062C1B"/>
    <w:rsid w:val="00062EFA"/>
    <w:rsid w:val="000659E9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0BE6"/>
    <w:rsid w:val="000861F9"/>
    <w:rsid w:val="00086D5F"/>
    <w:rsid w:val="00092B41"/>
    <w:rsid w:val="00094102"/>
    <w:rsid w:val="00097084"/>
    <w:rsid w:val="000976C9"/>
    <w:rsid w:val="000A086E"/>
    <w:rsid w:val="000A1973"/>
    <w:rsid w:val="000A3782"/>
    <w:rsid w:val="000A4119"/>
    <w:rsid w:val="000A4491"/>
    <w:rsid w:val="000A5B6D"/>
    <w:rsid w:val="000A6AB5"/>
    <w:rsid w:val="000B0F02"/>
    <w:rsid w:val="000B1BE4"/>
    <w:rsid w:val="000B2808"/>
    <w:rsid w:val="000B41B2"/>
    <w:rsid w:val="000B47B5"/>
    <w:rsid w:val="000B483B"/>
    <w:rsid w:val="000C0817"/>
    <w:rsid w:val="000C0B4A"/>
    <w:rsid w:val="000C12DD"/>
    <w:rsid w:val="000C1A6F"/>
    <w:rsid w:val="000C5ECA"/>
    <w:rsid w:val="000D28CF"/>
    <w:rsid w:val="000D3F1D"/>
    <w:rsid w:val="000D47F7"/>
    <w:rsid w:val="000D5413"/>
    <w:rsid w:val="000D5C99"/>
    <w:rsid w:val="000D665F"/>
    <w:rsid w:val="000D7907"/>
    <w:rsid w:val="000D7CAA"/>
    <w:rsid w:val="000E02D9"/>
    <w:rsid w:val="000E0AE4"/>
    <w:rsid w:val="000E2357"/>
    <w:rsid w:val="000E2B31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3591"/>
    <w:rsid w:val="000F4521"/>
    <w:rsid w:val="000F578B"/>
    <w:rsid w:val="000F6197"/>
    <w:rsid w:val="000F7102"/>
    <w:rsid w:val="0010129B"/>
    <w:rsid w:val="001015BD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38C5"/>
    <w:rsid w:val="00115436"/>
    <w:rsid w:val="00125F84"/>
    <w:rsid w:val="001269E7"/>
    <w:rsid w:val="00132D9F"/>
    <w:rsid w:val="00133486"/>
    <w:rsid w:val="001335F7"/>
    <w:rsid w:val="001358CC"/>
    <w:rsid w:val="00136EA3"/>
    <w:rsid w:val="00137ABB"/>
    <w:rsid w:val="00143CC5"/>
    <w:rsid w:val="001459B6"/>
    <w:rsid w:val="00146528"/>
    <w:rsid w:val="001469B7"/>
    <w:rsid w:val="00152888"/>
    <w:rsid w:val="001528AB"/>
    <w:rsid w:val="00157B1B"/>
    <w:rsid w:val="00165048"/>
    <w:rsid w:val="00165A25"/>
    <w:rsid w:val="00165DD6"/>
    <w:rsid w:val="00166763"/>
    <w:rsid w:val="001717F2"/>
    <w:rsid w:val="0017495A"/>
    <w:rsid w:val="00175176"/>
    <w:rsid w:val="00175663"/>
    <w:rsid w:val="00175901"/>
    <w:rsid w:val="0017635F"/>
    <w:rsid w:val="00177D99"/>
    <w:rsid w:val="00182216"/>
    <w:rsid w:val="00182AF3"/>
    <w:rsid w:val="00184DC1"/>
    <w:rsid w:val="0018506C"/>
    <w:rsid w:val="00185240"/>
    <w:rsid w:val="00186F1F"/>
    <w:rsid w:val="00187C5F"/>
    <w:rsid w:val="00190067"/>
    <w:rsid w:val="001905D9"/>
    <w:rsid w:val="00191F98"/>
    <w:rsid w:val="00193E5A"/>
    <w:rsid w:val="00194469"/>
    <w:rsid w:val="0019663D"/>
    <w:rsid w:val="001A0321"/>
    <w:rsid w:val="001A2AE0"/>
    <w:rsid w:val="001A3E45"/>
    <w:rsid w:val="001A6836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627"/>
    <w:rsid w:val="001C7BE3"/>
    <w:rsid w:val="001D04D9"/>
    <w:rsid w:val="001D04EE"/>
    <w:rsid w:val="001D34E0"/>
    <w:rsid w:val="001D36DF"/>
    <w:rsid w:val="001D631C"/>
    <w:rsid w:val="001D6821"/>
    <w:rsid w:val="001D7497"/>
    <w:rsid w:val="001E191E"/>
    <w:rsid w:val="001E5C27"/>
    <w:rsid w:val="001E6B36"/>
    <w:rsid w:val="001F05E1"/>
    <w:rsid w:val="001F2760"/>
    <w:rsid w:val="001F3251"/>
    <w:rsid w:val="001F7740"/>
    <w:rsid w:val="001F7AA1"/>
    <w:rsid w:val="00205008"/>
    <w:rsid w:val="002057E6"/>
    <w:rsid w:val="00205F0A"/>
    <w:rsid w:val="002062E5"/>
    <w:rsid w:val="002073D5"/>
    <w:rsid w:val="00211A2E"/>
    <w:rsid w:val="00212D8A"/>
    <w:rsid w:val="0021718C"/>
    <w:rsid w:val="00217ADF"/>
    <w:rsid w:val="00220DFE"/>
    <w:rsid w:val="00221892"/>
    <w:rsid w:val="00230B2A"/>
    <w:rsid w:val="0023279F"/>
    <w:rsid w:val="00236555"/>
    <w:rsid w:val="0024075F"/>
    <w:rsid w:val="00240FF6"/>
    <w:rsid w:val="0024250D"/>
    <w:rsid w:val="002447DB"/>
    <w:rsid w:val="00246BA7"/>
    <w:rsid w:val="00247428"/>
    <w:rsid w:val="00252CB9"/>
    <w:rsid w:val="00254B37"/>
    <w:rsid w:val="00261F49"/>
    <w:rsid w:val="002638C2"/>
    <w:rsid w:val="00263EF4"/>
    <w:rsid w:val="00264225"/>
    <w:rsid w:val="00265D83"/>
    <w:rsid w:val="00267855"/>
    <w:rsid w:val="00267938"/>
    <w:rsid w:val="002704C5"/>
    <w:rsid w:val="00270770"/>
    <w:rsid w:val="00275873"/>
    <w:rsid w:val="00280918"/>
    <w:rsid w:val="00281165"/>
    <w:rsid w:val="002817AE"/>
    <w:rsid w:val="00285215"/>
    <w:rsid w:val="00285571"/>
    <w:rsid w:val="00285663"/>
    <w:rsid w:val="00286568"/>
    <w:rsid w:val="00286FE9"/>
    <w:rsid w:val="00290DBE"/>
    <w:rsid w:val="00292D0D"/>
    <w:rsid w:val="00294D98"/>
    <w:rsid w:val="00296CE4"/>
    <w:rsid w:val="00296E89"/>
    <w:rsid w:val="002970BB"/>
    <w:rsid w:val="002A036E"/>
    <w:rsid w:val="002A0AB5"/>
    <w:rsid w:val="002A37B7"/>
    <w:rsid w:val="002A4E19"/>
    <w:rsid w:val="002A51F2"/>
    <w:rsid w:val="002A53E5"/>
    <w:rsid w:val="002A6A98"/>
    <w:rsid w:val="002A7EFF"/>
    <w:rsid w:val="002B01A8"/>
    <w:rsid w:val="002B2813"/>
    <w:rsid w:val="002B29BE"/>
    <w:rsid w:val="002B49C7"/>
    <w:rsid w:val="002B5ECB"/>
    <w:rsid w:val="002B62AC"/>
    <w:rsid w:val="002B6F78"/>
    <w:rsid w:val="002B7D63"/>
    <w:rsid w:val="002C18E9"/>
    <w:rsid w:val="002C3969"/>
    <w:rsid w:val="002D27B5"/>
    <w:rsid w:val="002D5B4A"/>
    <w:rsid w:val="002D66F9"/>
    <w:rsid w:val="002D6C63"/>
    <w:rsid w:val="002D709A"/>
    <w:rsid w:val="002D7243"/>
    <w:rsid w:val="002E1AF0"/>
    <w:rsid w:val="002E3823"/>
    <w:rsid w:val="002E3FB0"/>
    <w:rsid w:val="002E7542"/>
    <w:rsid w:val="002E76C5"/>
    <w:rsid w:val="002E79A0"/>
    <w:rsid w:val="002F2288"/>
    <w:rsid w:val="002F43DB"/>
    <w:rsid w:val="002F7671"/>
    <w:rsid w:val="002F78F1"/>
    <w:rsid w:val="00300740"/>
    <w:rsid w:val="00305BD0"/>
    <w:rsid w:val="00310058"/>
    <w:rsid w:val="00310764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5470"/>
    <w:rsid w:val="00326AE7"/>
    <w:rsid w:val="003303A8"/>
    <w:rsid w:val="0033109E"/>
    <w:rsid w:val="00331953"/>
    <w:rsid w:val="003333FA"/>
    <w:rsid w:val="003351FC"/>
    <w:rsid w:val="003402A9"/>
    <w:rsid w:val="00341251"/>
    <w:rsid w:val="00341E58"/>
    <w:rsid w:val="00350823"/>
    <w:rsid w:val="00350D92"/>
    <w:rsid w:val="00353C41"/>
    <w:rsid w:val="00357454"/>
    <w:rsid w:val="003638CF"/>
    <w:rsid w:val="00367091"/>
    <w:rsid w:val="00374F66"/>
    <w:rsid w:val="003760F9"/>
    <w:rsid w:val="00376E80"/>
    <w:rsid w:val="00377027"/>
    <w:rsid w:val="0038124A"/>
    <w:rsid w:val="00383D87"/>
    <w:rsid w:val="00384E81"/>
    <w:rsid w:val="003851AE"/>
    <w:rsid w:val="00387D15"/>
    <w:rsid w:val="0039189E"/>
    <w:rsid w:val="00392EBA"/>
    <w:rsid w:val="00394B81"/>
    <w:rsid w:val="00396FE4"/>
    <w:rsid w:val="003A05BB"/>
    <w:rsid w:val="003A1D66"/>
    <w:rsid w:val="003A21C2"/>
    <w:rsid w:val="003A2740"/>
    <w:rsid w:val="003B1420"/>
    <w:rsid w:val="003B6D26"/>
    <w:rsid w:val="003B72F5"/>
    <w:rsid w:val="003B7CEA"/>
    <w:rsid w:val="003C44CB"/>
    <w:rsid w:val="003D141E"/>
    <w:rsid w:val="003D20FD"/>
    <w:rsid w:val="003D506C"/>
    <w:rsid w:val="003D60BF"/>
    <w:rsid w:val="003D6890"/>
    <w:rsid w:val="003D6AA4"/>
    <w:rsid w:val="003E0201"/>
    <w:rsid w:val="003E052D"/>
    <w:rsid w:val="003E12C1"/>
    <w:rsid w:val="003E1B8A"/>
    <w:rsid w:val="003E1E62"/>
    <w:rsid w:val="003E3A3A"/>
    <w:rsid w:val="003E62E2"/>
    <w:rsid w:val="003E66F0"/>
    <w:rsid w:val="003E7F6C"/>
    <w:rsid w:val="003F4C76"/>
    <w:rsid w:val="003F68DA"/>
    <w:rsid w:val="00400AF6"/>
    <w:rsid w:val="00402069"/>
    <w:rsid w:val="004029BF"/>
    <w:rsid w:val="0040559B"/>
    <w:rsid w:val="00406527"/>
    <w:rsid w:val="00407183"/>
    <w:rsid w:val="004109D6"/>
    <w:rsid w:val="00412B91"/>
    <w:rsid w:val="00413494"/>
    <w:rsid w:val="00413D07"/>
    <w:rsid w:val="00414AB4"/>
    <w:rsid w:val="00414E0A"/>
    <w:rsid w:val="00415E27"/>
    <w:rsid w:val="00417848"/>
    <w:rsid w:val="00417F58"/>
    <w:rsid w:val="00420075"/>
    <w:rsid w:val="004219C3"/>
    <w:rsid w:val="00421F16"/>
    <w:rsid w:val="00422DC1"/>
    <w:rsid w:val="00422E08"/>
    <w:rsid w:val="00423060"/>
    <w:rsid w:val="00423623"/>
    <w:rsid w:val="0042425F"/>
    <w:rsid w:val="0042737B"/>
    <w:rsid w:val="00427476"/>
    <w:rsid w:val="00427AB9"/>
    <w:rsid w:val="00430A1E"/>
    <w:rsid w:val="0043292C"/>
    <w:rsid w:val="004332B3"/>
    <w:rsid w:val="00433537"/>
    <w:rsid w:val="004344B2"/>
    <w:rsid w:val="0043488A"/>
    <w:rsid w:val="00435906"/>
    <w:rsid w:val="0043673E"/>
    <w:rsid w:val="00436D12"/>
    <w:rsid w:val="00442719"/>
    <w:rsid w:val="00442F07"/>
    <w:rsid w:val="0044354E"/>
    <w:rsid w:val="00450265"/>
    <w:rsid w:val="0045077D"/>
    <w:rsid w:val="00451C05"/>
    <w:rsid w:val="00453314"/>
    <w:rsid w:val="00454F24"/>
    <w:rsid w:val="0045786B"/>
    <w:rsid w:val="0046051B"/>
    <w:rsid w:val="00461308"/>
    <w:rsid w:val="00461EA5"/>
    <w:rsid w:val="00466AC8"/>
    <w:rsid w:val="00466AFE"/>
    <w:rsid w:val="0046714D"/>
    <w:rsid w:val="0047012A"/>
    <w:rsid w:val="00475AB4"/>
    <w:rsid w:val="004809BC"/>
    <w:rsid w:val="00482B56"/>
    <w:rsid w:val="00485721"/>
    <w:rsid w:val="00485E4E"/>
    <w:rsid w:val="00490504"/>
    <w:rsid w:val="00490D2B"/>
    <w:rsid w:val="00492F32"/>
    <w:rsid w:val="004960DF"/>
    <w:rsid w:val="004A11B8"/>
    <w:rsid w:val="004A1A2E"/>
    <w:rsid w:val="004A3521"/>
    <w:rsid w:val="004A70A0"/>
    <w:rsid w:val="004B14DA"/>
    <w:rsid w:val="004B39C1"/>
    <w:rsid w:val="004B420C"/>
    <w:rsid w:val="004B4D7A"/>
    <w:rsid w:val="004B6752"/>
    <w:rsid w:val="004C0F00"/>
    <w:rsid w:val="004C1083"/>
    <w:rsid w:val="004C225F"/>
    <w:rsid w:val="004C4B2C"/>
    <w:rsid w:val="004C5D6B"/>
    <w:rsid w:val="004D014A"/>
    <w:rsid w:val="004D17F4"/>
    <w:rsid w:val="004D74D2"/>
    <w:rsid w:val="004E0510"/>
    <w:rsid w:val="004E09B3"/>
    <w:rsid w:val="004E3ABC"/>
    <w:rsid w:val="004E6200"/>
    <w:rsid w:val="004E6FD1"/>
    <w:rsid w:val="004F0DE8"/>
    <w:rsid w:val="004F1098"/>
    <w:rsid w:val="004F1C88"/>
    <w:rsid w:val="004F41C7"/>
    <w:rsid w:val="00503993"/>
    <w:rsid w:val="00504A89"/>
    <w:rsid w:val="005070BE"/>
    <w:rsid w:val="00507623"/>
    <w:rsid w:val="00507ED8"/>
    <w:rsid w:val="00510DE8"/>
    <w:rsid w:val="00512003"/>
    <w:rsid w:val="00514806"/>
    <w:rsid w:val="005149A4"/>
    <w:rsid w:val="00514B37"/>
    <w:rsid w:val="00514F81"/>
    <w:rsid w:val="0051510F"/>
    <w:rsid w:val="00516C22"/>
    <w:rsid w:val="0052245C"/>
    <w:rsid w:val="00523952"/>
    <w:rsid w:val="0052520E"/>
    <w:rsid w:val="00525418"/>
    <w:rsid w:val="00526C8B"/>
    <w:rsid w:val="00526E6A"/>
    <w:rsid w:val="00527774"/>
    <w:rsid w:val="00530C41"/>
    <w:rsid w:val="00531AEE"/>
    <w:rsid w:val="005322C6"/>
    <w:rsid w:val="00533E2A"/>
    <w:rsid w:val="005359C9"/>
    <w:rsid w:val="00537B60"/>
    <w:rsid w:val="0054003A"/>
    <w:rsid w:val="005417D1"/>
    <w:rsid w:val="00541ECB"/>
    <w:rsid w:val="005424DB"/>
    <w:rsid w:val="00543B49"/>
    <w:rsid w:val="00543EEA"/>
    <w:rsid w:val="005448F8"/>
    <w:rsid w:val="00545D0F"/>
    <w:rsid w:val="00547CC0"/>
    <w:rsid w:val="0055088F"/>
    <w:rsid w:val="005514CB"/>
    <w:rsid w:val="00551F13"/>
    <w:rsid w:val="0055249E"/>
    <w:rsid w:val="00554389"/>
    <w:rsid w:val="00554579"/>
    <w:rsid w:val="005556E7"/>
    <w:rsid w:val="00556CD5"/>
    <w:rsid w:val="00557F5F"/>
    <w:rsid w:val="005618E6"/>
    <w:rsid w:val="00562341"/>
    <w:rsid w:val="0056277C"/>
    <w:rsid w:val="005634E3"/>
    <w:rsid w:val="00574703"/>
    <w:rsid w:val="0057508A"/>
    <w:rsid w:val="00575091"/>
    <w:rsid w:val="00575DC4"/>
    <w:rsid w:val="00583E46"/>
    <w:rsid w:val="005840B2"/>
    <w:rsid w:val="00586F3A"/>
    <w:rsid w:val="00595BAE"/>
    <w:rsid w:val="00596EF6"/>
    <w:rsid w:val="005A3513"/>
    <w:rsid w:val="005A65BC"/>
    <w:rsid w:val="005A7F91"/>
    <w:rsid w:val="005B0C47"/>
    <w:rsid w:val="005B0FD6"/>
    <w:rsid w:val="005B1066"/>
    <w:rsid w:val="005B3980"/>
    <w:rsid w:val="005B472B"/>
    <w:rsid w:val="005B58A0"/>
    <w:rsid w:val="005B6559"/>
    <w:rsid w:val="005B703B"/>
    <w:rsid w:val="005C1D86"/>
    <w:rsid w:val="005C23E1"/>
    <w:rsid w:val="005C2DBD"/>
    <w:rsid w:val="005C3760"/>
    <w:rsid w:val="005C4B99"/>
    <w:rsid w:val="005C673C"/>
    <w:rsid w:val="005C6835"/>
    <w:rsid w:val="005D0B41"/>
    <w:rsid w:val="005D12EE"/>
    <w:rsid w:val="005D1609"/>
    <w:rsid w:val="005D2518"/>
    <w:rsid w:val="005D57E5"/>
    <w:rsid w:val="005D5AAD"/>
    <w:rsid w:val="005D5C8B"/>
    <w:rsid w:val="005D6BF2"/>
    <w:rsid w:val="005E0C82"/>
    <w:rsid w:val="005E271E"/>
    <w:rsid w:val="005E28AD"/>
    <w:rsid w:val="005E3948"/>
    <w:rsid w:val="005F0031"/>
    <w:rsid w:val="005F2326"/>
    <w:rsid w:val="005F25B1"/>
    <w:rsid w:val="005F347C"/>
    <w:rsid w:val="005F38EA"/>
    <w:rsid w:val="005F4275"/>
    <w:rsid w:val="005F4B0C"/>
    <w:rsid w:val="005F6B30"/>
    <w:rsid w:val="00600D2D"/>
    <w:rsid w:val="006012E3"/>
    <w:rsid w:val="0060350D"/>
    <w:rsid w:val="006045FF"/>
    <w:rsid w:val="0060611D"/>
    <w:rsid w:val="00607447"/>
    <w:rsid w:val="00610AB7"/>
    <w:rsid w:val="006131EE"/>
    <w:rsid w:val="0061744E"/>
    <w:rsid w:val="0062261E"/>
    <w:rsid w:val="006234C5"/>
    <w:rsid w:val="0062389E"/>
    <w:rsid w:val="00623959"/>
    <w:rsid w:val="00630B2D"/>
    <w:rsid w:val="006315BB"/>
    <w:rsid w:val="00633DF5"/>
    <w:rsid w:val="00636447"/>
    <w:rsid w:val="006364F0"/>
    <w:rsid w:val="00636B87"/>
    <w:rsid w:val="0064136F"/>
    <w:rsid w:val="00641447"/>
    <w:rsid w:val="0064185A"/>
    <w:rsid w:val="0064325A"/>
    <w:rsid w:val="00646973"/>
    <w:rsid w:val="006522AE"/>
    <w:rsid w:val="006548EF"/>
    <w:rsid w:val="00654D73"/>
    <w:rsid w:val="00655C89"/>
    <w:rsid w:val="00661997"/>
    <w:rsid w:val="00662CA6"/>
    <w:rsid w:val="006634D4"/>
    <w:rsid w:val="00673B0B"/>
    <w:rsid w:val="00674282"/>
    <w:rsid w:val="0067503C"/>
    <w:rsid w:val="0068430A"/>
    <w:rsid w:val="00685FE7"/>
    <w:rsid w:val="00686437"/>
    <w:rsid w:val="00687201"/>
    <w:rsid w:val="00690204"/>
    <w:rsid w:val="00690CA0"/>
    <w:rsid w:val="006916C2"/>
    <w:rsid w:val="00692328"/>
    <w:rsid w:val="00692D2A"/>
    <w:rsid w:val="00692E1F"/>
    <w:rsid w:val="0069737C"/>
    <w:rsid w:val="006A36F8"/>
    <w:rsid w:val="006A459C"/>
    <w:rsid w:val="006A7E79"/>
    <w:rsid w:val="006B0887"/>
    <w:rsid w:val="006B19C4"/>
    <w:rsid w:val="006B1F7A"/>
    <w:rsid w:val="006B418D"/>
    <w:rsid w:val="006B4D8B"/>
    <w:rsid w:val="006B652F"/>
    <w:rsid w:val="006B6897"/>
    <w:rsid w:val="006B780A"/>
    <w:rsid w:val="006C0B5D"/>
    <w:rsid w:val="006C42FF"/>
    <w:rsid w:val="006C580D"/>
    <w:rsid w:val="006C5EC3"/>
    <w:rsid w:val="006D4918"/>
    <w:rsid w:val="006D49AA"/>
    <w:rsid w:val="006D4AD3"/>
    <w:rsid w:val="006D4C62"/>
    <w:rsid w:val="006E029C"/>
    <w:rsid w:val="006E0C70"/>
    <w:rsid w:val="006E61C7"/>
    <w:rsid w:val="006E68F6"/>
    <w:rsid w:val="006E6AD6"/>
    <w:rsid w:val="006F0CD8"/>
    <w:rsid w:val="006F370C"/>
    <w:rsid w:val="006F6C44"/>
    <w:rsid w:val="006F7CD9"/>
    <w:rsid w:val="007008FD"/>
    <w:rsid w:val="007036C2"/>
    <w:rsid w:val="0070554B"/>
    <w:rsid w:val="00706FB1"/>
    <w:rsid w:val="00707628"/>
    <w:rsid w:val="0071678F"/>
    <w:rsid w:val="00717B10"/>
    <w:rsid w:val="007236E5"/>
    <w:rsid w:val="00724339"/>
    <w:rsid w:val="00724706"/>
    <w:rsid w:val="00724A22"/>
    <w:rsid w:val="007302F9"/>
    <w:rsid w:val="00735068"/>
    <w:rsid w:val="00736879"/>
    <w:rsid w:val="00736B73"/>
    <w:rsid w:val="00736E6E"/>
    <w:rsid w:val="00737C41"/>
    <w:rsid w:val="0074055C"/>
    <w:rsid w:val="00740AAD"/>
    <w:rsid w:val="007423E4"/>
    <w:rsid w:val="0074352A"/>
    <w:rsid w:val="00744327"/>
    <w:rsid w:val="007470A8"/>
    <w:rsid w:val="00755210"/>
    <w:rsid w:val="00755B0D"/>
    <w:rsid w:val="007622AD"/>
    <w:rsid w:val="0076262D"/>
    <w:rsid w:val="00764774"/>
    <w:rsid w:val="0076549C"/>
    <w:rsid w:val="0076573D"/>
    <w:rsid w:val="00765DDE"/>
    <w:rsid w:val="00771F15"/>
    <w:rsid w:val="00776385"/>
    <w:rsid w:val="00780FCE"/>
    <w:rsid w:val="00781BB0"/>
    <w:rsid w:val="00783AF9"/>
    <w:rsid w:val="00783B06"/>
    <w:rsid w:val="007841DA"/>
    <w:rsid w:val="00784342"/>
    <w:rsid w:val="007843CC"/>
    <w:rsid w:val="00786CD4"/>
    <w:rsid w:val="0078737E"/>
    <w:rsid w:val="00790F6F"/>
    <w:rsid w:val="00797630"/>
    <w:rsid w:val="007A0E12"/>
    <w:rsid w:val="007A1DA6"/>
    <w:rsid w:val="007A31A0"/>
    <w:rsid w:val="007A425D"/>
    <w:rsid w:val="007A46AF"/>
    <w:rsid w:val="007A4E64"/>
    <w:rsid w:val="007A59FC"/>
    <w:rsid w:val="007A5CBB"/>
    <w:rsid w:val="007A7A7D"/>
    <w:rsid w:val="007B0043"/>
    <w:rsid w:val="007B01F2"/>
    <w:rsid w:val="007B256F"/>
    <w:rsid w:val="007B684A"/>
    <w:rsid w:val="007B7616"/>
    <w:rsid w:val="007B7906"/>
    <w:rsid w:val="007C2D04"/>
    <w:rsid w:val="007C75DA"/>
    <w:rsid w:val="007C78D8"/>
    <w:rsid w:val="007C7D4B"/>
    <w:rsid w:val="007D033C"/>
    <w:rsid w:val="007D08B3"/>
    <w:rsid w:val="007D0C14"/>
    <w:rsid w:val="007D0F1E"/>
    <w:rsid w:val="007D2064"/>
    <w:rsid w:val="007D395B"/>
    <w:rsid w:val="007D3D58"/>
    <w:rsid w:val="007D49A3"/>
    <w:rsid w:val="007E2D15"/>
    <w:rsid w:val="007E34D9"/>
    <w:rsid w:val="007E3F8F"/>
    <w:rsid w:val="007E4619"/>
    <w:rsid w:val="007F602F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329F"/>
    <w:rsid w:val="00826E39"/>
    <w:rsid w:val="00827746"/>
    <w:rsid w:val="00831117"/>
    <w:rsid w:val="00832EE3"/>
    <w:rsid w:val="0083393F"/>
    <w:rsid w:val="008355C5"/>
    <w:rsid w:val="00836EFF"/>
    <w:rsid w:val="00837950"/>
    <w:rsid w:val="00837BCA"/>
    <w:rsid w:val="00841837"/>
    <w:rsid w:val="00843187"/>
    <w:rsid w:val="00843732"/>
    <w:rsid w:val="008448D8"/>
    <w:rsid w:val="00845818"/>
    <w:rsid w:val="00845B6D"/>
    <w:rsid w:val="00846ACE"/>
    <w:rsid w:val="008548A7"/>
    <w:rsid w:val="00854CD7"/>
    <w:rsid w:val="00855E65"/>
    <w:rsid w:val="008575F7"/>
    <w:rsid w:val="00864F42"/>
    <w:rsid w:val="00865D0A"/>
    <w:rsid w:val="008669F1"/>
    <w:rsid w:val="00870670"/>
    <w:rsid w:val="00872775"/>
    <w:rsid w:val="0087333D"/>
    <w:rsid w:val="00873821"/>
    <w:rsid w:val="00876003"/>
    <w:rsid w:val="008767DA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3A12"/>
    <w:rsid w:val="0089420D"/>
    <w:rsid w:val="008949CF"/>
    <w:rsid w:val="00894A7C"/>
    <w:rsid w:val="00895A59"/>
    <w:rsid w:val="00896468"/>
    <w:rsid w:val="0089767F"/>
    <w:rsid w:val="008A3054"/>
    <w:rsid w:val="008A344F"/>
    <w:rsid w:val="008A5BA7"/>
    <w:rsid w:val="008A63A9"/>
    <w:rsid w:val="008A65F9"/>
    <w:rsid w:val="008A66C1"/>
    <w:rsid w:val="008B0FF4"/>
    <w:rsid w:val="008B43F2"/>
    <w:rsid w:val="008B5240"/>
    <w:rsid w:val="008C4B7C"/>
    <w:rsid w:val="008C580C"/>
    <w:rsid w:val="008C6841"/>
    <w:rsid w:val="008C7C36"/>
    <w:rsid w:val="008D2A88"/>
    <w:rsid w:val="008D3FC0"/>
    <w:rsid w:val="008D5454"/>
    <w:rsid w:val="008D585D"/>
    <w:rsid w:val="008D5AD3"/>
    <w:rsid w:val="008E0770"/>
    <w:rsid w:val="008E1030"/>
    <w:rsid w:val="008E373C"/>
    <w:rsid w:val="008E3D28"/>
    <w:rsid w:val="008E6385"/>
    <w:rsid w:val="008F0549"/>
    <w:rsid w:val="008F0E3F"/>
    <w:rsid w:val="008F1314"/>
    <w:rsid w:val="008F2FA1"/>
    <w:rsid w:val="008F4D25"/>
    <w:rsid w:val="008F5D97"/>
    <w:rsid w:val="00900164"/>
    <w:rsid w:val="0090222D"/>
    <w:rsid w:val="0090309A"/>
    <w:rsid w:val="00903134"/>
    <w:rsid w:val="00903934"/>
    <w:rsid w:val="00913CEB"/>
    <w:rsid w:val="00914B09"/>
    <w:rsid w:val="009159B6"/>
    <w:rsid w:val="00916434"/>
    <w:rsid w:val="00920C5D"/>
    <w:rsid w:val="00924106"/>
    <w:rsid w:val="00924C38"/>
    <w:rsid w:val="0092592A"/>
    <w:rsid w:val="00925BE5"/>
    <w:rsid w:val="00926C99"/>
    <w:rsid w:val="00926FDC"/>
    <w:rsid w:val="009274C8"/>
    <w:rsid w:val="00927568"/>
    <w:rsid w:val="00927E3D"/>
    <w:rsid w:val="009313CB"/>
    <w:rsid w:val="00933CC0"/>
    <w:rsid w:val="009345B5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95F"/>
    <w:rsid w:val="00952F5D"/>
    <w:rsid w:val="00953460"/>
    <w:rsid w:val="00954511"/>
    <w:rsid w:val="00954CA6"/>
    <w:rsid w:val="009551E2"/>
    <w:rsid w:val="0096503C"/>
    <w:rsid w:val="00966B60"/>
    <w:rsid w:val="00966F89"/>
    <w:rsid w:val="0097060C"/>
    <w:rsid w:val="00970B9D"/>
    <w:rsid w:val="0097461B"/>
    <w:rsid w:val="009814F9"/>
    <w:rsid w:val="00984D52"/>
    <w:rsid w:val="00984F20"/>
    <w:rsid w:val="00987FC4"/>
    <w:rsid w:val="009901E9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56C"/>
    <w:rsid w:val="009A72FB"/>
    <w:rsid w:val="009B0ECA"/>
    <w:rsid w:val="009B4630"/>
    <w:rsid w:val="009B4A12"/>
    <w:rsid w:val="009B6A6B"/>
    <w:rsid w:val="009B7400"/>
    <w:rsid w:val="009B7CB6"/>
    <w:rsid w:val="009C13DD"/>
    <w:rsid w:val="009C2FE4"/>
    <w:rsid w:val="009C388B"/>
    <w:rsid w:val="009C5E9E"/>
    <w:rsid w:val="009D0FC6"/>
    <w:rsid w:val="009D28F4"/>
    <w:rsid w:val="009D2944"/>
    <w:rsid w:val="009D480A"/>
    <w:rsid w:val="009E03BB"/>
    <w:rsid w:val="009E1F34"/>
    <w:rsid w:val="009E2161"/>
    <w:rsid w:val="009E2F54"/>
    <w:rsid w:val="009E7C04"/>
    <w:rsid w:val="009E7DE6"/>
    <w:rsid w:val="009F3DC8"/>
    <w:rsid w:val="009F44BD"/>
    <w:rsid w:val="009F4D56"/>
    <w:rsid w:val="009F4E59"/>
    <w:rsid w:val="009F505D"/>
    <w:rsid w:val="009F7BCE"/>
    <w:rsid w:val="00A009D1"/>
    <w:rsid w:val="00A00C1F"/>
    <w:rsid w:val="00A05BE3"/>
    <w:rsid w:val="00A12DEA"/>
    <w:rsid w:val="00A14257"/>
    <w:rsid w:val="00A14BF1"/>
    <w:rsid w:val="00A16D8B"/>
    <w:rsid w:val="00A207C9"/>
    <w:rsid w:val="00A22FF2"/>
    <w:rsid w:val="00A233F3"/>
    <w:rsid w:val="00A2393B"/>
    <w:rsid w:val="00A24A5B"/>
    <w:rsid w:val="00A25EEC"/>
    <w:rsid w:val="00A264F0"/>
    <w:rsid w:val="00A26DE4"/>
    <w:rsid w:val="00A27CC7"/>
    <w:rsid w:val="00A31D44"/>
    <w:rsid w:val="00A334F8"/>
    <w:rsid w:val="00A33742"/>
    <w:rsid w:val="00A33DF4"/>
    <w:rsid w:val="00A34F2F"/>
    <w:rsid w:val="00A37640"/>
    <w:rsid w:val="00A4005F"/>
    <w:rsid w:val="00A40FDB"/>
    <w:rsid w:val="00A4477F"/>
    <w:rsid w:val="00A47228"/>
    <w:rsid w:val="00A51E51"/>
    <w:rsid w:val="00A5206F"/>
    <w:rsid w:val="00A53946"/>
    <w:rsid w:val="00A53FD6"/>
    <w:rsid w:val="00A602CD"/>
    <w:rsid w:val="00A61C9E"/>
    <w:rsid w:val="00A62BEB"/>
    <w:rsid w:val="00A63C41"/>
    <w:rsid w:val="00A71803"/>
    <w:rsid w:val="00A73FC6"/>
    <w:rsid w:val="00A778B5"/>
    <w:rsid w:val="00A81CE0"/>
    <w:rsid w:val="00A8284D"/>
    <w:rsid w:val="00A85129"/>
    <w:rsid w:val="00A8527A"/>
    <w:rsid w:val="00A8626B"/>
    <w:rsid w:val="00A876A9"/>
    <w:rsid w:val="00A90974"/>
    <w:rsid w:val="00A92791"/>
    <w:rsid w:val="00A93069"/>
    <w:rsid w:val="00A9429B"/>
    <w:rsid w:val="00A95AE4"/>
    <w:rsid w:val="00AA6188"/>
    <w:rsid w:val="00AA67EE"/>
    <w:rsid w:val="00AA7A25"/>
    <w:rsid w:val="00AB3330"/>
    <w:rsid w:val="00AB3460"/>
    <w:rsid w:val="00AB5DD2"/>
    <w:rsid w:val="00AB72DF"/>
    <w:rsid w:val="00AC080E"/>
    <w:rsid w:val="00AC3070"/>
    <w:rsid w:val="00AC31FE"/>
    <w:rsid w:val="00AC410F"/>
    <w:rsid w:val="00AC5B49"/>
    <w:rsid w:val="00AC68F0"/>
    <w:rsid w:val="00AC6FF2"/>
    <w:rsid w:val="00AC7C63"/>
    <w:rsid w:val="00AD3AFB"/>
    <w:rsid w:val="00AD6426"/>
    <w:rsid w:val="00AE12D8"/>
    <w:rsid w:val="00AE1359"/>
    <w:rsid w:val="00AE3688"/>
    <w:rsid w:val="00AE3BAE"/>
    <w:rsid w:val="00AE5255"/>
    <w:rsid w:val="00AE5DCF"/>
    <w:rsid w:val="00AE5F02"/>
    <w:rsid w:val="00AE5F4F"/>
    <w:rsid w:val="00AE7AB0"/>
    <w:rsid w:val="00AF44F1"/>
    <w:rsid w:val="00AF4949"/>
    <w:rsid w:val="00AF4D68"/>
    <w:rsid w:val="00AF7416"/>
    <w:rsid w:val="00B03F76"/>
    <w:rsid w:val="00B0655E"/>
    <w:rsid w:val="00B10260"/>
    <w:rsid w:val="00B2403F"/>
    <w:rsid w:val="00B259FA"/>
    <w:rsid w:val="00B331ED"/>
    <w:rsid w:val="00B350B6"/>
    <w:rsid w:val="00B3613C"/>
    <w:rsid w:val="00B4092C"/>
    <w:rsid w:val="00B43B6A"/>
    <w:rsid w:val="00B452DB"/>
    <w:rsid w:val="00B473CD"/>
    <w:rsid w:val="00B4797D"/>
    <w:rsid w:val="00B53220"/>
    <w:rsid w:val="00B54804"/>
    <w:rsid w:val="00B550F8"/>
    <w:rsid w:val="00B56F2D"/>
    <w:rsid w:val="00B610B2"/>
    <w:rsid w:val="00B611C8"/>
    <w:rsid w:val="00B6188A"/>
    <w:rsid w:val="00B62148"/>
    <w:rsid w:val="00B622C2"/>
    <w:rsid w:val="00B63444"/>
    <w:rsid w:val="00B63791"/>
    <w:rsid w:val="00B65A83"/>
    <w:rsid w:val="00B679E5"/>
    <w:rsid w:val="00B71432"/>
    <w:rsid w:val="00B7249A"/>
    <w:rsid w:val="00B7292A"/>
    <w:rsid w:val="00B743BA"/>
    <w:rsid w:val="00B77693"/>
    <w:rsid w:val="00B8205B"/>
    <w:rsid w:val="00B8298F"/>
    <w:rsid w:val="00B86EBA"/>
    <w:rsid w:val="00B904AF"/>
    <w:rsid w:val="00B9537C"/>
    <w:rsid w:val="00B957F5"/>
    <w:rsid w:val="00B9601B"/>
    <w:rsid w:val="00B96851"/>
    <w:rsid w:val="00B97C3A"/>
    <w:rsid w:val="00BA06CD"/>
    <w:rsid w:val="00BA3C81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3E73"/>
    <w:rsid w:val="00BC4970"/>
    <w:rsid w:val="00BC5D8E"/>
    <w:rsid w:val="00BC7E96"/>
    <w:rsid w:val="00BD1585"/>
    <w:rsid w:val="00BD616E"/>
    <w:rsid w:val="00BD696B"/>
    <w:rsid w:val="00BE0DC9"/>
    <w:rsid w:val="00BE41C5"/>
    <w:rsid w:val="00BE4211"/>
    <w:rsid w:val="00BE7095"/>
    <w:rsid w:val="00BF0C7A"/>
    <w:rsid w:val="00BF12D5"/>
    <w:rsid w:val="00C00D09"/>
    <w:rsid w:val="00C023E7"/>
    <w:rsid w:val="00C02910"/>
    <w:rsid w:val="00C03D4C"/>
    <w:rsid w:val="00C05FA1"/>
    <w:rsid w:val="00C06F13"/>
    <w:rsid w:val="00C0723D"/>
    <w:rsid w:val="00C103ED"/>
    <w:rsid w:val="00C10BE9"/>
    <w:rsid w:val="00C143A6"/>
    <w:rsid w:val="00C1789D"/>
    <w:rsid w:val="00C220D0"/>
    <w:rsid w:val="00C31278"/>
    <w:rsid w:val="00C368F8"/>
    <w:rsid w:val="00C37536"/>
    <w:rsid w:val="00C37F0F"/>
    <w:rsid w:val="00C4139A"/>
    <w:rsid w:val="00C416B7"/>
    <w:rsid w:val="00C42A62"/>
    <w:rsid w:val="00C453B0"/>
    <w:rsid w:val="00C45BD9"/>
    <w:rsid w:val="00C46249"/>
    <w:rsid w:val="00C47671"/>
    <w:rsid w:val="00C50362"/>
    <w:rsid w:val="00C51E3D"/>
    <w:rsid w:val="00C603A8"/>
    <w:rsid w:val="00C633AB"/>
    <w:rsid w:val="00C6456F"/>
    <w:rsid w:val="00C64778"/>
    <w:rsid w:val="00C64E71"/>
    <w:rsid w:val="00C65B0B"/>
    <w:rsid w:val="00C65FEC"/>
    <w:rsid w:val="00C66F70"/>
    <w:rsid w:val="00C671CC"/>
    <w:rsid w:val="00C67ECC"/>
    <w:rsid w:val="00C744BB"/>
    <w:rsid w:val="00C7484D"/>
    <w:rsid w:val="00C77ACB"/>
    <w:rsid w:val="00C80F57"/>
    <w:rsid w:val="00C82107"/>
    <w:rsid w:val="00C82173"/>
    <w:rsid w:val="00C8347E"/>
    <w:rsid w:val="00C8383B"/>
    <w:rsid w:val="00C83F9B"/>
    <w:rsid w:val="00C84542"/>
    <w:rsid w:val="00C8570E"/>
    <w:rsid w:val="00C85C45"/>
    <w:rsid w:val="00C917CE"/>
    <w:rsid w:val="00C9318A"/>
    <w:rsid w:val="00C97F92"/>
    <w:rsid w:val="00CA13DF"/>
    <w:rsid w:val="00CA59F2"/>
    <w:rsid w:val="00CA726F"/>
    <w:rsid w:val="00CB0175"/>
    <w:rsid w:val="00CB42CB"/>
    <w:rsid w:val="00CB65A9"/>
    <w:rsid w:val="00CC0257"/>
    <w:rsid w:val="00CC065E"/>
    <w:rsid w:val="00CC073D"/>
    <w:rsid w:val="00CC2AC0"/>
    <w:rsid w:val="00CC3996"/>
    <w:rsid w:val="00CD313F"/>
    <w:rsid w:val="00CD6467"/>
    <w:rsid w:val="00CE00E5"/>
    <w:rsid w:val="00CE08B5"/>
    <w:rsid w:val="00CE1432"/>
    <w:rsid w:val="00CE24FA"/>
    <w:rsid w:val="00CE340D"/>
    <w:rsid w:val="00CE4AD6"/>
    <w:rsid w:val="00CE7687"/>
    <w:rsid w:val="00CF19C5"/>
    <w:rsid w:val="00CF1A0B"/>
    <w:rsid w:val="00CF4227"/>
    <w:rsid w:val="00CF4CBB"/>
    <w:rsid w:val="00CF6100"/>
    <w:rsid w:val="00CF7BF3"/>
    <w:rsid w:val="00D00C33"/>
    <w:rsid w:val="00D046EE"/>
    <w:rsid w:val="00D05409"/>
    <w:rsid w:val="00D056DA"/>
    <w:rsid w:val="00D126C0"/>
    <w:rsid w:val="00D12B8A"/>
    <w:rsid w:val="00D14FF8"/>
    <w:rsid w:val="00D156F4"/>
    <w:rsid w:val="00D1702B"/>
    <w:rsid w:val="00D17BB1"/>
    <w:rsid w:val="00D20C71"/>
    <w:rsid w:val="00D31B0D"/>
    <w:rsid w:val="00D34EC2"/>
    <w:rsid w:val="00D356AA"/>
    <w:rsid w:val="00D35D04"/>
    <w:rsid w:val="00D35FC2"/>
    <w:rsid w:val="00D42A5C"/>
    <w:rsid w:val="00D43B7F"/>
    <w:rsid w:val="00D45C63"/>
    <w:rsid w:val="00D51AD2"/>
    <w:rsid w:val="00D53C44"/>
    <w:rsid w:val="00D5418D"/>
    <w:rsid w:val="00D5435E"/>
    <w:rsid w:val="00D5796D"/>
    <w:rsid w:val="00D57F8A"/>
    <w:rsid w:val="00D60D1E"/>
    <w:rsid w:val="00D61D91"/>
    <w:rsid w:val="00D62735"/>
    <w:rsid w:val="00D628F1"/>
    <w:rsid w:val="00D63352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1FC8"/>
    <w:rsid w:val="00D8222F"/>
    <w:rsid w:val="00D826BF"/>
    <w:rsid w:val="00D8357A"/>
    <w:rsid w:val="00D85F85"/>
    <w:rsid w:val="00D9131A"/>
    <w:rsid w:val="00D91FEF"/>
    <w:rsid w:val="00D94E7E"/>
    <w:rsid w:val="00D9581F"/>
    <w:rsid w:val="00DA19A0"/>
    <w:rsid w:val="00DA1A82"/>
    <w:rsid w:val="00DA3EDB"/>
    <w:rsid w:val="00DA4D92"/>
    <w:rsid w:val="00DA5CBD"/>
    <w:rsid w:val="00DA5F32"/>
    <w:rsid w:val="00DB5A30"/>
    <w:rsid w:val="00DB656B"/>
    <w:rsid w:val="00DB7D44"/>
    <w:rsid w:val="00DC2778"/>
    <w:rsid w:val="00DC2A74"/>
    <w:rsid w:val="00DC3122"/>
    <w:rsid w:val="00DC33CB"/>
    <w:rsid w:val="00DD0721"/>
    <w:rsid w:val="00DD263D"/>
    <w:rsid w:val="00DD2866"/>
    <w:rsid w:val="00DD3298"/>
    <w:rsid w:val="00DD5A1C"/>
    <w:rsid w:val="00DD68B6"/>
    <w:rsid w:val="00DD7319"/>
    <w:rsid w:val="00DE0877"/>
    <w:rsid w:val="00DE2255"/>
    <w:rsid w:val="00DE3C6C"/>
    <w:rsid w:val="00DE439D"/>
    <w:rsid w:val="00DE447F"/>
    <w:rsid w:val="00DE459B"/>
    <w:rsid w:val="00DE4C0F"/>
    <w:rsid w:val="00DE4FDC"/>
    <w:rsid w:val="00DE53A1"/>
    <w:rsid w:val="00DE633F"/>
    <w:rsid w:val="00DF20ED"/>
    <w:rsid w:val="00DF397A"/>
    <w:rsid w:val="00DF79E6"/>
    <w:rsid w:val="00E00174"/>
    <w:rsid w:val="00E017FA"/>
    <w:rsid w:val="00E01BF6"/>
    <w:rsid w:val="00E100E9"/>
    <w:rsid w:val="00E121DC"/>
    <w:rsid w:val="00E12C0A"/>
    <w:rsid w:val="00E15E08"/>
    <w:rsid w:val="00E1679D"/>
    <w:rsid w:val="00E176C6"/>
    <w:rsid w:val="00E17CC2"/>
    <w:rsid w:val="00E17CEC"/>
    <w:rsid w:val="00E21529"/>
    <w:rsid w:val="00E22235"/>
    <w:rsid w:val="00E25606"/>
    <w:rsid w:val="00E26423"/>
    <w:rsid w:val="00E32F80"/>
    <w:rsid w:val="00E33522"/>
    <w:rsid w:val="00E33B3D"/>
    <w:rsid w:val="00E343A8"/>
    <w:rsid w:val="00E34C6C"/>
    <w:rsid w:val="00E364DF"/>
    <w:rsid w:val="00E366B8"/>
    <w:rsid w:val="00E37E54"/>
    <w:rsid w:val="00E41B56"/>
    <w:rsid w:val="00E47005"/>
    <w:rsid w:val="00E47141"/>
    <w:rsid w:val="00E47774"/>
    <w:rsid w:val="00E50CF8"/>
    <w:rsid w:val="00E54144"/>
    <w:rsid w:val="00E57195"/>
    <w:rsid w:val="00E5786F"/>
    <w:rsid w:val="00E60468"/>
    <w:rsid w:val="00E621A9"/>
    <w:rsid w:val="00E624DA"/>
    <w:rsid w:val="00E62A0D"/>
    <w:rsid w:val="00E62B83"/>
    <w:rsid w:val="00E631CC"/>
    <w:rsid w:val="00E64CF0"/>
    <w:rsid w:val="00E67DE5"/>
    <w:rsid w:val="00E705C0"/>
    <w:rsid w:val="00E7062E"/>
    <w:rsid w:val="00E73676"/>
    <w:rsid w:val="00E73B5E"/>
    <w:rsid w:val="00E76336"/>
    <w:rsid w:val="00E76ED7"/>
    <w:rsid w:val="00E809FA"/>
    <w:rsid w:val="00E81EC3"/>
    <w:rsid w:val="00E8790E"/>
    <w:rsid w:val="00E91ACC"/>
    <w:rsid w:val="00E92D83"/>
    <w:rsid w:val="00E940A6"/>
    <w:rsid w:val="00E94260"/>
    <w:rsid w:val="00E954EE"/>
    <w:rsid w:val="00EA0A01"/>
    <w:rsid w:val="00EA1C05"/>
    <w:rsid w:val="00EA1E1C"/>
    <w:rsid w:val="00EA1EC0"/>
    <w:rsid w:val="00EA32D1"/>
    <w:rsid w:val="00EA73FD"/>
    <w:rsid w:val="00EB08EF"/>
    <w:rsid w:val="00EB25A0"/>
    <w:rsid w:val="00EB28DC"/>
    <w:rsid w:val="00EB3E7B"/>
    <w:rsid w:val="00EB5812"/>
    <w:rsid w:val="00EB635F"/>
    <w:rsid w:val="00EC0104"/>
    <w:rsid w:val="00EC2E79"/>
    <w:rsid w:val="00EC3A90"/>
    <w:rsid w:val="00EC5171"/>
    <w:rsid w:val="00EC7E13"/>
    <w:rsid w:val="00ED0D63"/>
    <w:rsid w:val="00ED12B4"/>
    <w:rsid w:val="00ED2897"/>
    <w:rsid w:val="00ED6B06"/>
    <w:rsid w:val="00ED6DCB"/>
    <w:rsid w:val="00ED7A8E"/>
    <w:rsid w:val="00EE1C36"/>
    <w:rsid w:val="00EE3946"/>
    <w:rsid w:val="00EE5FE8"/>
    <w:rsid w:val="00EE7A10"/>
    <w:rsid w:val="00EF03F7"/>
    <w:rsid w:val="00EF2F0D"/>
    <w:rsid w:val="00EF3597"/>
    <w:rsid w:val="00EF590A"/>
    <w:rsid w:val="00F01501"/>
    <w:rsid w:val="00F02DF2"/>
    <w:rsid w:val="00F03B15"/>
    <w:rsid w:val="00F06341"/>
    <w:rsid w:val="00F06A8A"/>
    <w:rsid w:val="00F06F49"/>
    <w:rsid w:val="00F1532B"/>
    <w:rsid w:val="00F157F5"/>
    <w:rsid w:val="00F16542"/>
    <w:rsid w:val="00F22C86"/>
    <w:rsid w:val="00F23D57"/>
    <w:rsid w:val="00F24CD1"/>
    <w:rsid w:val="00F24DF0"/>
    <w:rsid w:val="00F25D6C"/>
    <w:rsid w:val="00F267EC"/>
    <w:rsid w:val="00F3067F"/>
    <w:rsid w:val="00F3077F"/>
    <w:rsid w:val="00F30E5A"/>
    <w:rsid w:val="00F30ECA"/>
    <w:rsid w:val="00F31FC8"/>
    <w:rsid w:val="00F36608"/>
    <w:rsid w:val="00F43AF0"/>
    <w:rsid w:val="00F45D70"/>
    <w:rsid w:val="00F46998"/>
    <w:rsid w:val="00F47B51"/>
    <w:rsid w:val="00F502D5"/>
    <w:rsid w:val="00F54F7E"/>
    <w:rsid w:val="00F56CB3"/>
    <w:rsid w:val="00F605D0"/>
    <w:rsid w:val="00F60652"/>
    <w:rsid w:val="00F60785"/>
    <w:rsid w:val="00F60AA6"/>
    <w:rsid w:val="00F610C2"/>
    <w:rsid w:val="00F62307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CD4"/>
    <w:rsid w:val="00F81FF5"/>
    <w:rsid w:val="00F821A6"/>
    <w:rsid w:val="00F82C88"/>
    <w:rsid w:val="00F83174"/>
    <w:rsid w:val="00F91927"/>
    <w:rsid w:val="00F934F7"/>
    <w:rsid w:val="00F950B4"/>
    <w:rsid w:val="00F9521C"/>
    <w:rsid w:val="00F96CA3"/>
    <w:rsid w:val="00F97B97"/>
    <w:rsid w:val="00FA0BF6"/>
    <w:rsid w:val="00FA559A"/>
    <w:rsid w:val="00FA616A"/>
    <w:rsid w:val="00FB0993"/>
    <w:rsid w:val="00FB1B28"/>
    <w:rsid w:val="00FB1CA7"/>
    <w:rsid w:val="00FB71C9"/>
    <w:rsid w:val="00FC09E5"/>
    <w:rsid w:val="00FC1951"/>
    <w:rsid w:val="00FC3C5E"/>
    <w:rsid w:val="00FC4D6D"/>
    <w:rsid w:val="00FC4EC4"/>
    <w:rsid w:val="00FC693B"/>
    <w:rsid w:val="00FC6A8D"/>
    <w:rsid w:val="00FD10C3"/>
    <w:rsid w:val="00FD1D39"/>
    <w:rsid w:val="00FD264C"/>
    <w:rsid w:val="00FD2898"/>
    <w:rsid w:val="00FD51CA"/>
    <w:rsid w:val="00FE0C9A"/>
    <w:rsid w:val="00FE2000"/>
    <w:rsid w:val="00FE2670"/>
    <w:rsid w:val="00FE47B0"/>
    <w:rsid w:val="00FE512D"/>
    <w:rsid w:val="00FE6C74"/>
    <w:rsid w:val="00FF0449"/>
    <w:rsid w:val="00FF05FB"/>
    <w:rsid w:val="00FF2F69"/>
    <w:rsid w:val="00FF3B81"/>
    <w:rsid w:val="00FF4A71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b3d92"/>
    </o:shapedefaults>
    <o:shapelayout v:ext="edit">
      <o:idmap v:ext="edit" data="2"/>
    </o:shapelayout>
  </w:shapeDefaults>
  <w:decimalSymbol w:val=","/>
  <w:listSeparator w:val=";"/>
  <w14:docId w14:val="747C1570"/>
  <w15:docId w15:val="{B5AB82C5-084D-4517-8157-0E535D3E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 w:qFormat="1"/>
    <w:lsdException w:name="toa heading" w:semiHidden="1" w:uiPriority="99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57A"/>
    <w:pPr>
      <w:spacing w:line="280" w:lineRule="atLeast"/>
      <w:jc w:val="both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C82107"/>
    <w:pPr>
      <w:keepNext/>
      <w:pageBreakBefore/>
      <w:widowControl w:val="0"/>
      <w:numPr>
        <w:numId w:val="1"/>
      </w:numPr>
      <w:tabs>
        <w:tab w:val="clear" w:pos="432"/>
      </w:tabs>
      <w:spacing w:before="280" w:after="140" w:line="240" w:lineRule="auto"/>
      <w:ind w:left="567" w:hanging="567"/>
      <w:outlineLvl w:val="0"/>
    </w:pPr>
    <w:rPr>
      <w:b/>
      <w:color w:val="000000"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C82107"/>
    <w:pPr>
      <w:keepNext/>
      <w:widowControl w:val="0"/>
      <w:numPr>
        <w:ilvl w:val="1"/>
        <w:numId w:val="1"/>
      </w:numPr>
      <w:tabs>
        <w:tab w:val="clear" w:pos="576"/>
      </w:tabs>
      <w:spacing w:before="280" w:after="140"/>
      <w:ind w:left="567" w:hanging="567"/>
      <w:outlineLvl w:val="1"/>
    </w:pPr>
    <w:rPr>
      <w:b/>
      <w:color w:val="000000"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C82107"/>
    <w:pPr>
      <w:keepNext/>
      <w:numPr>
        <w:ilvl w:val="2"/>
        <w:numId w:val="1"/>
      </w:numPr>
      <w:tabs>
        <w:tab w:val="clear" w:pos="720"/>
      </w:tabs>
      <w:spacing w:before="280" w:after="140"/>
      <w:ind w:left="567" w:hanging="567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qFormat/>
    <w:locked/>
    <w:rsid w:val="00C82107"/>
    <w:rPr>
      <w:rFonts w:asciiTheme="minorHAnsi" w:hAnsiTheme="minorHAnsi"/>
      <w:b/>
      <w:color w:val="000000"/>
      <w:kern w:val="28"/>
      <w:sz w:val="28"/>
      <w:lang w:val="en-GB"/>
    </w:rPr>
  </w:style>
  <w:style w:type="character" w:customStyle="1" w:styleId="berschrift2Zchn">
    <w:name w:val="Überschrift 2 Zchn"/>
    <w:link w:val="berschrift2"/>
    <w:uiPriority w:val="99"/>
    <w:qFormat/>
    <w:rsid w:val="00C82107"/>
    <w:rPr>
      <w:rFonts w:asciiTheme="minorHAnsi" w:hAnsiTheme="minorHAnsi"/>
      <w:b/>
      <w:color w:val="000000"/>
      <w:sz w:val="24"/>
      <w:lang w:val="en-GB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qFormat/>
    <w:rsid w:val="007843CC"/>
    <w:pPr>
      <w:tabs>
        <w:tab w:val="left" w:pos="1134"/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qFormat/>
    <w:rsid w:val="007843CC"/>
    <w:pPr>
      <w:tabs>
        <w:tab w:val="left" w:pos="1134"/>
        <w:tab w:val="right" w:leader="dot" w:pos="9923"/>
      </w:tabs>
      <w:ind w:left="454"/>
    </w:pPr>
    <w:rPr>
      <w:b/>
    </w:rPr>
  </w:style>
  <w:style w:type="paragraph" w:styleId="Verzeichnis3">
    <w:name w:val="toc 3"/>
    <w:basedOn w:val="Standard"/>
    <w:next w:val="Standard"/>
    <w:uiPriority w:val="39"/>
    <w:qFormat/>
    <w:rsid w:val="007843CC"/>
    <w:pPr>
      <w:tabs>
        <w:tab w:val="left" w:pos="1134"/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qFormat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uiPriority w:val="39"/>
    <w:qFormat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uiPriority w:val="39"/>
    <w:qFormat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uiPriority w:val="39"/>
    <w:qFormat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uiPriority w:val="39"/>
    <w:qFormat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uiPriority w:val="39"/>
    <w:qFormat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uiPriority w:val="99"/>
    <w:semiHidden/>
    <w:qFormat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uiPriority w:val="99"/>
    <w:semiHidden/>
    <w:qFormat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1678F"/>
    <w:pPr>
      <w:numPr>
        <w:numId w:val="12"/>
      </w:numPr>
    </w:pPr>
    <w:rPr>
      <w:kern w:val="16"/>
    </w:rPr>
  </w:style>
  <w:style w:type="character" w:customStyle="1" w:styleId="AuflistungZchn">
    <w:name w:val="Auflistung Zchn"/>
    <w:link w:val="Auflistung"/>
    <w:rsid w:val="0071678F"/>
    <w:rPr>
      <w:rFonts w:asciiTheme="minorHAnsi" w:hAnsiTheme="minorHAns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99"/>
    <w:qFormat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uiPriority w:val="22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cs="Calibri"/>
      <w:b/>
      <w:sz w:val="24"/>
    </w:rPr>
  </w:style>
  <w:style w:type="paragraph" w:customStyle="1" w:styleId="EinfAbs">
    <w:name w:val="[Einf. Abs.]"/>
    <w:basedOn w:val="Standard"/>
    <w:uiPriority w:val="99"/>
    <w:rsid w:val="00EA1E1C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Segoe UI" w:hAnsi="Segoe UI" w:cs="Segoe U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EA1E1C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9"/>
    <w:qFormat/>
    <w:locked/>
    <w:rsid w:val="00C82107"/>
    <w:rPr>
      <w:rFonts w:asciiTheme="minorHAnsi" w:hAnsiTheme="minorHAnsi"/>
      <w:b/>
      <w:lang w:val="en-GB"/>
    </w:rPr>
  </w:style>
  <w:style w:type="paragraph" w:customStyle="1" w:styleId="CM37">
    <w:name w:val="CM37"/>
    <w:basedOn w:val="Default"/>
    <w:next w:val="Default"/>
    <w:uiPriority w:val="99"/>
    <w:rsid w:val="006D4918"/>
    <w:pPr>
      <w:spacing w:after="310"/>
    </w:pPr>
    <w:rPr>
      <w:color w:val="auto"/>
    </w:rPr>
  </w:style>
  <w:style w:type="paragraph" w:customStyle="1" w:styleId="Default">
    <w:name w:val="Default"/>
    <w:uiPriority w:val="99"/>
    <w:qFormat/>
    <w:rsid w:val="00865D0A"/>
    <w:pPr>
      <w:widowControl w:val="0"/>
      <w:autoSpaceDE w:val="0"/>
      <w:autoSpaceDN w:val="0"/>
      <w:adjustRightInd w:val="0"/>
      <w:spacing w:after="160" w:line="259" w:lineRule="auto"/>
    </w:pPr>
    <w:rPr>
      <w:rFonts w:asciiTheme="minorHAnsi" w:eastAsia="SimSun" w:hAnsiTheme="minorHAnsi" w:cs="Arial Narrow"/>
      <w:color w:val="000000"/>
      <w:szCs w:val="24"/>
      <w:lang w:val="en-US" w:eastAsia="zh-CN"/>
    </w:rPr>
  </w:style>
  <w:style w:type="character" w:customStyle="1" w:styleId="wbtrmn1">
    <w:name w:val="wbtr_mn1"/>
    <w:qFormat/>
    <w:rsid w:val="00C633AB"/>
    <w:rPr>
      <w:rFonts w:ascii="Arial" w:hAnsi="Arial" w:cs="Arial" w:hint="default"/>
      <w:sz w:val="24"/>
      <w:szCs w:val="24"/>
    </w:rPr>
  </w:style>
  <w:style w:type="character" w:customStyle="1" w:styleId="dct-tt">
    <w:name w:val="dct-tt"/>
    <w:rsid w:val="00C633AB"/>
    <w:rPr>
      <w:rFonts w:ascii="Arial" w:hAnsi="Arial" w:cs="Arial" w:hint="defaul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0F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1315fa-dbe8-4cf6-a023-80c719099a8c">
      <Terms xmlns="http://schemas.microsoft.com/office/infopath/2007/PartnerControls"/>
    </lcf76f155ced4ddcb4097134ff3c332f>
    <TaxCatchAll xmlns="6b346222-edd2-4b9f-9410-d67499daeef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6" ma:contentTypeDescription="Ein neues Dokument erstellen." ma:contentTypeScope="" ma:versionID="43e3ac1b1e512160fd0f7328072197d7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ac581062adebcdbbb94fdf92414e4354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da2d693-6c74-496d-b981-a379185aa2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c60ce39-dc1f-4216-b0af-e5e9562f0fdd}" ma:internalName="TaxCatchAll" ma:showField="CatchAllData" ma:web="6b346222-edd2-4b9f-9410-d67499dae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9635C2-A097-4BDB-BB24-C3D2A7F795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CF5161-C08E-4CD8-80E9-81D54F998B66}">
  <ds:schemaRefs>
    <ds:schemaRef ds:uri="http://schemas.microsoft.com/office/2006/metadata/properties"/>
    <ds:schemaRef ds:uri="http://schemas.microsoft.com/office/infopath/2007/PartnerControls"/>
    <ds:schemaRef ds:uri="241315fa-dbe8-4cf6-a023-80c719099a8c"/>
    <ds:schemaRef ds:uri="6b346222-edd2-4b9f-9410-d67499daeef8"/>
  </ds:schemaRefs>
</ds:datastoreItem>
</file>

<file path=customXml/itemProps3.xml><?xml version="1.0" encoding="utf-8"?>
<ds:datastoreItem xmlns:ds="http://schemas.openxmlformats.org/officeDocument/2006/customXml" ds:itemID="{9F1D9B43-7BC4-43ED-9D63-3408735C2F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F2C9F9-1EBE-44DD-B998-68277F506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1315fa-dbe8-4cf6-a023-80c719099a8c"/>
    <ds:schemaRef ds:uri="6b346222-edd2-4b9f-9410-d67499dae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8</Pages>
  <Words>1578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Dewald</dc:creator>
  <cp:lastModifiedBy>Stefan Dewald</cp:lastModifiedBy>
  <cp:revision>150</cp:revision>
  <cp:lastPrinted>2022-08-11T10:02:00Z</cp:lastPrinted>
  <dcterms:created xsi:type="dcterms:W3CDTF">2018-05-29T14:57:00Z</dcterms:created>
  <dcterms:modified xsi:type="dcterms:W3CDTF">2022-12-08T16:23:00Z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  <property fmtid="{D5CDD505-2E9C-101B-9397-08002B2CF9AE}" pid="3" name="MediaServiceImageTags">
    <vt:lpwstr/>
  </property>
</Properties>
</file>